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D5CF06B">
        <w:trPr>
          <w:trHeight w:val="13590"/>
        </w:trPr>
        <w:tc>
          <w:tcPr>
            <w:tcW w:w="10485" w:type="dxa"/>
            <w:tcBorders>
              <w:top w:val="nil"/>
              <w:left w:val="nil"/>
              <w:bottom w:val="nil"/>
              <w:right w:val="nil"/>
            </w:tcBorders>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D3222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17605842"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66339A">
              <w:rPr>
                <w:rFonts w:ascii="Arial Narrow" w:hAnsi="Arial Narrow" w:hint="cs"/>
                <w:bCs/>
                <w:rtl/>
                <w:lang w:bidi="ar-JO"/>
              </w:rPr>
              <w:t>محلية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0CC26C75" w14:textId="5EB5D04F" w:rsidR="006C5635" w:rsidRPr="00ED1E6B" w:rsidRDefault="005848A0" w:rsidP="00076875">
            <w:pPr>
              <w:jc w:val="center"/>
              <w:rPr>
                <w:rFonts w:ascii="Calibri" w:eastAsia="Calibri" w:hAnsi="Calibri" w:cs="Calibri"/>
                <w:b/>
                <w:bCs/>
                <w:color w:val="0070C0"/>
                <w:sz w:val="20"/>
                <w:szCs w:val="20"/>
                <w:u w:val="single"/>
              </w:rPr>
            </w:pPr>
            <w:r w:rsidRPr="00ED1E6B">
              <w:rPr>
                <w:rFonts w:ascii="Calibri" w:eastAsia="Calibri" w:hAnsi="Calibri" w:cs="Calibri"/>
                <w:b/>
                <w:bCs/>
                <w:color w:val="0070C0"/>
                <w:sz w:val="20"/>
                <w:szCs w:val="20"/>
                <w:u w:val="single"/>
              </w:rPr>
              <w:t xml:space="preserve">T/15GDK/A4ZWSS- A4ZCPR/Solar System/South/LOG/Al </w:t>
            </w:r>
            <w:proofErr w:type="spellStart"/>
            <w:r w:rsidRPr="00ED1E6B">
              <w:rPr>
                <w:rFonts w:ascii="Calibri" w:eastAsia="Calibri" w:hAnsi="Calibri" w:cs="Calibri"/>
                <w:b/>
                <w:bCs/>
                <w:color w:val="0070C0"/>
                <w:sz w:val="20"/>
                <w:szCs w:val="20"/>
                <w:u w:val="single"/>
              </w:rPr>
              <w:t>Dhalee</w:t>
            </w:r>
            <w:proofErr w:type="spellEnd"/>
            <w:r w:rsidRPr="00ED1E6B">
              <w:rPr>
                <w:rFonts w:ascii="Calibri" w:eastAsia="Calibri" w:hAnsi="Calibri" w:cs="Calibri"/>
                <w:b/>
                <w:bCs/>
                <w:color w:val="0070C0"/>
                <w:sz w:val="20"/>
                <w:szCs w:val="20"/>
                <w:u w:val="single"/>
              </w:rPr>
              <w:t>/YEM/08-09-2025/001</w:t>
            </w:r>
          </w:p>
          <w:p w14:paraId="7B9C1CEF" w14:textId="77777777" w:rsidR="00ED1E6B" w:rsidRPr="00A70D15" w:rsidRDefault="00ED1E6B" w:rsidP="00076875">
            <w:pPr>
              <w:jc w:val="center"/>
              <w:rPr>
                <w:rFonts w:ascii="Arial Narrow" w:hAnsi="Arial Narrow" w:cstheme="minorHAnsi"/>
                <w:bCs/>
                <w:sz w:val="22"/>
                <w:szCs w:val="22"/>
              </w:rPr>
            </w:pPr>
          </w:p>
          <w:p w14:paraId="49BB4216" w14:textId="3F46DD72" w:rsidR="00D04E85" w:rsidRPr="00D04E85" w:rsidRDefault="00AC5B67" w:rsidP="00D04E85">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 xml:space="preserve">:  </w:t>
            </w:r>
            <w:bookmarkStart w:id="1" w:name="_Hlk89772339"/>
            <w:bookmarkEnd w:id="0"/>
          </w:p>
          <w:p w14:paraId="65B1479D" w14:textId="5E6E54E2" w:rsidR="008A3A38" w:rsidRDefault="008A3A38" w:rsidP="00D04E85">
            <w:pPr>
              <w:bidi/>
              <w:jc w:val="center"/>
              <w:rPr>
                <w:rFonts w:ascii="Arial Narrow" w:hAnsi="Arial Narrow"/>
                <w:sz w:val="22"/>
                <w:szCs w:val="22"/>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sidR="009415C6">
              <w:rPr>
                <w:rFonts w:ascii="Arial Narrow" w:hAnsi="Arial Narrow" w:hint="cs"/>
                <w:sz w:val="22"/>
                <w:szCs w:val="22"/>
                <w:rtl/>
              </w:rPr>
              <w:t>مناقصة</w:t>
            </w:r>
            <w:r w:rsidR="3958545C" w:rsidRPr="3648816B">
              <w:rPr>
                <w:rFonts w:ascii="Arial Narrow" w:hAnsi="Arial Narrow"/>
                <w:sz w:val="22"/>
                <w:szCs w:val="22"/>
                <w:rtl/>
              </w:rPr>
              <w:t>:</w:t>
            </w:r>
          </w:p>
          <w:p w14:paraId="35747522" w14:textId="77777777" w:rsidR="00D04E85" w:rsidRDefault="00D04E85" w:rsidP="00D04E85">
            <w:pPr>
              <w:bidi/>
              <w:jc w:val="center"/>
              <w:rPr>
                <w:rFonts w:ascii="Arial Narrow" w:hAnsi="Arial Narrow"/>
                <w:sz w:val="22"/>
                <w:szCs w:val="22"/>
              </w:rPr>
            </w:pPr>
          </w:p>
          <w:p w14:paraId="60C1098A" w14:textId="4B8DA6BA" w:rsidR="00A84957" w:rsidRPr="00D04E85" w:rsidRDefault="00D04E85" w:rsidP="00D04E85">
            <w:pPr>
              <w:bidi/>
              <w:jc w:val="center"/>
              <w:rPr>
                <w:rFonts w:ascii="Arial Narrow" w:hAnsi="Arial Narrow" w:cs="Arial"/>
                <w:b/>
                <w:sz w:val="22"/>
                <w:szCs w:val="22"/>
                <w:u w:val="single"/>
                <w:rtl/>
              </w:rPr>
            </w:pPr>
            <w:r w:rsidRPr="00C62DC6">
              <w:rPr>
                <w:rFonts w:ascii="Arial Narrow" w:hAnsi="Arial Narrow"/>
                <w:b/>
                <w:color w:val="0070C0"/>
                <w:sz w:val="22"/>
                <w:szCs w:val="22"/>
                <w:u w:val="single"/>
              </w:rPr>
              <w:t>Supplying and installing solar energy systems</w:t>
            </w:r>
            <w:r>
              <w:rPr>
                <w:rFonts w:ascii="Arial Narrow" w:hAnsi="Arial Narrow"/>
                <w:b/>
                <w:color w:val="0070C0"/>
                <w:sz w:val="22"/>
                <w:szCs w:val="22"/>
                <w:u w:val="single"/>
              </w:rPr>
              <w:t xml:space="preserve"> </w:t>
            </w:r>
            <w:r w:rsidRPr="00732BB4">
              <w:rPr>
                <w:rFonts w:ascii="Arial Narrow" w:hAnsi="Arial Narrow"/>
                <w:b/>
                <w:color w:val="0070C0"/>
                <w:sz w:val="22"/>
                <w:szCs w:val="22"/>
                <w:u w:val="single"/>
              </w:rPr>
              <w:t xml:space="preserve">for </w:t>
            </w:r>
            <w:r>
              <w:rPr>
                <w:rFonts w:ascii="Arial Narrow" w:hAnsi="Arial Narrow"/>
                <w:b/>
                <w:color w:val="0070C0"/>
                <w:sz w:val="22"/>
                <w:szCs w:val="22"/>
                <w:u w:val="single"/>
              </w:rPr>
              <w:t>water source</w:t>
            </w:r>
            <w:r w:rsidRPr="00732BB4">
              <w:rPr>
                <w:rFonts w:ascii="Arial Narrow" w:hAnsi="Arial Narrow"/>
                <w:b/>
                <w:color w:val="0070C0"/>
                <w:sz w:val="22"/>
                <w:szCs w:val="22"/>
                <w:u w:val="single"/>
              </w:rPr>
              <w:t>s in Al-</w:t>
            </w:r>
            <w:proofErr w:type="spellStart"/>
            <w:r w:rsidRPr="00732BB4">
              <w:rPr>
                <w:rFonts w:ascii="Arial Narrow" w:hAnsi="Arial Narrow"/>
                <w:b/>
                <w:color w:val="0070C0"/>
                <w:sz w:val="22"/>
                <w:szCs w:val="22"/>
                <w:u w:val="single"/>
              </w:rPr>
              <w:t>dhalee</w:t>
            </w:r>
            <w:proofErr w:type="spellEnd"/>
            <w:r w:rsidRPr="00732BB4">
              <w:rPr>
                <w:rFonts w:ascii="Arial Narrow" w:hAnsi="Arial Narrow"/>
                <w:b/>
                <w:color w:val="0070C0"/>
                <w:sz w:val="22"/>
                <w:szCs w:val="22"/>
                <w:u w:val="single"/>
              </w:rPr>
              <w:t xml:space="preserve"> Governorates</w:t>
            </w:r>
            <w:r w:rsidRPr="00992533">
              <w:rPr>
                <w:rFonts w:ascii="Arial Narrow" w:hAnsi="Arial Narrow" w:cs="Arial"/>
                <w:b/>
                <w:sz w:val="22"/>
                <w:szCs w:val="22"/>
                <w:u w:val="single"/>
              </w:rPr>
              <w:t xml:space="preserve"> </w:t>
            </w:r>
          </w:p>
          <w:p w14:paraId="6A05D56C" w14:textId="4463DAD3" w:rsidR="3648816B" w:rsidRDefault="007567E7" w:rsidP="3648816B">
            <w:pPr>
              <w:bidi/>
              <w:jc w:val="center"/>
              <w:rPr>
                <w:rFonts w:ascii="Arial Narrow" w:hAnsi="Arial Narrow" w:cs="Calibri"/>
                <w:color w:val="0070C0"/>
                <w:sz w:val="22"/>
                <w:szCs w:val="22"/>
              </w:rPr>
            </w:pPr>
            <w:r w:rsidRPr="007567E7">
              <w:rPr>
                <w:rFonts w:ascii="Calibri" w:eastAsia="Calibri" w:hAnsi="Calibri" w:cs="Calibri"/>
                <w:b/>
                <w:bCs/>
                <w:color w:val="0070C0"/>
                <w:sz w:val="20"/>
                <w:szCs w:val="20"/>
                <w:u w:val="single"/>
                <w:rtl/>
              </w:rPr>
              <w:t xml:space="preserve">توريد وتركيب منظومات طاقة شمسية لمصادر مياة في محافظة الضالع </w:t>
            </w:r>
            <w:r w:rsidR="00394091" w:rsidRPr="00394091">
              <w:rPr>
                <w:rFonts w:ascii="Calibri" w:eastAsia="Calibri" w:hAnsi="Calibri" w:cs="Calibri"/>
                <w:b/>
                <w:bCs/>
                <w:color w:val="0070C0"/>
                <w:sz w:val="20"/>
                <w:szCs w:val="20"/>
                <w:u w:val="single"/>
                <w:rtl/>
              </w:rPr>
              <w:t>.</w:t>
            </w:r>
          </w:p>
          <w:p w14:paraId="09A7B219" w14:textId="4CFC841F" w:rsidR="00983B3C" w:rsidRDefault="00983B3C"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2D5CF06B">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267783" w:rsidRDefault="001A56F1" w:rsidP="00D04E85">
                  <w:pPr>
                    <w:framePr w:hSpace="180" w:wrap="around" w:vAnchor="page" w:hAnchor="page" w:x="606" w:y="539"/>
                    <w:jc w:val="center"/>
                    <w:rPr>
                      <w:rFonts w:ascii="Arial Narrow" w:hAnsi="Arial Narrow" w:cs="Arial"/>
                      <w:b/>
                      <w:color w:val="FFFFFF" w:themeColor="background1"/>
                      <w:sz w:val="22"/>
                      <w:szCs w:val="22"/>
                      <w:lang w:bidi="ar-JO"/>
                    </w:rPr>
                  </w:pPr>
                  <w:r w:rsidRPr="00267783">
                    <w:rPr>
                      <w:rFonts w:ascii="Arial Narrow" w:hAnsi="Arial Narrow" w:cs="Arial"/>
                      <w:b/>
                      <w:color w:val="FFFFFF" w:themeColor="background1"/>
                      <w:sz w:val="22"/>
                      <w:szCs w:val="22"/>
                      <w:lang w:bidi="ar-JO"/>
                    </w:rPr>
                    <w:t>Lot</w:t>
                  </w:r>
                </w:p>
                <w:p w14:paraId="3337B946" w14:textId="77777777" w:rsidR="001A56F1" w:rsidRPr="00267783" w:rsidRDefault="001A56F1" w:rsidP="00D04E85">
                  <w:pPr>
                    <w:framePr w:hSpace="180" w:wrap="around" w:vAnchor="page" w:hAnchor="page" w:x="606" w:y="539"/>
                    <w:jc w:val="center"/>
                    <w:rPr>
                      <w:rFonts w:ascii="Arial Narrow" w:hAnsi="Arial Narrow" w:cs="Arial"/>
                      <w:b/>
                      <w:color w:val="FFFFFF" w:themeColor="background1"/>
                      <w:sz w:val="22"/>
                      <w:szCs w:val="22"/>
                      <w:rtl/>
                    </w:rPr>
                  </w:pPr>
                  <w:r>
                    <w:rPr>
                      <w:rFonts w:ascii="Arial Narrow" w:hAnsi="Arial Narrow" w:cs="Arial" w:hint="cs"/>
                      <w:b/>
                      <w:color w:val="FFFFFF" w:themeColor="background1"/>
                      <w:sz w:val="22"/>
                      <w:szCs w:val="22"/>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267783" w:rsidRDefault="001A56F1" w:rsidP="00D04E85">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 xml:space="preserve">Description </w:t>
                  </w:r>
                </w:p>
                <w:p w14:paraId="4B60BE46" w14:textId="77777777" w:rsidR="001A56F1" w:rsidRPr="00267783" w:rsidRDefault="001A56F1" w:rsidP="00D04E85">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Default="00E720F0" w:rsidP="00D04E85">
                  <w:pPr>
                    <w:framePr w:hSpace="180" w:wrap="around" w:vAnchor="page" w:hAnchor="page" w:x="606" w:y="539"/>
                    <w:jc w:val="center"/>
                    <w:rPr>
                      <w:rFonts w:ascii="Arial Narrow" w:hAnsi="Arial Narrow" w:cs="Arial"/>
                      <w:b/>
                      <w:color w:val="FFFFFF" w:themeColor="background1"/>
                      <w:sz w:val="22"/>
                      <w:szCs w:val="22"/>
                      <w:rtl/>
                    </w:rPr>
                  </w:pPr>
                </w:p>
                <w:p w14:paraId="56E11E42" w14:textId="1FE6E50A" w:rsidR="001A56F1" w:rsidRPr="00267783" w:rsidRDefault="6E1CBF32" w:rsidP="00D04E85">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Delivery Conditions</w:t>
                  </w:r>
                </w:p>
                <w:p w14:paraId="4E82E4DF" w14:textId="5F577634" w:rsidR="001A56F1" w:rsidRPr="00267783" w:rsidRDefault="6E1CBF32" w:rsidP="00D04E85">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شروط التوصيل</w:t>
                  </w:r>
                </w:p>
                <w:p w14:paraId="44838B16" w14:textId="47973140" w:rsidR="001A56F1" w:rsidRPr="00267783" w:rsidRDefault="001A56F1" w:rsidP="00D04E85">
                  <w:pPr>
                    <w:framePr w:hSpace="180" w:wrap="around" w:vAnchor="page" w:hAnchor="page" w:x="606" w:y="539"/>
                    <w:jc w:val="center"/>
                    <w:rPr>
                      <w:rFonts w:ascii="Arial Narrow" w:hAnsi="Arial Narrow" w:cs="Arial"/>
                      <w:b/>
                      <w:bCs/>
                      <w:color w:val="FFFFFF" w:themeColor="background1"/>
                      <w:sz w:val="22"/>
                      <w:szCs w:val="22"/>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2C86A393" w14:textId="319CF732" w:rsidR="001A56F1" w:rsidRPr="00267783" w:rsidRDefault="6E1CBF32" w:rsidP="00D04E85">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Deadline</w:t>
                  </w:r>
                </w:p>
                <w:p w14:paraId="3E1FBF4A" w14:textId="356CEDDB" w:rsidR="001A56F1" w:rsidRPr="00267783" w:rsidRDefault="6E1CBF32" w:rsidP="00D04E85">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موعد التسليم النهائي</w:t>
                  </w:r>
                </w:p>
                <w:p w14:paraId="73AE8E34" w14:textId="5F765AE9" w:rsidR="001A56F1" w:rsidRPr="00267783" w:rsidRDefault="001A56F1" w:rsidP="00D04E85">
                  <w:pPr>
                    <w:framePr w:hSpace="180" w:wrap="around" w:vAnchor="page" w:hAnchor="page" w:x="606" w:y="539"/>
                    <w:jc w:val="center"/>
                    <w:rPr>
                      <w:rFonts w:ascii="Arial Narrow" w:hAnsi="Arial Narrow" w:cs="Arial"/>
                      <w:b/>
                      <w:bCs/>
                      <w:color w:val="FFFFFF" w:themeColor="background1"/>
                      <w:sz w:val="22"/>
                      <w:szCs w:val="22"/>
                      <w:rtl/>
                    </w:rPr>
                  </w:pPr>
                </w:p>
              </w:tc>
            </w:tr>
            <w:tr w:rsidR="006502E5" w:rsidRPr="00C118DF" w14:paraId="15FF10FC" w14:textId="77777777" w:rsidTr="00405A69">
              <w:trPr>
                <w:trHeight w:val="1688"/>
              </w:trPr>
              <w:tc>
                <w:tcPr>
                  <w:tcW w:w="900" w:type="dxa"/>
                  <w:tcBorders>
                    <w:top w:val="single" w:sz="4" w:space="0" w:color="auto"/>
                    <w:left w:val="single" w:sz="4" w:space="0" w:color="auto"/>
                    <w:bottom w:val="single" w:sz="4" w:space="0" w:color="auto"/>
                    <w:right w:val="single" w:sz="4" w:space="0" w:color="auto"/>
                  </w:tcBorders>
                  <w:vAlign w:val="center"/>
                </w:tcPr>
                <w:p w14:paraId="2A7BC04C" w14:textId="374C9936" w:rsidR="006502E5" w:rsidRPr="00C118DF" w:rsidRDefault="006502E5" w:rsidP="00D04E85">
                  <w:pPr>
                    <w:framePr w:hSpace="180" w:wrap="around" w:vAnchor="page" w:hAnchor="page" w:x="606" w:y="539"/>
                    <w:jc w:val="center"/>
                    <w:rPr>
                      <w:rFonts w:ascii="Arial Narrow" w:hAnsi="Arial Narrow" w:cs="Arial"/>
                      <w:sz w:val="22"/>
                      <w:szCs w:val="22"/>
                    </w:rPr>
                  </w:pPr>
                  <w:r w:rsidRPr="00C4794E">
                    <w:rPr>
                      <w:rFonts w:asciiTheme="majorHAnsi" w:hAnsiTheme="majorHAnsi" w:cstheme="majorBidi"/>
                      <w:b/>
                      <w:bCs/>
                      <w:sz w:val="18"/>
                      <w:szCs w:val="18"/>
                    </w:rPr>
                    <w:t>1</w:t>
                  </w:r>
                </w:p>
              </w:tc>
              <w:tc>
                <w:tcPr>
                  <w:tcW w:w="3488" w:type="dxa"/>
                  <w:tcBorders>
                    <w:top w:val="single" w:sz="4" w:space="0" w:color="auto"/>
                    <w:bottom w:val="single" w:sz="4" w:space="0" w:color="auto"/>
                    <w:right w:val="single" w:sz="4" w:space="0" w:color="auto"/>
                  </w:tcBorders>
                  <w:vAlign w:val="center"/>
                </w:tcPr>
                <w:p w14:paraId="197BF9EA" w14:textId="4B99C7FF" w:rsidR="006502E5" w:rsidRPr="0043325A" w:rsidRDefault="00836184" w:rsidP="00D04E85">
                  <w:pPr>
                    <w:framePr w:hSpace="180" w:wrap="around" w:vAnchor="page" w:hAnchor="page" w:x="606" w:y="539"/>
                    <w:jc w:val="center"/>
                    <w:rPr>
                      <w:rFonts w:ascii="Arial Narrow" w:hAnsi="Arial Narrow" w:cs="Arial"/>
                      <w:b/>
                      <w:bCs/>
                      <w:sz w:val="18"/>
                      <w:szCs w:val="18"/>
                      <w:rtl/>
                    </w:rPr>
                  </w:pPr>
                  <w:r w:rsidRPr="00836184">
                    <w:rPr>
                      <w:rFonts w:ascii="Arial Narrow" w:hAnsi="Arial Narrow" w:cs="Arial"/>
                      <w:b/>
                      <w:bCs/>
                      <w:sz w:val="18"/>
                      <w:szCs w:val="18"/>
                    </w:rPr>
                    <w:t xml:space="preserve">LOT </w:t>
                  </w:r>
                  <w:proofErr w:type="gramStart"/>
                  <w:r w:rsidRPr="00836184">
                    <w:rPr>
                      <w:rFonts w:ascii="Arial Narrow" w:hAnsi="Arial Narrow" w:cs="Arial"/>
                      <w:b/>
                      <w:bCs/>
                      <w:sz w:val="18"/>
                      <w:szCs w:val="18"/>
                    </w:rPr>
                    <w:t>1 :</w:t>
                  </w:r>
                  <w:proofErr w:type="gramEnd"/>
                  <w:r w:rsidRPr="00836184">
                    <w:rPr>
                      <w:rFonts w:ascii="Arial Narrow" w:hAnsi="Arial Narrow" w:cs="Arial"/>
                      <w:b/>
                      <w:bCs/>
                      <w:sz w:val="18"/>
                      <w:szCs w:val="18"/>
                    </w:rPr>
                    <w:t xml:space="preserve"> Supply and installation of a solar energy system for a water source (well) in Al-Houd</w:t>
                  </w:r>
                  <w:r>
                    <w:rPr>
                      <w:rFonts w:ascii="Arial Narrow" w:hAnsi="Arial Narrow" w:cs="Arial"/>
                      <w:b/>
                      <w:bCs/>
                      <w:sz w:val="18"/>
                      <w:szCs w:val="18"/>
                    </w:rPr>
                    <w:t>-</w:t>
                  </w:r>
                  <w:r w:rsidRPr="00836184">
                    <w:rPr>
                      <w:rFonts w:ascii="Arial Narrow" w:hAnsi="Arial Narrow" w:cs="Arial"/>
                      <w:b/>
                      <w:bCs/>
                      <w:sz w:val="18"/>
                      <w:szCs w:val="18"/>
                    </w:rPr>
                    <w:t xml:space="preserve"> Al-</w:t>
                  </w:r>
                  <w:proofErr w:type="spellStart"/>
                  <w:r w:rsidRPr="00836184">
                    <w:rPr>
                      <w:rFonts w:ascii="Arial Narrow" w:hAnsi="Arial Narrow" w:cs="Arial"/>
                      <w:b/>
                      <w:bCs/>
                      <w:sz w:val="18"/>
                      <w:szCs w:val="18"/>
                    </w:rPr>
                    <w:t>Dhale'e</w:t>
                  </w:r>
                  <w:proofErr w:type="spellEnd"/>
                  <w:r w:rsidRPr="00836184">
                    <w:rPr>
                      <w:rFonts w:ascii="Arial Narrow" w:hAnsi="Arial Narrow" w:cs="Arial"/>
                      <w:b/>
                      <w:bCs/>
                      <w:sz w:val="18"/>
                      <w:szCs w:val="18"/>
                    </w:rPr>
                    <w:t xml:space="preserve"> District</w:t>
                  </w:r>
                  <w:r>
                    <w:rPr>
                      <w:rFonts w:ascii="Arial Narrow" w:hAnsi="Arial Narrow" w:cs="Arial"/>
                      <w:b/>
                      <w:bCs/>
                      <w:sz w:val="18"/>
                      <w:szCs w:val="18"/>
                    </w:rPr>
                    <w:t>-</w:t>
                  </w:r>
                  <w:r w:rsidRPr="00836184">
                    <w:rPr>
                      <w:rFonts w:ascii="Arial Narrow" w:hAnsi="Arial Narrow" w:cs="Arial"/>
                      <w:b/>
                      <w:bCs/>
                      <w:sz w:val="18"/>
                      <w:szCs w:val="18"/>
                    </w:rPr>
                    <w:t xml:space="preserve"> Al-</w:t>
                  </w:r>
                  <w:proofErr w:type="spellStart"/>
                  <w:r w:rsidRPr="00836184">
                    <w:rPr>
                      <w:rFonts w:ascii="Arial Narrow" w:hAnsi="Arial Narrow" w:cs="Arial"/>
                      <w:b/>
                      <w:bCs/>
                      <w:sz w:val="18"/>
                      <w:szCs w:val="18"/>
                    </w:rPr>
                    <w:t>Dhale'e</w:t>
                  </w:r>
                  <w:proofErr w:type="spellEnd"/>
                  <w:r w:rsidRPr="00836184">
                    <w:rPr>
                      <w:rFonts w:ascii="Arial Narrow" w:hAnsi="Arial Narrow" w:cs="Arial"/>
                      <w:b/>
                      <w:bCs/>
                      <w:sz w:val="18"/>
                      <w:szCs w:val="18"/>
                    </w:rPr>
                    <w:t xml:space="preserve"> Governorate.</w:t>
                  </w:r>
                </w:p>
                <w:p w14:paraId="766C218E" w14:textId="178A133F" w:rsidR="006502E5" w:rsidRPr="007E3183" w:rsidRDefault="004E1043" w:rsidP="00D04E85">
                  <w:pPr>
                    <w:framePr w:hSpace="180" w:wrap="around" w:vAnchor="page" w:hAnchor="page" w:x="606" w:y="539"/>
                    <w:bidi/>
                    <w:jc w:val="center"/>
                    <w:rPr>
                      <w:rFonts w:ascii="Arial Narrow" w:hAnsi="Arial Narrow" w:cs="Arial"/>
                      <w:b/>
                      <w:bCs/>
                      <w:sz w:val="20"/>
                      <w:szCs w:val="20"/>
                    </w:rPr>
                  </w:pPr>
                  <w:r w:rsidRPr="004E1043">
                    <w:rPr>
                      <w:rFonts w:ascii="Arial Narrow" w:hAnsi="Arial Narrow" w:cs="Arial"/>
                      <w:b/>
                      <w:bCs/>
                      <w:sz w:val="18"/>
                      <w:szCs w:val="18"/>
                      <w:rtl/>
                    </w:rPr>
                    <w:t>المجموعة الأولى : توريد وتركيب منظومة طاقة شمسية لمصدر مياة (بئر )الحود-مديرة الضالع -محافظة الضالع</w:t>
                  </w:r>
                  <w:r w:rsidR="006502E5" w:rsidRPr="0043325A">
                    <w:rPr>
                      <w:rFonts w:ascii="Arial Narrow" w:hAnsi="Arial Narrow" w:cs="Arial"/>
                      <w:b/>
                      <w:bCs/>
                      <w:sz w:val="18"/>
                      <w:szCs w:val="18"/>
                      <w:rtl/>
                    </w:rPr>
                    <w:t>.</w:t>
                  </w:r>
                </w:p>
              </w:tc>
              <w:tc>
                <w:tcPr>
                  <w:tcW w:w="3480" w:type="dxa"/>
                  <w:tcBorders>
                    <w:top w:val="single" w:sz="4" w:space="0" w:color="auto"/>
                    <w:left w:val="single" w:sz="4" w:space="0" w:color="auto"/>
                    <w:bottom w:val="single" w:sz="4" w:space="0" w:color="auto"/>
                    <w:right w:val="single" w:sz="4" w:space="0" w:color="auto"/>
                  </w:tcBorders>
                  <w:vAlign w:val="center"/>
                </w:tcPr>
                <w:p w14:paraId="032C7F15" w14:textId="693CB15D" w:rsidR="006502E5" w:rsidRDefault="0077237C" w:rsidP="00D04E85">
                  <w:pPr>
                    <w:framePr w:hSpace="180" w:wrap="around" w:vAnchor="page" w:hAnchor="page" w:x="606" w:y="539"/>
                    <w:jc w:val="center"/>
                    <w:rPr>
                      <w:rFonts w:ascii="Arial Narrow" w:hAnsi="Arial Narrow" w:cs="Arial"/>
                      <w:b/>
                      <w:bCs/>
                      <w:color w:val="000000" w:themeColor="text1"/>
                      <w:sz w:val="16"/>
                      <w:szCs w:val="16"/>
                    </w:rPr>
                  </w:pPr>
                  <w:r w:rsidRPr="00C37A04">
                    <w:rPr>
                      <w:rFonts w:ascii="Arial Narrow" w:hAnsi="Arial Narrow" w:cs="Arial"/>
                      <w:b/>
                      <w:bCs/>
                      <w:color w:val="000000" w:themeColor="text1"/>
                      <w:sz w:val="16"/>
                      <w:szCs w:val="16"/>
                    </w:rPr>
                    <w:t>DDP TO WATER SOURCE (WELL) IN AL-HOUD, AL-DHALE'E DISTRICT, AL-DHALE'E GOVERNORATE</w:t>
                  </w:r>
                  <w:proofErr w:type="gramStart"/>
                  <w:r w:rsidRPr="00C37A04">
                    <w:rPr>
                      <w:rFonts w:ascii="Arial Narrow" w:hAnsi="Arial Narrow" w:cs="Arial"/>
                      <w:b/>
                      <w:bCs/>
                      <w:color w:val="000000" w:themeColor="text1"/>
                      <w:sz w:val="16"/>
                      <w:szCs w:val="16"/>
                    </w:rPr>
                    <w:t>.INCLUDING</w:t>
                  </w:r>
                  <w:proofErr w:type="gramEnd"/>
                  <w:r w:rsidRPr="00C37A04">
                    <w:rPr>
                      <w:rFonts w:ascii="Arial Narrow" w:hAnsi="Arial Narrow" w:cs="Arial"/>
                      <w:b/>
                      <w:bCs/>
                      <w:color w:val="000000" w:themeColor="text1"/>
                      <w:sz w:val="16"/>
                      <w:szCs w:val="16"/>
                    </w:rPr>
                    <w:t xml:space="preserve"> THE DELIVERY AND THE INSTALLATIONS</w:t>
                  </w:r>
                  <w:r w:rsidRPr="0077237C">
                    <w:rPr>
                      <w:rFonts w:ascii="Arial Narrow" w:hAnsi="Arial Narrow" w:cs="Arial"/>
                      <w:b/>
                      <w:bCs/>
                      <w:color w:val="000000" w:themeColor="text1"/>
                      <w:sz w:val="16"/>
                      <w:szCs w:val="16"/>
                    </w:rPr>
                    <w:t>.</w:t>
                  </w:r>
                </w:p>
                <w:p w14:paraId="1E21BE7C" w14:textId="77777777" w:rsidR="00F4593A" w:rsidRPr="00192DA2" w:rsidRDefault="00F4593A" w:rsidP="00D04E85">
                  <w:pPr>
                    <w:framePr w:hSpace="180" w:wrap="around" w:vAnchor="page" w:hAnchor="page" w:x="606" w:y="539"/>
                    <w:jc w:val="center"/>
                    <w:rPr>
                      <w:rFonts w:ascii="Arial Narrow" w:hAnsi="Arial Narrow" w:cs="Arial"/>
                      <w:b/>
                      <w:bCs/>
                      <w:color w:val="000000" w:themeColor="text1"/>
                      <w:sz w:val="16"/>
                      <w:szCs w:val="16"/>
                    </w:rPr>
                  </w:pPr>
                </w:p>
                <w:p w14:paraId="510D91A1" w14:textId="61DFE248" w:rsidR="006502E5" w:rsidRPr="568C056D" w:rsidRDefault="00AD1AFA" w:rsidP="00D04E85">
                  <w:pPr>
                    <w:framePr w:hSpace="180" w:wrap="around" w:vAnchor="page" w:hAnchor="page" w:x="606" w:y="539"/>
                    <w:bidi/>
                    <w:jc w:val="center"/>
                    <w:rPr>
                      <w:rFonts w:ascii="Arial Narrow" w:eastAsia="Arial Narrow" w:hAnsi="Arial Narrow" w:cs="Arial Narrow"/>
                      <w:b/>
                      <w:bCs/>
                      <w:color w:val="000000" w:themeColor="text1"/>
                      <w:sz w:val="18"/>
                      <w:szCs w:val="18"/>
                    </w:rPr>
                  </w:pPr>
                  <w:r w:rsidRPr="00AD1AFA">
                    <w:rPr>
                      <w:rFonts w:ascii="Arial Narrow" w:hAnsi="Arial Narrow" w:cs="Arial"/>
                      <w:b/>
                      <w:bCs/>
                      <w:color w:val="000000" w:themeColor="text1"/>
                      <w:sz w:val="18"/>
                      <w:szCs w:val="18"/>
                      <w:rtl/>
                    </w:rPr>
                    <w:t xml:space="preserve">شامل التوصيل والتركيب الى  مصدر مياة (بئر )الحود-مديرة الضالع -محافظة الضالع </w:t>
                  </w:r>
                  <w:r w:rsidR="00C37A04">
                    <w:rPr>
                      <w:rFonts w:ascii="Arial Narrow" w:hAnsi="Arial Narrow" w:cs="Arial"/>
                      <w:b/>
                      <w:bCs/>
                      <w:color w:val="000000" w:themeColor="text1"/>
                      <w:sz w:val="18"/>
                      <w:szCs w:val="18"/>
                    </w:rPr>
                    <w:t>.</w:t>
                  </w:r>
                  <w:r w:rsidRPr="00AD1AFA">
                    <w:rPr>
                      <w:rFonts w:ascii="Arial Narrow" w:hAnsi="Arial Narrow" w:cs="Arial"/>
                      <w:b/>
                      <w:bCs/>
                      <w:color w:val="000000" w:themeColor="text1"/>
                      <w:sz w:val="18"/>
                      <w:szCs w:val="18"/>
                      <w:rtl/>
                    </w:rPr>
                    <w:t xml:space="preserve"> </w:t>
                  </w:r>
                </w:p>
              </w:tc>
              <w:tc>
                <w:tcPr>
                  <w:tcW w:w="2465" w:type="dxa"/>
                  <w:tcBorders>
                    <w:top w:val="single" w:sz="4" w:space="0" w:color="auto"/>
                    <w:left w:val="single" w:sz="4" w:space="0" w:color="auto"/>
                    <w:bottom w:val="single" w:sz="4" w:space="0" w:color="auto"/>
                    <w:right w:val="single" w:sz="4" w:space="0" w:color="auto"/>
                  </w:tcBorders>
                  <w:vAlign w:val="center"/>
                </w:tcPr>
                <w:p w14:paraId="7E2F7F72" w14:textId="77777777" w:rsidR="006502E5" w:rsidRPr="00C4794E" w:rsidRDefault="006502E5" w:rsidP="00D04E85">
                  <w:pPr>
                    <w:framePr w:hSpace="180" w:wrap="around" w:vAnchor="page" w:hAnchor="page" w:x="606" w:y="539"/>
                    <w:jc w:val="center"/>
                    <w:rPr>
                      <w:rFonts w:asciiTheme="majorHAnsi" w:hAnsiTheme="majorHAnsi" w:cstheme="majorHAnsi"/>
                      <w:bCs/>
                      <w:sz w:val="18"/>
                      <w:szCs w:val="18"/>
                      <w:lang w:eastAsia="fr-FR"/>
                    </w:rPr>
                  </w:pPr>
                </w:p>
                <w:p w14:paraId="7DBE7AB6" w14:textId="77777777" w:rsidR="00405A69" w:rsidRPr="00405A69" w:rsidRDefault="00405A69" w:rsidP="00D04E85">
                  <w:pPr>
                    <w:framePr w:hSpace="180" w:wrap="around" w:vAnchor="page" w:hAnchor="page" w:x="606" w:y="539"/>
                    <w:jc w:val="center"/>
                    <w:rPr>
                      <w:rFonts w:ascii="Arial Narrow" w:hAnsi="Arial Narrow" w:cs="Calibri"/>
                      <w:b/>
                      <w:bCs/>
                      <w:color w:val="000000" w:themeColor="text1"/>
                      <w:sz w:val="18"/>
                      <w:szCs w:val="18"/>
                    </w:rPr>
                  </w:pPr>
                  <w:r w:rsidRPr="00405A69">
                    <w:rPr>
                      <w:rFonts w:ascii="Arial Narrow" w:hAnsi="Arial Narrow" w:cs="Calibri"/>
                      <w:b/>
                      <w:bCs/>
                      <w:color w:val="000000" w:themeColor="text1"/>
                      <w:sz w:val="18"/>
                      <w:szCs w:val="18"/>
                      <w:rtl/>
                    </w:rPr>
                    <w:t>2</w:t>
                  </w:r>
                  <w:r w:rsidRPr="00405A69">
                    <w:rPr>
                      <w:rFonts w:ascii="Arial Narrow" w:hAnsi="Arial Narrow" w:cs="Calibri"/>
                      <w:b/>
                      <w:bCs/>
                      <w:color w:val="000000" w:themeColor="text1"/>
                      <w:sz w:val="18"/>
                      <w:szCs w:val="18"/>
                    </w:rPr>
                    <w:t xml:space="preserve"> MONTHS</w:t>
                  </w:r>
                </w:p>
                <w:p w14:paraId="2ABFAA90" w14:textId="0F768B23" w:rsidR="006502E5" w:rsidRPr="00ED51CD" w:rsidRDefault="00405A69" w:rsidP="00D04E85">
                  <w:pPr>
                    <w:framePr w:hSpace="180" w:wrap="around" w:vAnchor="page" w:hAnchor="page" w:x="606" w:y="539"/>
                    <w:bidi/>
                    <w:jc w:val="center"/>
                    <w:rPr>
                      <w:rFonts w:ascii="Arial Narrow" w:hAnsi="Arial Narrow" w:cs="Calibri"/>
                      <w:b/>
                      <w:bCs/>
                      <w:color w:val="000000" w:themeColor="text1"/>
                      <w:sz w:val="18"/>
                      <w:szCs w:val="18"/>
                      <w:rtl/>
                    </w:rPr>
                  </w:pPr>
                  <w:r w:rsidRPr="00405A69">
                    <w:rPr>
                      <w:rFonts w:ascii="Arial Narrow" w:hAnsi="Arial Narrow" w:cs="Calibri"/>
                      <w:b/>
                      <w:bCs/>
                      <w:color w:val="000000" w:themeColor="text1"/>
                      <w:sz w:val="18"/>
                      <w:szCs w:val="18"/>
                      <w:rtl/>
                    </w:rPr>
                    <w:t>شهرين</w:t>
                  </w:r>
                </w:p>
              </w:tc>
            </w:tr>
            <w:tr w:rsidR="006502E5" w:rsidRPr="00C118DF" w14:paraId="2B6BACBA" w14:textId="77777777" w:rsidTr="00F4593A">
              <w:trPr>
                <w:trHeight w:val="2033"/>
              </w:trPr>
              <w:tc>
                <w:tcPr>
                  <w:tcW w:w="900" w:type="dxa"/>
                  <w:tcBorders>
                    <w:top w:val="single" w:sz="4" w:space="0" w:color="auto"/>
                    <w:left w:val="single" w:sz="4" w:space="0" w:color="auto"/>
                    <w:bottom w:val="single" w:sz="4" w:space="0" w:color="auto"/>
                    <w:right w:val="single" w:sz="4" w:space="0" w:color="auto"/>
                  </w:tcBorders>
                  <w:vAlign w:val="center"/>
                </w:tcPr>
                <w:p w14:paraId="753B4FA3" w14:textId="5E6116DC" w:rsidR="006502E5" w:rsidRPr="00C118DF" w:rsidRDefault="006502E5" w:rsidP="00D04E85">
                  <w:pPr>
                    <w:framePr w:hSpace="180" w:wrap="around" w:vAnchor="page" w:hAnchor="page" w:x="606" w:y="539"/>
                    <w:jc w:val="center"/>
                    <w:rPr>
                      <w:rFonts w:asciiTheme="majorHAnsi" w:hAnsiTheme="majorHAnsi" w:cstheme="majorHAnsi"/>
                      <w:b/>
                      <w:bCs/>
                      <w:sz w:val="18"/>
                      <w:szCs w:val="18"/>
                    </w:rPr>
                  </w:pPr>
                  <w:r w:rsidRPr="00C4794E">
                    <w:rPr>
                      <w:rFonts w:asciiTheme="majorHAnsi" w:hAnsiTheme="majorHAnsi" w:cstheme="majorHAnsi"/>
                      <w:b/>
                      <w:bCs/>
                      <w:sz w:val="18"/>
                      <w:szCs w:val="18"/>
                    </w:rPr>
                    <w:t>2</w:t>
                  </w:r>
                </w:p>
              </w:tc>
              <w:tc>
                <w:tcPr>
                  <w:tcW w:w="3488" w:type="dxa"/>
                  <w:tcBorders>
                    <w:top w:val="single" w:sz="4" w:space="0" w:color="auto"/>
                    <w:bottom w:val="single" w:sz="4" w:space="0" w:color="auto"/>
                    <w:right w:val="single" w:sz="4" w:space="0" w:color="auto"/>
                  </w:tcBorders>
                  <w:vAlign w:val="center"/>
                </w:tcPr>
                <w:p w14:paraId="31C690DB" w14:textId="77777777" w:rsidR="006502E5" w:rsidRDefault="005A07C4" w:rsidP="00D04E85">
                  <w:pPr>
                    <w:framePr w:hSpace="180" w:wrap="around" w:vAnchor="page" w:hAnchor="page" w:x="606" w:y="539"/>
                    <w:bidi/>
                    <w:jc w:val="center"/>
                    <w:rPr>
                      <w:bCs/>
                      <w:sz w:val="16"/>
                      <w:szCs w:val="16"/>
                    </w:rPr>
                  </w:pPr>
                  <w:r w:rsidRPr="00671A9B">
                    <w:rPr>
                      <w:rFonts w:ascii="Arial Narrow" w:hAnsi="Arial Narrow" w:cs="Arial"/>
                      <w:b/>
                      <w:bCs/>
                      <w:sz w:val="18"/>
                      <w:szCs w:val="18"/>
                    </w:rPr>
                    <w:t xml:space="preserve">LOT </w:t>
                  </w:r>
                  <w:proofErr w:type="gramStart"/>
                  <w:r w:rsidRPr="00671A9B">
                    <w:rPr>
                      <w:rFonts w:ascii="Arial Narrow" w:hAnsi="Arial Narrow" w:cs="Arial"/>
                      <w:b/>
                      <w:bCs/>
                      <w:sz w:val="18"/>
                      <w:szCs w:val="18"/>
                    </w:rPr>
                    <w:t>2 :</w:t>
                  </w:r>
                  <w:proofErr w:type="gramEnd"/>
                  <w:r w:rsidRPr="00671A9B">
                    <w:rPr>
                      <w:rFonts w:ascii="Arial Narrow" w:hAnsi="Arial Narrow" w:cs="Arial"/>
                      <w:b/>
                      <w:bCs/>
                      <w:sz w:val="18"/>
                      <w:szCs w:val="18"/>
                    </w:rPr>
                    <w:t xml:space="preserve"> Supply and installation of a solar energy system for a water source (Hamar well) in </w:t>
                  </w:r>
                  <w:proofErr w:type="spellStart"/>
                  <w:r w:rsidRPr="00671A9B">
                    <w:rPr>
                      <w:rFonts w:ascii="Arial Narrow" w:hAnsi="Arial Narrow" w:cs="Arial"/>
                      <w:b/>
                      <w:bCs/>
                      <w:sz w:val="18"/>
                      <w:szCs w:val="18"/>
                    </w:rPr>
                    <w:t>Qatabah</w:t>
                  </w:r>
                  <w:proofErr w:type="spellEnd"/>
                  <w:r w:rsidRPr="00671A9B">
                    <w:rPr>
                      <w:rFonts w:ascii="Arial Narrow" w:hAnsi="Arial Narrow" w:cs="Arial"/>
                      <w:b/>
                      <w:bCs/>
                      <w:sz w:val="18"/>
                      <w:szCs w:val="18"/>
                    </w:rPr>
                    <w:t xml:space="preserve">, </w:t>
                  </w:r>
                  <w:proofErr w:type="spellStart"/>
                  <w:r w:rsidRPr="00671A9B">
                    <w:rPr>
                      <w:rFonts w:ascii="Arial Narrow" w:hAnsi="Arial Narrow" w:cs="Arial"/>
                      <w:b/>
                      <w:bCs/>
                      <w:sz w:val="18"/>
                      <w:szCs w:val="18"/>
                    </w:rPr>
                    <w:t>Qatabah</w:t>
                  </w:r>
                  <w:proofErr w:type="spellEnd"/>
                  <w:r w:rsidRPr="00671A9B">
                    <w:rPr>
                      <w:rFonts w:ascii="Arial Narrow" w:hAnsi="Arial Narrow" w:cs="Arial"/>
                      <w:b/>
                      <w:bCs/>
                      <w:sz w:val="18"/>
                      <w:szCs w:val="18"/>
                    </w:rPr>
                    <w:t xml:space="preserve"> District, Al-</w:t>
                  </w:r>
                  <w:proofErr w:type="spellStart"/>
                  <w:r w:rsidRPr="00671A9B">
                    <w:rPr>
                      <w:rFonts w:ascii="Arial Narrow" w:hAnsi="Arial Narrow" w:cs="Arial"/>
                      <w:b/>
                      <w:bCs/>
                      <w:sz w:val="18"/>
                      <w:szCs w:val="18"/>
                    </w:rPr>
                    <w:t>Dhale'e</w:t>
                  </w:r>
                  <w:proofErr w:type="spellEnd"/>
                  <w:r w:rsidRPr="00671A9B">
                    <w:rPr>
                      <w:rFonts w:ascii="Arial Narrow" w:hAnsi="Arial Narrow" w:cs="Arial"/>
                      <w:b/>
                      <w:bCs/>
                      <w:sz w:val="18"/>
                      <w:szCs w:val="18"/>
                    </w:rPr>
                    <w:t xml:space="preserve"> </w:t>
                  </w:r>
                  <w:proofErr w:type="gramStart"/>
                  <w:r w:rsidRPr="00671A9B">
                    <w:rPr>
                      <w:rFonts w:ascii="Arial Narrow" w:hAnsi="Arial Narrow" w:cs="Arial"/>
                      <w:b/>
                      <w:bCs/>
                      <w:sz w:val="18"/>
                      <w:szCs w:val="18"/>
                    </w:rPr>
                    <w:t>Governorate</w:t>
                  </w:r>
                  <w:r w:rsidR="00845EB8" w:rsidRPr="00671A9B">
                    <w:rPr>
                      <w:rFonts w:ascii="Arial Narrow" w:hAnsi="Arial Narrow" w:cs="Arial"/>
                      <w:b/>
                      <w:bCs/>
                      <w:sz w:val="18"/>
                      <w:szCs w:val="18"/>
                    </w:rPr>
                    <w:t xml:space="preserve"> </w:t>
                  </w:r>
                  <w:r w:rsidR="00845EB8">
                    <w:rPr>
                      <w:bCs/>
                      <w:sz w:val="16"/>
                      <w:szCs w:val="16"/>
                    </w:rPr>
                    <w:t>.</w:t>
                  </w:r>
                  <w:proofErr w:type="gramEnd"/>
                </w:p>
                <w:p w14:paraId="2E5C03A3" w14:textId="77777777" w:rsidR="00671A9B" w:rsidRDefault="00671A9B" w:rsidP="00D04E85">
                  <w:pPr>
                    <w:framePr w:hSpace="180" w:wrap="around" w:vAnchor="page" w:hAnchor="page" w:x="606" w:y="539"/>
                    <w:bidi/>
                    <w:jc w:val="center"/>
                    <w:rPr>
                      <w:bCs/>
                      <w:sz w:val="16"/>
                      <w:szCs w:val="16"/>
                    </w:rPr>
                  </w:pPr>
                </w:p>
                <w:p w14:paraId="1956713A" w14:textId="4D510B4E" w:rsidR="00C0024A" w:rsidRPr="00C0024A" w:rsidRDefault="00C0024A" w:rsidP="00D04E85">
                  <w:pPr>
                    <w:framePr w:hSpace="180" w:wrap="around" w:vAnchor="page" w:hAnchor="page" w:x="606" w:y="539"/>
                    <w:bidi/>
                    <w:jc w:val="center"/>
                    <w:rPr>
                      <w:rFonts w:ascii="Arial Narrow" w:hAnsi="Arial Narrow" w:cs="Arial"/>
                      <w:b/>
                      <w:bCs/>
                      <w:sz w:val="18"/>
                      <w:szCs w:val="18"/>
                    </w:rPr>
                  </w:pPr>
                  <w:r w:rsidRPr="00C0024A">
                    <w:rPr>
                      <w:rFonts w:ascii="Arial Narrow" w:hAnsi="Arial Narrow" w:cs="Arial"/>
                      <w:b/>
                      <w:bCs/>
                      <w:sz w:val="18"/>
                      <w:szCs w:val="18"/>
                      <w:rtl/>
                    </w:rPr>
                    <w:t>المجموعة الثانية : توريد وتركيب منظومة طاقة شمسية لمصدر مياة (بئر حمر) قعطبة -مديرية قعطبة -محافظة الضالع.</w:t>
                  </w:r>
                </w:p>
                <w:p w14:paraId="3D0F35FB" w14:textId="14FA4C60" w:rsidR="00671A9B" w:rsidRPr="005A07C4" w:rsidRDefault="00671A9B" w:rsidP="00D04E85">
                  <w:pPr>
                    <w:framePr w:hSpace="180" w:wrap="around" w:vAnchor="page" w:hAnchor="page" w:x="606" w:y="539"/>
                    <w:bidi/>
                    <w:jc w:val="center"/>
                    <w:rPr>
                      <w:bCs/>
                      <w:sz w:val="16"/>
                      <w:szCs w:val="16"/>
                    </w:rPr>
                  </w:pPr>
                </w:p>
              </w:tc>
              <w:tc>
                <w:tcPr>
                  <w:tcW w:w="3480" w:type="dxa"/>
                  <w:tcBorders>
                    <w:top w:val="single" w:sz="4" w:space="0" w:color="auto"/>
                    <w:left w:val="single" w:sz="4" w:space="0" w:color="auto"/>
                    <w:bottom w:val="single" w:sz="4" w:space="0" w:color="auto"/>
                    <w:right w:val="single" w:sz="4" w:space="0" w:color="auto"/>
                  </w:tcBorders>
                  <w:vAlign w:val="center"/>
                </w:tcPr>
                <w:p w14:paraId="6D687EDD" w14:textId="215EBDED" w:rsidR="00687C45" w:rsidRDefault="00687C45" w:rsidP="00D04E85">
                  <w:pPr>
                    <w:framePr w:hSpace="180" w:wrap="around" w:vAnchor="page" w:hAnchor="page" w:x="606" w:y="539"/>
                    <w:jc w:val="center"/>
                    <w:rPr>
                      <w:rFonts w:ascii="Arial Narrow" w:hAnsi="Arial Narrow" w:cs="Arial"/>
                      <w:b/>
                      <w:bCs/>
                      <w:color w:val="000000" w:themeColor="text1"/>
                      <w:sz w:val="16"/>
                      <w:szCs w:val="16"/>
                    </w:rPr>
                  </w:pPr>
                  <w:r w:rsidRPr="00687C45">
                    <w:rPr>
                      <w:rFonts w:ascii="Arial Narrow" w:hAnsi="Arial Narrow" w:cs="Arial"/>
                      <w:b/>
                      <w:bCs/>
                      <w:color w:val="000000" w:themeColor="text1"/>
                      <w:sz w:val="16"/>
                      <w:szCs w:val="16"/>
                    </w:rPr>
                    <w:t xml:space="preserve">DDP to THE WATER source (Hamar well) in </w:t>
                  </w:r>
                  <w:proofErr w:type="spellStart"/>
                  <w:r w:rsidRPr="00687C45">
                    <w:rPr>
                      <w:rFonts w:ascii="Arial Narrow" w:hAnsi="Arial Narrow" w:cs="Arial"/>
                      <w:b/>
                      <w:bCs/>
                      <w:color w:val="000000" w:themeColor="text1"/>
                      <w:sz w:val="16"/>
                      <w:szCs w:val="16"/>
                    </w:rPr>
                    <w:t>Qatabah</w:t>
                  </w:r>
                  <w:proofErr w:type="spellEnd"/>
                  <w:r w:rsidR="004138F7">
                    <w:rPr>
                      <w:rFonts w:ascii="Arial Narrow" w:hAnsi="Arial Narrow" w:cs="Arial"/>
                      <w:b/>
                      <w:bCs/>
                      <w:color w:val="000000" w:themeColor="text1"/>
                      <w:sz w:val="16"/>
                      <w:szCs w:val="16"/>
                    </w:rPr>
                    <w:t>-</w:t>
                  </w:r>
                  <w:r w:rsidRPr="00687C45">
                    <w:rPr>
                      <w:rFonts w:ascii="Arial Narrow" w:hAnsi="Arial Narrow" w:cs="Arial"/>
                      <w:b/>
                      <w:bCs/>
                      <w:color w:val="000000" w:themeColor="text1"/>
                      <w:sz w:val="16"/>
                      <w:szCs w:val="16"/>
                    </w:rPr>
                    <w:t xml:space="preserve"> </w:t>
                  </w:r>
                  <w:proofErr w:type="spellStart"/>
                  <w:r w:rsidRPr="00687C45">
                    <w:rPr>
                      <w:rFonts w:ascii="Arial Narrow" w:hAnsi="Arial Narrow" w:cs="Arial"/>
                      <w:b/>
                      <w:bCs/>
                      <w:color w:val="000000" w:themeColor="text1"/>
                      <w:sz w:val="16"/>
                      <w:szCs w:val="16"/>
                    </w:rPr>
                    <w:t>Qatabah</w:t>
                  </w:r>
                  <w:proofErr w:type="spellEnd"/>
                  <w:r w:rsidRPr="00687C45">
                    <w:rPr>
                      <w:rFonts w:ascii="Arial Narrow" w:hAnsi="Arial Narrow" w:cs="Arial"/>
                      <w:b/>
                      <w:bCs/>
                      <w:color w:val="000000" w:themeColor="text1"/>
                      <w:sz w:val="16"/>
                      <w:szCs w:val="16"/>
                    </w:rPr>
                    <w:t xml:space="preserve"> District</w:t>
                  </w:r>
                  <w:r w:rsidR="004138F7">
                    <w:rPr>
                      <w:rFonts w:ascii="Arial Narrow" w:hAnsi="Arial Narrow" w:cs="Arial"/>
                      <w:b/>
                      <w:bCs/>
                      <w:color w:val="000000" w:themeColor="text1"/>
                      <w:sz w:val="16"/>
                      <w:szCs w:val="16"/>
                    </w:rPr>
                    <w:t>-</w:t>
                  </w:r>
                  <w:r w:rsidRPr="00687C45">
                    <w:rPr>
                      <w:rFonts w:ascii="Arial Narrow" w:hAnsi="Arial Narrow" w:cs="Arial"/>
                      <w:b/>
                      <w:bCs/>
                      <w:color w:val="000000" w:themeColor="text1"/>
                      <w:sz w:val="16"/>
                      <w:szCs w:val="16"/>
                    </w:rPr>
                    <w:t xml:space="preserve"> Al-</w:t>
                  </w:r>
                  <w:proofErr w:type="spellStart"/>
                  <w:r w:rsidRPr="00687C45">
                    <w:rPr>
                      <w:rFonts w:ascii="Arial Narrow" w:hAnsi="Arial Narrow" w:cs="Arial"/>
                      <w:b/>
                      <w:bCs/>
                      <w:color w:val="000000" w:themeColor="text1"/>
                      <w:sz w:val="16"/>
                      <w:szCs w:val="16"/>
                    </w:rPr>
                    <w:t>Dhale'e</w:t>
                  </w:r>
                  <w:proofErr w:type="spellEnd"/>
                  <w:r w:rsidRPr="00687C45">
                    <w:rPr>
                      <w:rFonts w:ascii="Arial Narrow" w:hAnsi="Arial Narrow" w:cs="Arial"/>
                      <w:b/>
                      <w:bCs/>
                      <w:color w:val="000000" w:themeColor="text1"/>
                      <w:sz w:val="16"/>
                      <w:szCs w:val="16"/>
                    </w:rPr>
                    <w:t xml:space="preserve"> Governorate including the delivery and the installations.</w:t>
                  </w:r>
                </w:p>
                <w:p w14:paraId="7D3C69CE" w14:textId="77777777" w:rsidR="00C37A04" w:rsidRPr="00687C45" w:rsidRDefault="00C37A04" w:rsidP="00D04E85">
                  <w:pPr>
                    <w:framePr w:hSpace="180" w:wrap="around" w:vAnchor="page" w:hAnchor="page" w:x="606" w:y="539"/>
                    <w:jc w:val="center"/>
                    <w:rPr>
                      <w:rFonts w:ascii="Arial Narrow" w:hAnsi="Arial Narrow" w:cs="Arial"/>
                      <w:b/>
                      <w:bCs/>
                      <w:color w:val="000000" w:themeColor="text1"/>
                      <w:sz w:val="16"/>
                      <w:szCs w:val="16"/>
                    </w:rPr>
                  </w:pPr>
                </w:p>
                <w:p w14:paraId="36B8E30E" w14:textId="2D279084" w:rsidR="006502E5" w:rsidRPr="568C056D" w:rsidRDefault="00687C45" w:rsidP="00D04E85">
                  <w:pPr>
                    <w:framePr w:hSpace="180" w:wrap="around" w:vAnchor="page" w:hAnchor="page" w:x="606" w:y="539"/>
                    <w:bidi/>
                    <w:jc w:val="center"/>
                    <w:rPr>
                      <w:rFonts w:ascii="Arial Narrow" w:eastAsia="Arial Narrow" w:hAnsi="Arial Narrow" w:cs="Arial Narrow"/>
                      <w:b/>
                      <w:bCs/>
                      <w:color w:val="000000" w:themeColor="text1"/>
                      <w:sz w:val="18"/>
                      <w:szCs w:val="18"/>
                    </w:rPr>
                  </w:pPr>
                  <w:r w:rsidRPr="00C37A04">
                    <w:rPr>
                      <w:rFonts w:ascii="Arial Narrow" w:hAnsi="Arial Narrow" w:cs="Arial"/>
                      <w:b/>
                      <w:bCs/>
                      <w:color w:val="000000" w:themeColor="text1"/>
                      <w:sz w:val="18"/>
                      <w:szCs w:val="18"/>
                      <w:rtl/>
                    </w:rPr>
                    <w:t xml:space="preserve">شامل التوصيل والتركيب الى  </w:t>
                  </w:r>
                  <w:r w:rsidRPr="00C37A04">
                    <w:rPr>
                      <w:rFonts w:ascii="Arial Narrow" w:hAnsi="Arial Narrow" w:cs="Arial" w:hint="cs"/>
                      <w:b/>
                      <w:bCs/>
                      <w:color w:val="000000" w:themeColor="text1"/>
                      <w:sz w:val="18"/>
                      <w:szCs w:val="18"/>
                      <w:rtl/>
                    </w:rPr>
                    <w:t>مصدر</w:t>
                  </w:r>
                  <w:r w:rsidRPr="00C37A04">
                    <w:rPr>
                      <w:rFonts w:ascii="Arial Narrow" w:hAnsi="Arial Narrow" w:cs="Arial"/>
                      <w:b/>
                      <w:bCs/>
                      <w:color w:val="000000" w:themeColor="text1"/>
                      <w:sz w:val="18"/>
                      <w:szCs w:val="18"/>
                      <w:rtl/>
                    </w:rPr>
                    <w:t xml:space="preserve"> مياة (بئر حمر) قعطبة -مديرية قعطبة -محافظة الضالع</w:t>
                  </w:r>
                  <w:r w:rsidR="00C37A04">
                    <w:rPr>
                      <w:rFonts w:ascii="Arial Narrow" w:hAnsi="Arial Narrow" w:cs="Arial"/>
                      <w:b/>
                      <w:bCs/>
                      <w:color w:val="000000" w:themeColor="text1"/>
                      <w:sz w:val="18"/>
                      <w:szCs w:val="18"/>
                    </w:rPr>
                    <w:t>.</w:t>
                  </w:r>
                </w:p>
              </w:tc>
              <w:tc>
                <w:tcPr>
                  <w:tcW w:w="2465" w:type="dxa"/>
                  <w:tcBorders>
                    <w:top w:val="single" w:sz="4" w:space="0" w:color="auto"/>
                    <w:left w:val="single" w:sz="4" w:space="0" w:color="auto"/>
                    <w:bottom w:val="single" w:sz="4" w:space="0" w:color="auto"/>
                    <w:right w:val="single" w:sz="4" w:space="0" w:color="auto"/>
                  </w:tcBorders>
                  <w:vAlign w:val="center"/>
                </w:tcPr>
                <w:p w14:paraId="6D8B739E" w14:textId="77777777" w:rsidR="00405A69" w:rsidRPr="00405A69" w:rsidRDefault="00405A69" w:rsidP="00D04E85">
                  <w:pPr>
                    <w:framePr w:hSpace="180" w:wrap="around" w:vAnchor="page" w:hAnchor="page" w:x="606" w:y="539"/>
                    <w:jc w:val="center"/>
                    <w:rPr>
                      <w:rFonts w:ascii="Arial Narrow" w:hAnsi="Arial Narrow" w:cs="Calibri"/>
                      <w:b/>
                      <w:bCs/>
                      <w:color w:val="000000" w:themeColor="text1"/>
                      <w:sz w:val="18"/>
                      <w:szCs w:val="18"/>
                    </w:rPr>
                  </w:pPr>
                  <w:r w:rsidRPr="00405A69">
                    <w:rPr>
                      <w:rFonts w:ascii="Arial Narrow" w:hAnsi="Arial Narrow" w:cs="Calibri"/>
                      <w:b/>
                      <w:bCs/>
                      <w:color w:val="000000" w:themeColor="text1"/>
                      <w:sz w:val="18"/>
                      <w:szCs w:val="18"/>
                      <w:rtl/>
                    </w:rPr>
                    <w:t>2</w:t>
                  </w:r>
                  <w:r w:rsidRPr="00405A69">
                    <w:rPr>
                      <w:rFonts w:ascii="Arial Narrow" w:hAnsi="Arial Narrow" w:cs="Calibri"/>
                      <w:b/>
                      <w:bCs/>
                      <w:color w:val="000000" w:themeColor="text1"/>
                      <w:sz w:val="18"/>
                      <w:szCs w:val="18"/>
                    </w:rPr>
                    <w:t xml:space="preserve"> MONTHS</w:t>
                  </w:r>
                </w:p>
                <w:p w14:paraId="27DEDA5B" w14:textId="19DF744E" w:rsidR="006502E5" w:rsidRPr="00ED51CD" w:rsidRDefault="00405A69" w:rsidP="00D04E85">
                  <w:pPr>
                    <w:framePr w:hSpace="180" w:wrap="around" w:vAnchor="page" w:hAnchor="page" w:x="606" w:y="539"/>
                    <w:bidi/>
                    <w:jc w:val="center"/>
                    <w:rPr>
                      <w:rFonts w:ascii="Arial Narrow" w:hAnsi="Arial Narrow" w:cs="Calibri"/>
                      <w:b/>
                      <w:bCs/>
                      <w:color w:val="000000" w:themeColor="text1"/>
                      <w:sz w:val="18"/>
                      <w:szCs w:val="18"/>
                      <w:rtl/>
                    </w:rPr>
                  </w:pPr>
                  <w:r w:rsidRPr="00405A69">
                    <w:rPr>
                      <w:rFonts w:ascii="Arial Narrow" w:hAnsi="Arial Narrow" w:cs="Calibri"/>
                      <w:b/>
                      <w:bCs/>
                      <w:color w:val="000000" w:themeColor="text1"/>
                      <w:sz w:val="18"/>
                      <w:szCs w:val="18"/>
                      <w:rtl/>
                    </w:rPr>
                    <w:t>شهرين</w:t>
                  </w:r>
                </w:p>
              </w:tc>
            </w:tr>
            <w:tr w:rsidR="00914B56" w:rsidRPr="00C118DF" w14:paraId="459B05AF" w14:textId="77777777" w:rsidTr="00F4593A">
              <w:trPr>
                <w:trHeight w:val="2546"/>
              </w:trPr>
              <w:tc>
                <w:tcPr>
                  <w:tcW w:w="900" w:type="dxa"/>
                  <w:tcBorders>
                    <w:top w:val="single" w:sz="4" w:space="0" w:color="auto"/>
                    <w:left w:val="single" w:sz="4" w:space="0" w:color="auto"/>
                    <w:bottom w:val="single" w:sz="4" w:space="0" w:color="auto"/>
                    <w:right w:val="single" w:sz="4" w:space="0" w:color="auto"/>
                  </w:tcBorders>
                  <w:vAlign w:val="center"/>
                </w:tcPr>
                <w:p w14:paraId="0FAFBE57" w14:textId="4AA8FCD2" w:rsidR="00914B56" w:rsidRPr="00C4794E" w:rsidRDefault="004138F7" w:rsidP="00D04E85">
                  <w:pPr>
                    <w:framePr w:hSpace="180" w:wrap="around" w:vAnchor="page" w:hAnchor="page" w:x="606" w:y="539"/>
                    <w:jc w:val="center"/>
                    <w:rPr>
                      <w:rFonts w:asciiTheme="majorHAnsi" w:hAnsiTheme="majorHAnsi" w:cstheme="majorHAnsi"/>
                      <w:b/>
                      <w:bCs/>
                      <w:sz w:val="18"/>
                      <w:szCs w:val="18"/>
                    </w:rPr>
                  </w:pPr>
                  <w:r>
                    <w:rPr>
                      <w:rFonts w:asciiTheme="majorHAnsi" w:hAnsiTheme="majorHAnsi" w:cstheme="majorHAnsi"/>
                      <w:b/>
                      <w:bCs/>
                      <w:sz w:val="18"/>
                      <w:szCs w:val="18"/>
                    </w:rPr>
                    <w:t>3</w:t>
                  </w:r>
                </w:p>
              </w:tc>
              <w:tc>
                <w:tcPr>
                  <w:tcW w:w="3488" w:type="dxa"/>
                  <w:tcBorders>
                    <w:top w:val="single" w:sz="4" w:space="0" w:color="auto"/>
                    <w:bottom w:val="single" w:sz="4" w:space="0" w:color="auto"/>
                    <w:right w:val="single" w:sz="4" w:space="0" w:color="auto"/>
                  </w:tcBorders>
                  <w:vAlign w:val="center"/>
                </w:tcPr>
                <w:p w14:paraId="4D53A162" w14:textId="6607DE41" w:rsidR="008F2021" w:rsidRDefault="008F2021" w:rsidP="00D04E85">
                  <w:pPr>
                    <w:framePr w:hSpace="180" w:wrap="around" w:vAnchor="page" w:hAnchor="page" w:x="606" w:y="539"/>
                    <w:jc w:val="center"/>
                    <w:rPr>
                      <w:rFonts w:ascii="Arial Narrow" w:hAnsi="Arial Narrow" w:cs="Arial"/>
                      <w:b/>
                      <w:bCs/>
                      <w:sz w:val="18"/>
                      <w:szCs w:val="18"/>
                    </w:rPr>
                  </w:pPr>
                  <w:r w:rsidRPr="001B3C52">
                    <w:rPr>
                      <w:rFonts w:ascii="Arial Narrow" w:hAnsi="Arial Narrow" w:cs="Arial"/>
                      <w:b/>
                      <w:bCs/>
                      <w:sz w:val="18"/>
                      <w:szCs w:val="18"/>
                    </w:rPr>
                    <w:t xml:space="preserve">LOT </w:t>
                  </w:r>
                  <w:r w:rsidR="00337A1C" w:rsidRPr="001B3C52">
                    <w:rPr>
                      <w:rFonts w:ascii="Arial Narrow" w:hAnsi="Arial Narrow" w:cs="Arial" w:hint="cs"/>
                      <w:b/>
                      <w:bCs/>
                      <w:sz w:val="18"/>
                      <w:szCs w:val="18"/>
                      <w:rtl/>
                    </w:rPr>
                    <w:t>3</w:t>
                  </w:r>
                  <w:r w:rsidR="00337A1C" w:rsidRPr="001B3C52">
                    <w:rPr>
                      <w:rFonts w:ascii="Arial Narrow" w:hAnsi="Arial Narrow" w:cs="Arial"/>
                      <w:b/>
                      <w:bCs/>
                      <w:sz w:val="18"/>
                      <w:szCs w:val="18"/>
                    </w:rPr>
                    <w:t>:</w:t>
                  </w:r>
                  <w:r w:rsidRPr="001B3C52">
                    <w:rPr>
                      <w:rFonts w:ascii="Arial Narrow" w:hAnsi="Arial Narrow" w:cs="Arial"/>
                      <w:b/>
                      <w:bCs/>
                      <w:sz w:val="18"/>
                      <w:szCs w:val="18"/>
                    </w:rPr>
                    <w:t xml:space="preserve"> Supply and installation of a solar energy system for a water source (dam) </w:t>
                  </w:r>
                  <w:proofErr w:type="spellStart"/>
                  <w:r w:rsidRPr="001B3C52">
                    <w:rPr>
                      <w:rFonts w:ascii="Arial Narrow" w:hAnsi="Arial Narrow" w:cs="Arial"/>
                      <w:b/>
                      <w:bCs/>
                      <w:sz w:val="18"/>
                      <w:szCs w:val="18"/>
                    </w:rPr>
                    <w:t>Qusabah</w:t>
                  </w:r>
                  <w:proofErr w:type="spellEnd"/>
                  <w:r w:rsidRPr="001B3C52">
                    <w:rPr>
                      <w:rFonts w:ascii="Arial Narrow" w:hAnsi="Arial Narrow" w:cs="Arial"/>
                      <w:b/>
                      <w:bCs/>
                      <w:sz w:val="18"/>
                      <w:szCs w:val="18"/>
                    </w:rPr>
                    <w:t xml:space="preserve"> and Borat Dam </w:t>
                  </w:r>
                  <w:r w:rsidR="00E35C45">
                    <w:rPr>
                      <w:rFonts w:ascii="Arial Narrow" w:hAnsi="Arial Narrow" w:cs="Arial"/>
                      <w:b/>
                      <w:bCs/>
                      <w:sz w:val="18"/>
                      <w:szCs w:val="18"/>
                    </w:rPr>
                    <w:t>-</w:t>
                  </w:r>
                  <w:r w:rsidRPr="001B3C52">
                    <w:rPr>
                      <w:rFonts w:ascii="Arial Narrow" w:hAnsi="Arial Narrow" w:cs="Arial"/>
                      <w:b/>
                      <w:bCs/>
                      <w:sz w:val="18"/>
                      <w:szCs w:val="18"/>
                    </w:rPr>
                    <w:t xml:space="preserve"> Al-Azareq District</w:t>
                  </w:r>
                  <w:r w:rsidR="00E35C45">
                    <w:rPr>
                      <w:rFonts w:ascii="Arial Narrow" w:hAnsi="Arial Narrow" w:cs="Arial"/>
                      <w:b/>
                      <w:bCs/>
                      <w:sz w:val="18"/>
                      <w:szCs w:val="18"/>
                    </w:rPr>
                    <w:t>-</w:t>
                  </w:r>
                  <w:r w:rsidRPr="001B3C52">
                    <w:rPr>
                      <w:rFonts w:ascii="Arial Narrow" w:hAnsi="Arial Narrow" w:cs="Arial"/>
                      <w:b/>
                      <w:bCs/>
                      <w:sz w:val="18"/>
                      <w:szCs w:val="18"/>
                    </w:rPr>
                    <w:t xml:space="preserve"> Al-</w:t>
                  </w:r>
                  <w:proofErr w:type="spellStart"/>
                  <w:r w:rsidRPr="001B3C52">
                    <w:rPr>
                      <w:rFonts w:ascii="Arial Narrow" w:hAnsi="Arial Narrow" w:cs="Arial"/>
                      <w:b/>
                      <w:bCs/>
                      <w:sz w:val="18"/>
                      <w:szCs w:val="18"/>
                    </w:rPr>
                    <w:t>Dhale'e</w:t>
                  </w:r>
                  <w:proofErr w:type="spellEnd"/>
                  <w:r w:rsidRPr="001B3C52">
                    <w:rPr>
                      <w:rFonts w:ascii="Arial Narrow" w:hAnsi="Arial Narrow" w:cs="Arial"/>
                      <w:b/>
                      <w:bCs/>
                      <w:sz w:val="18"/>
                      <w:szCs w:val="18"/>
                    </w:rPr>
                    <w:t xml:space="preserve"> Governorate.</w:t>
                  </w:r>
                </w:p>
                <w:p w14:paraId="01B8FBDA" w14:textId="77777777" w:rsidR="00337A1C" w:rsidRPr="001B3C52" w:rsidRDefault="00337A1C" w:rsidP="00D04E85">
                  <w:pPr>
                    <w:framePr w:hSpace="180" w:wrap="around" w:vAnchor="page" w:hAnchor="page" w:x="606" w:y="539"/>
                    <w:jc w:val="center"/>
                    <w:rPr>
                      <w:rFonts w:ascii="Arial Narrow" w:hAnsi="Arial Narrow" w:cs="Arial"/>
                      <w:b/>
                      <w:bCs/>
                      <w:sz w:val="18"/>
                      <w:szCs w:val="18"/>
                    </w:rPr>
                  </w:pPr>
                </w:p>
                <w:p w14:paraId="1C941D50" w14:textId="77777777" w:rsidR="001B3C52" w:rsidRPr="001B3C52" w:rsidRDefault="001B3C52" w:rsidP="00D04E85">
                  <w:pPr>
                    <w:framePr w:hSpace="180" w:wrap="around" w:vAnchor="page" w:hAnchor="page" w:x="606" w:y="539"/>
                    <w:bidi/>
                    <w:jc w:val="center"/>
                    <w:rPr>
                      <w:rFonts w:ascii="Arial Narrow" w:hAnsi="Arial Narrow" w:cs="Arial"/>
                      <w:b/>
                      <w:bCs/>
                      <w:sz w:val="18"/>
                      <w:szCs w:val="18"/>
                      <w:rtl/>
                    </w:rPr>
                  </w:pPr>
                  <w:r w:rsidRPr="001B3C52">
                    <w:rPr>
                      <w:rFonts w:ascii="Arial Narrow" w:hAnsi="Arial Narrow" w:cs="Arial"/>
                      <w:b/>
                      <w:bCs/>
                      <w:sz w:val="18"/>
                      <w:szCs w:val="18"/>
                      <w:rtl/>
                    </w:rPr>
                    <w:t xml:space="preserve">المجموعة </w:t>
                  </w:r>
                  <w:r w:rsidRPr="001B3C52">
                    <w:rPr>
                      <w:rFonts w:ascii="Arial Narrow" w:hAnsi="Arial Narrow" w:cs="Arial" w:hint="cs"/>
                      <w:b/>
                      <w:bCs/>
                      <w:sz w:val="18"/>
                      <w:szCs w:val="18"/>
                      <w:rtl/>
                    </w:rPr>
                    <w:t>الثالثة</w:t>
                  </w:r>
                  <w:r w:rsidRPr="001B3C52">
                    <w:rPr>
                      <w:rFonts w:ascii="Arial Narrow" w:hAnsi="Arial Narrow" w:cs="Arial"/>
                      <w:b/>
                      <w:bCs/>
                      <w:sz w:val="18"/>
                      <w:szCs w:val="18"/>
                      <w:rtl/>
                    </w:rPr>
                    <w:t xml:space="preserve"> : توريد وتركيب منظومة طاقة شمسية لمصدر</w:t>
                  </w:r>
                  <w:r w:rsidRPr="001B3C52">
                    <w:rPr>
                      <w:rFonts w:ascii="Arial Narrow" w:hAnsi="Arial Narrow" w:cs="Arial" w:hint="cs"/>
                      <w:b/>
                      <w:bCs/>
                      <w:sz w:val="18"/>
                      <w:szCs w:val="18"/>
                      <w:rtl/>
                    </w:rPr>
                    <w:t>مياة (سد) قصابة وبراط -مديرية الأزارق</w:t>
                  </w:r>
                  <w:r w:rsidRPr="001B3C52">
                    <w:rPr>
                      <w:rFonts w:ascii="Arial Narrow" w:hAnsi="Arial Narrow" w:cs="Arial"/>
                      <w:b/>
                      <w:bCs/>
                      <w:sz w:val="18"/>
                      <w:szCs w:val="18"/>
                      <w:rtl/>
                    </w:rPr>
                    <w:t xml:space="preserve"> -محافظة الضالع</w:t>
                  </w:r>
                  <w:r w:rsidRPr="001B3C52">
                    <w:rPr>
                      <w:rFonts w:ascii="Arial Narrow" w:hAnsi="Arial Narrow" w:cs="Arial"/>
                      <w:b/>
                      <w:bCs/>
                      <w:sz w:val="18"/>
                      <w:szCs w:val="18"/>
                    </w:rPr>
                    <w:t>.</w:t>
                  </w:r>
                </w:p>
                <w:p w14:paraId="6EA07422" w14:textId="77777777" w:rsidR="001B3C52" w:rsidRPr="0034676C" w:rsidRDefault="001B3C52" w:rsidP="00D04E85">
                  <w:pPr>
                    <w:framePr w:hSpace="180" w:wrap="around" w:vAnchor="page" w:hAnchor="page" w:x="606" w:y="539"/>
                    <w:jc w:val="center"/>
                    <w:rPr>
                      <w:rFonts w:ascii="Arial" w:hAnsi="Arial" w:cs="Arial"/>
                      <w:b/>
                      <w:bCs/>
                      <w:color w:val="FF0000"/>
                      <w:u w:val="single"/>
                      <w:rtl/>
                    </w:rPr>
                  </w:pPr>
                </w:p>
                <w:p w14:paraId="02B4D4A0" w14:textId="77777777" w:rsidR="00914B56" w:rsidRDefault="00914B56" w:rsidP="00D04E85">
                  <w:pPr>
                    <w:framePr w:hSpace="180" w:wrap="around" w:vAnchor="page" w:hAnchor="page" w:x="606" w:y="539"/>
                    <w:jc w:val="center"/>
                    <w:rPr>
                      <w:rFonts w:ascii="Arial Narrow" w:hAnsi="Arial Narrow" w:cs="Arial"/>
                      <w:b/>
                      <w:bCs/>
                      <w:sz w:val="18"/>
                      <w:szCs w:val="18"/>
                    </w:rPr>
                  </w:pPr>
                </w:p>
                <w:p w14:paraId="6425CFE4" w14:textId="77777777" w:rsidR="008F2021" w:rsidRPr="007D1C6C" w:rsidRDefault="008F2021" w:rsidP="00D04E85">
                  <w:pPr>
                    <w:framePr w:hSpace="180" w:wrap="around" w:vAnchor="page" w:hAnchor="page" w:x="606" w:y="539"/>
                    <w:jc w:val="center"/>
                    <w:rPr>
                      <w:rFonts w:ascii="Arial Narrow" w:hAnsi="Arial Narrow" w:cs="Arial"/>
                      <w:b/>
                      <w:bCs/>
                      <w:sz w:val="18"/>
                      <w:szCs w:val="18"/>
                    </w:rPr>
                  </w:pPr>
                </w:p>
              </w:tc>
              <w:tc>
                <w:tcPr>
                  <w:tcW w:w="3480" w:type="dxa"/>
                  <w:tcBorders>
                    <w:top w:val="single" w:sz="4" w:space="0" w:color="auto"/>
                    <w:left w:val="single" w:sz="4" w:space="0" w:color="auto"/>
                    <w:bottom w:val="single" w:sz="4" w:space="0" w:color="auto"/>
                    <w:right w:val="single" w:sz="4" w:space="0" w:color="auto"/>
                  </w:tcBorders>
                  <w:vAlign w:val="center"/>
                </w:tcPr>
                <w:p w14:paraId="6E301947" w14:textId="77777777" w:rsidR="00C37A04" w:rsidRDefault="00C37A04" w:rsidP="00D04E85">
                  <w:pPr>
                    <w:framePr w:hSpace="180" w:wrap="around" w:vAnchor="page" w:hAnchor="page" w:x="606" w:y="539"/>
                    <w:jc w:val="center"/>
                    <w:rPr>
                      <w:rFonts w:ascii="Arial Narrow" w:hAnsi="Arial Narrow" w:cs="Arial"/>
                      <w:b/>
                      <w:bCs/>
                      <w:color w:val="000000" w:themeColor="text1"/>
                      <w:sz w:val="16"/>
                      <w:szCs w:val="16"/>
                    </w:rPr>
                  </w:pPr>
                  <w:r w:rsidRPr="00C37A04">
                    <w:rPr>
                      <w:rFonts w:ascii="Arial Narrow" w:hAnsi="Arial Narrow" w:cs="Arial"/>
                      <w:b/>
                      <w:bCs/>
                      <w:color w:val="000000" w:themeColor="text1"/>
                      <w:sz w:val="16"/>
                      <w:szCs w:val="16"/>
                    </w:rPr>
                    <w:t xml:space="preserve">DDP to the water source (dam) </w:t>
                  </w:r>
                  <w:proofErr w:type="spellStart"/>
                  <w:r w:rsidRPr="00C37A04">
                    <w:rPr>
                      <w:rFonts w:ascii="Arial Narrow" w:hAnsi="Arial Narrow" w:cs="Arial"/>
                      <w:b/>
                      <w:bCs/>
                      <w:color w:val="000000" w:themeColor="text1"/>
                      <w:sz w:val="16"/>
                      <w:szCs w:val="16"/>
                    </w:rPr>
                    <w:t>Qusabah</w:t>
                  </w:r>
                  <w:proofErr w:type="spellEnd"/>
                  <w:r w:rsidRPr="00C37A04">
                    <w:rPr>
                      <w:rFonts w:ascii="Arial Narrow" w:hAnsi="Arial Narrow" w:cs="Arial"/>
                      <w:b/>
                      <w:bCs/>
                      <w:color w:val="000000" w:themeColor="text1"/>
                      <w:sz w:val="16"/>
                      <w:szCs w:val="16"/>
                    </w:rPr>
                    <w:t xml:space="preserve"> and Borat Dam - Al-Azareq District- Al-</w:t>
                  </w:r>
                  <w:proofErr w:type="spellStart"/>
                  <w:r w:rsidRPr="00C37A04">
                    <w:rPr>
                      <w:rFonts w:ascii="Arial Narrow" w:hAnsi="Arial Narrow" w:cs="Arial"/>
                      <w:b/>
                      <w:bCs/>
                      <w:color w:val="000000" w:themeColor="text1"/>
                      <w:sz w:val="16"/>
                      <w:szCs w:val="16"/>
                    </w:rPr>
                    <w:t>Dhale'e</w:t>
                  </w:r>
                  <w:proofErr w:type="spellEnd"/>
                  <w:r w:rsidRPr="00C37A04">
                    <w:rPr>
                      <w:rFonts w:ascii="Arial Narrow" w:hAnsi="Arial Narrow" w:cs="Arial"/>
                      <w:b/>
                      <w:bCs/>
                      <w:color w:val="000000" w:themeColor="text1"/>
                      <w:sz w:val="16"/>
                      <w:szCs w:val="16"/>
                    </w:rPr>
                    <w:t xml:space="preserve"> Governorate including the delivery and the installations.</w:t>
                  </w:r>
                </w:p>
                <w:p w14:paraId="145059DE" w14:textId="77777777" w:rsidR="00C37A04" w:rsidRPr="00C37A04" w:rsidRDefault="00C37A04" w:rsidP="00D04E85">
                  <w:pPr>
                    <w:framePr w:hSpace="180" w:wrap="around" w:vAnchor="page" w:hAnchor="page" w:x="606" w:y="539"/>
                    <w:jc w:val="center"/>
                    <w:rPr>
                      <w:rFonts w:ascii="Arial Narrow" w:hAnsi="Arial Narrow" w:cs="Arial"/>
                      <w:b/>
                      <w:bCs/>
                      <w:color w:val="000000" w:themeColor="text1"/>
                      <w:sz w:val="16"/>
                      <w:szCs w:val="16"/>
                    </w:rPr>
                  </w:pPr>
                </w:p>
                <w:p w14:paraId="19A55830" w14:textId="36B1A4E5" w:rsidR="00914B56" w:rsidRPr="000E6922" w:rsidRDefault="00C37A04" w:rsidP="00D04E85">
                  <w:pPr>
                    <w:framePr w:hSpace="180" w:wrap="around" w:vAnchor="page" w:hAnchor="page" w:x="606" w:y="539"/>
                    <w:jc w:val="center"/>
                    <w:rPr>
                      <w:rFonts w:ascii="Arial Narrow" w:hAnsi="Arial Narrow" w:cs="Arial"/>
                      <w:b/>
                      <w:bCs/>
                      <w:color w:val="000000" w:themeColor="text1"/>
                      <w:sz w:val="16"/>
                      <w:szCs w:val="16"/>
                    </w:rPr>
                  </w:pPr>
                  <w:r w:rsidRPr="00C37A04">
                    <w:rPr>
                      <w:rFonts w:ascii="Arial Narrow" w:hAnsi="Arial Narrow" w:cs="Arial"/>
                      <w:b/>
                      <w:bCs/>
                      <w:color w:val="000000" w:themeColor="text1"/>
                      <w:sz w:val="18"/>
                      <w:szCs w:val="18"/>
                      <w:rtl/>
                    </w:rPr>
                    <w:t>شامل التوصيل والتركيب الى مصدرمياة (سد) قصابة وبراط -مديرية الأزارق -محافظة الضالع</w:t>
                  </w:r>
                </w:p>
              </w:tc>
              <w:tc>
                <w:tcPr>
                  <w:tcW w:w="2465" w:type="dxa"/>
                  <w:tcBorders>
                    <w:top w:val="single" w:sz="4" w:space="0" w:color="auto"/>
                    <w:left w:val="single" w:sz="4" w:space="0" w:color="auto"/>
                    <w:bottom w:val="single" w:sz="4" w:space="0" w:color="auto"/>
                    <w:right w:val="single" w:sz="4" w:space="0" w:color="auto"/>
                  </w:tcBorders>
                  <w:vAlign w:val="center"/>
                </w:tcPr>
                <w:p w14:paraId="76FA9B4F" w14:textId="77777777" w:rsidR="00405A69" w:rsidRPr="00405A69" w:rsidRDefault="00405A69" w:rsidP="00D04E85">
                  <w:pPr>
                    <w:framePr w:hSpace="180" w:wrap="around" w:vAnchor="page" w:hAnchor="page" w:x="606" w:y="539"/>
                    <w:jc w:val="center"/>
                    <w:rPr>
                      <w:rFonts w:ascii="Arial Narrow" w:hAnsi="Arial Narrow" w:cs="Calibri"/>
                      <w:b/>
                      <w:bCs/>
                      <w:color w:val="000000" w:themeColor="text1"/>
                      <w:sz w:val="18"/>
                      <w:szCs w:val="18"/>
                    </w:rPr>
                  </w:pPr>
                  <w:r w:rsidRPr="00405A69">
                    <w:rPr>
                      <w:rFonts w:ascii="Arial Narrow" w:hAnsi="Arial Narrow" w:cs="Calibri"/>
                      <w:b/>
                      <w:bCs/>
                      <w:color w:val="000000" w:themeColor="text1"/>
                      <w:sz w:val="18"/>
                      <w:szCs w:val="18"/>
                      <w:rtl/>
                    </w:rPr>
                    <w:t>2</w:t>
                  </w:r>
                  <w:r w:rsidRPr="00405A69">
                    <w:rPr>
                      <w:rFonts w:ascii="Arial Narrow" w:hAnsi="Arial Narrow" w:cs="Calibri"/>
                      <w:b/>
                      <w:bCs/>
                      <w:color w:val="000000" w:themeColor="text1"/>
                      <w:sz w:val="18"/>
                      <w:szCs w:val="18"/>
                    </w:rPr>
                    <w:t xml:space="preserve"> MONTHS</w:t>
                  </w:r>
                </w:p>
                <w:p w14:paraId="7734F4AA" w14:textId="07253005" w:rsidR="00914B56" w:rsidRPr="00732F86" w:rsidRDefault="00405A69" w:rsidP="00D04E85">
                  <w:pPr>
                    <w:framePr w:hSpace="180" w:wrap="around" w:vAnchor="page" w:hAnchor="page" w:x="606" w:y="539"/>
                    <w:jc w:val="center"/>
                    <w:rPr>
                      <w:rFonts w:ascii="Arial Narrow" w:hAnsi="Arial Narrow" w:cs="Calibri"/>
                      <w:b/>
                      <w:bCs/>
                      <w:color w:val="000000" w:themeColor="text1"/>
                      <w:sz w:val="18"/>
                      <w:szCs w:val="18"/>
                    </w:rPr>
                  </w:pPr>
                  <w:r w:rsidRPr="00405A69">
                    <w:rPr>
                      <w:rFonts w:ascii="Arial Narrow" w:hAnsi="Arial Narrow" w:cs="Calibri"/>
                      <w:b/>
                      <w:bCs/>
                      <w:color w:val="000000" w:themeColor="text1"/>
                      <w:sz w:val="18"/>
                      <w:szCs w:val="18"/>
                      <w:rtl/>
                    </w:rPr>
                    <w:t>شهرين</w:t>
                  </w:r>
                </w:p>
              </w:tc>
            </w:tr>
            <w:bookmarkEnd w:id="1"/>
          </w:tbl>
          <w:p w14:paraId="086A0CBB" w14:textId="6777060C" w:rsidR="00217DEC" w:rsidRPr="00217DEC" w:rsidRDefault="00217DEC" w:rsidP="00217DEC">
            <w:pPr>
              <w:rPr>
                <w:rFonts w:ascii="Arial Narrow" w:hAnsi="Arial Narrow" w:cs="Calibri"/>
                <w:b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2D5CF06B">
              <w:trPr>
                <w:trHeight w:val="13586"/>
              </w:trPr>
              <w:tc>
                <w:tcPr>
                  <w:tcW w:w="5129" w:type="dxa"/>
                  <w:tcBorders>
                    <w:right w:val="single" w:sz="4" w:space="0" w:color="auto"/>
                  </w:tcBorders>
                </w:tcPr>
                <w:p w14:paraId="3C7B481B" w14:textId="77777777" w:rsidR="00F4593A" w:rsidRDefault="00F4593A" w:rsidP="00D04E85">
                  <w:pPr>
                    <w:framePr w:hSpace="180" w:wrap="around" w:vAnchor="page" w:hAnchor="page" w:x="606" w:y="539"/>
                    <w:jc w:val="both"/>
                    <w:rPr>
                      <w:rFonts w:ascii="Arial Narrow" w:hAnsi="Arial Narrow" w:cs="Arial"/>
                      <w:bCs/>
                      <w:sz w:val="18"/>
                      <w:szCs w:val="18"/>
                    </w:rPr>
                  </w:pPr>
                </w:p>
                <w:p w14:paraId="01A66DF6" w14:textId="537EA48B" w:rsidR="003804EE" w:rsidRPr="00F116D0" w:rsidRDefault="003804EE" w:rsidP="00D04E85">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 xml:space="preserve">The tender will be conducted using ACTED standard bidding documents, open to all qualified suppliers and service providers. </w:t>
                  </w:r>
                </w:p>
                <w:p w14:paraId="68D51529" w14:textId="77777777" w:rsidR="003804EE" w:rsidRDefault="003804EE" w:rsidP="00D04E85">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The Bidding Documents (in Arabic/English) may be downloaded from:</w:t>
                  </w:r>
                </w:p>
                <w:p w14:paraId="29ECF9FB" w14:textId="77777777" w:rsidR="00F4593A" w:rsidRPr="00F116D0" w:rsidRDefault="00F4593A" w:rsidP="00D04E85">
                  <w:pPr>
                    <w:framePr w:hSpace="180" w:wrap="around" w:vAnchor="page" w:hAnchor="page" w:x="606" w:y="539"/>
                    <w:jc w:val="both"/>
                    <w:rPr>
                      <w:rFonts w:ascii="Arial Narrow" w:hAnsi="Arial Narrow" w:cs="Arial"/>
                      <w:bCs/>
                      <w:sz w:val="18"/>
                      <w:szCs w:val="18"/>
                    </w:rPr>
                  </w:pPr>
                </w:p>
                <w:p w14:paraId="5199B8D6" w14:textId="77777777" w:rsidR="003804EE" w:rsidRPr="00F116D0" w:rsidRDefault="003804EE" w:rsidP="00D04E85">
                  <w:pPr>
                    <w:framePr w:hSpace="180" w:wrap="around" w:vAnchor="page" w:hAnchor="page" w:x="606" w:y="539"/>
                    <w:jc w:val="both"/>
                    <w:rPr>
                      <w:rFonts w:ascii="Arial Narrow" w:hAnsi="Arial Narrow" w:cs="Arial"/>
                      <w:bCs/>
                      <w:sz w:val="18"/>
                      <w:szCs w:val="18"/>
                    </w:rPr>
                  </w:pPr>
                </w:p>
                <w:p w14:paraId="1154C11D" w14:textId="77777777" w:rsidR="003804EE" w:rsidRPr="00F116D0" w:rsidRDefault="003804EE" w:rsidP="00D04E85">
                  <w:pPr>
                    <w:pStyle w:val="ListParagraph"/>
                    <w:framePr w:hSpace="180" w:wrap="around" w:vAnchor="page" w:hAnchor="page" w:x="606" w:y="539"/>
                    <w:numPr>
                      <w:ilvl w:val="0"/>
                      <w:numId w:val="10"/>
                    </w:numPr>
                    <w:jc w:val="both"/>
                    <w:rPr>
                      <w:rStyle w:val="Hyperlink"/>
                      <w:sz w:val="20"/>
                      <w:szCs w:val="20"/>
                    </w:rPr>
                  </w:pPr>
                  <w:r w:rsidRPr="00F116D0">
                    <w:rPr>
                      <w:rFonts w:ascii="Arial Narrow" w:hAnsi="Arial Narrow" w:cs="Arial"/>
                      <w:b/>
                      <w:sz w:val="18"/>
                      <w:szCs w:val="18"/>
                    </w:rPr>
                    <w:t>Yemen HR</w:t>
                  </w:r>
                  <w:r w:rsidRPr="00F116D0">
                    <w:rPr>
                      <w:rFonts w:ascii="Arial Narrow" w:hAnsi="Arial Narrow" w:cs="Arial"/>
                      <w:bCs/>
                      <w:sz w:val="18"/>
                      <w:szCs w:val="18"/>
                    </w:rPr>
                    <w:t xml:space="preserve"> from the following link: </w:t>
                  </w:r>
                  <w:hyperlink r:id="rId12" w:history="1">
                    <w:r w:rsidRPr="00F116D0">
                      <w:rPr>
                        <w:rStyle w:val="Hyperlink"/>
                        <w:rFonts w:ascii="Arial Narrow" w:hAnsi="Arial Narrow" w:cs="Arial"/>
                        <w:bCs/>
                        <w:sz w:val="18"/>
                        <w:szCs w:val="18"/>
                      </w:rPr>
                      <w:t>https://yemenhr.com/tenders</w:t>
                    </w:r>
                  </w:hyperlink>
                  <w:r w:rsidRPr="00F116D0">
                    <w:rPr>
                      <w:rStyle w:val="Hyperlink"/>
                      <w:rFonts w:ascii="Arial Narrow" w:hAnsi="Arial Narrow" w:cs="Arial"/>
                      <w:bCs/>
                      <w:sz w:val="18"/>
                      <w:szCs w:val="18"/>
                    </w:rPr>
                    <w:t xml:space="preserve"> </w:t>
                  </w:r>
                </w:p>
                <w:p w14:paraId="6928FDF4" w14:textId="77777777" w:rsidR="004F15D1" w:rsidRPr="00F116D0" w:rsidRDefault="004F15D1" w:rsidP="00D04E85">
                  <w:pPr>
                    <w:framePr w:hSpace="180" w:wrap="around" w:vAnchor="page" w:hAnchor="page" w:x="606" w:y="539"/>
                    <w:jc w:val="both"/>
                    <w:rPr>
                      <w:color w:val="0000FF"/>
                      <w:sz w:val="20"/>
                      <w:szCs w:val="20"/>
                      <w:u w:val="single"/>
                      <w:rtl/>
                    </w:rPr>
                  </w:pPr>
                </w:p>
                <w:p w14:paraId="2CA512AF" w14:textId="254045DB" w:rsidR="005A7FFE" w:rsidRPr="00D11F27" w:rsidRDefault="003804EE" w:rsidP="00D11F27">
                  <w:pPr>
                    <w:framePr w:hSpace="180" w:wrap="around" w:vAnchor="page" w:hAnchor="page" w:x="606" w:y="539"/>
                    <w:jc w:val="both"/>
                    <w:rPr>
                      <w:rFonts w:ascii="Arial Narrow" w:hAnsi="Arial Narrow" w:cs="Arial"/>
                      <w:bCs/>
                      <w:sz w:val="18"/>
                      <w:szCs w:val="18"/>
                      <w:lang w:val="en-GB"/>
                    </w:rPr>
                  </w:pPr>
                  <w:r w:rsidRPr="00F116D0">
                    <w:rPr>
                      <w:rFonts w:ascii="Arial Narrow" w:hAnsi="Arial Narrow" w:cs="Arial"/>
                      <w:bCs/>
                      <w:sz w:val="18"/>
                      <w:szCs w:val="18"/>
                      <w:lang w:val="en-GB"/>
                    </w:rPr>
                    <w:t>Potential bidders are encouraged to consult the website mentioned above regularly for potential modification to the present tender and/or the bidding documents.</w:t>
                  </w:r>
                </w:p>
                <w:p w14:paraId="6DE52F61" w14:textId="1D47F601" w:rsidR="00DF2E58" w:rsidRPr="00DF2E58" w:rsidRDefault="00DF2E58" w:rsidP="00D04E85">
                  <w:pPr>
                    <w:framePr w:hSpace="180" w:wrap="around" w:vAnchor="page" w:hAnchor="page" w:x="606" w:y="539"/>
                    <w:spacing w:before="80"/>
                    <w:jc w:val="both"/>
                    <w:rPr>
                      <w:rFonts w:ascii="Arial Narrow" w:hAnsi="Arial Narrow"/>
                      <w:sz w:val="18"/>
                      <w:szCs w:val="18"/>
                      <w:lang w:bidi="ar-SA"/>
                    </w:rPr>
                  </w:pPr>
                  <w:r w:rsidRPr="00DF2E58">
                    <w:rPr>
                      <w:rFonts w:ascii="Arial Narrow" w:hAnsi="Arial Narrow"/>
                      <w:sz w:val="18"/>
                      <w:szCs w:val="18"/>
                      <w:lang w:bidi="ar-SA"/>
                    </w:rPr>
                    <w:t xml:space="preserve">The </w:t>
                  </w:r>
                  <w:r w:rsidRPr="00DF2E58">
                    <w:rPr>
                      <w:rFonts w:ascii="Arial Narrow" w:hAnsi="Arial Narrow"/>
                      <w:b/>
                      <w:bCs/>
                      <w:sz w:val="18"/>
                      <w:szCs w:val="18"/>
                      <w:lang w:bidi="ar-SA"/>
                    </w:rPr>
                    <w:t>Closing Date</w:t>
                  </w:r>
                  <w:r w:rsidRPr="00DF2E58">
                    <w:rPr>
                      <w:rFonts w:ascii="Arial Narrow" w:hAnsi="Arial Narrow"/>
                      <w:sz w:val="18"/>
                      <w:szCs w:val="18"/>
                      <w:lang w:bidi="ar-SA"/>
                    </w:rPr>
                    <w:t xml:space="preserve"> of this tender is </w:t>
                  </w:r>
                  <w:r w:rsidR="00F36CFC">
                    <w:rPr>
                      <w:rFonts w:ascii="Arial Narrow" w:hAnsi="Arial Narrow"/>
                      <w:b/>
                      <w:bCs/>
                      <w:sz w:val="16"/>
                      <w:szCs w:val="16"/>
                      <w:lang w:bidi="ar-SA"/>
                    </w:rPr>
                    <w:t>2</w:t>
                  </w:r>
                  <w:r w:rsidRPr="00DF2E58">
                    <w:rPr>
                      <w:rFonts w:ascii="Arial Narrow" w:hAnsi="Arial Narrow"/>
                      <w:b/>
                      <w:bCs/>
                      <w:sz w:val="16"/>
                      <w:szCs w:val="16"/>
                      <w:lang w:bidi="ar-SA"/>
                    </w:rPr>
                    <w:t>2-09-</w:t>
                  </w:r>
                  <w:r w:rsidRPr="00DF2E58">
                    <w:rPr>
                      <w:rFonts w:ascii="Arial Narrow" w:hAnsi="Arial Narrow"/>
                      <w:b/>
                      <w:sz w:val="16"/>
                      <w:szCs w:val="16"/>
                      <w:lang w:bidi="ar-SA"/>
                    </w:rPr>
                    <w:t xml:space="preserve">2025 </w:t>
                  </w:r>
                  <w:r w:rsidRPr="00DF2E58">
                    <w:rPr>
                      <w:rFonts w:ascii="Arial Narrow" w:hAnsi="Arial Narrow"/>
                      <w:sz w:val="18"/>
                      <w:szCs w:val="18"/>
                      <w:lang w:bidi="ar-SA"/>
                    </w:rPr>
                    <w:t xml:space="preserve">at </w:t>
                  </w:r>
                  <w:r w:rsidRPr="00DF2E58">
                    <w:rPr>
                      <w:rFonts w:ascii="Arial Narrow" w:hAnsi="Arial Narrow"/>
                      <w:b/>
                      <w:bCs/>
                      <w:sz w:val="16"/>
                      <w:szCs w:val="16"/>
                      <w:lang w:bidi="ar-SA"/>
                    </w:rPr>
                    <w:t>10 AM</w:t>
                  </w:r>
                  <w:r w:rsidRPr="00DF2E58">
                    <w:rPr>
                      <w:rFonts w:ascii="Arial Narrow" w:hAnsi="Arial Narrow"/>
                      <w:sz w:val="18"/>
                      <w:szCs w:val="18"/>
                      <w:lang w:bidi="ar-SA"/>
                    </w:rPr>
                    <w:t xml:space="preserve">. </w:t>
                  </w:r>
                  <w:r w:rsidRPr="00DF2E58">
                    <w:rPr>
                      <w:rFonts w:ascii="Arial Narrow" w:eastAsia="Calibri" w:hAnsi="Arial Narrow"/>
                      <w:bCs/>
                      <w:sz w:val="18"/>
                      <w:szCs w:val="18"/>
                      <w:lang w:eastAsia="fr-FR" w:bidi="ar-SA"/>
                    </w:rPr>
                    <w:t>The bidders submission should be via email to</w:t>
                  </w:r>
                  <w:r w:rsidRPr="00DF2E58">
                    <w:rPr>
                      <w:rFonts w:ascii="Arial Narrow" w:hAnsi="Arial Narrow"/>
                      <w:bCs/>
                      <w:sz w:val="18"/>
                      <w:szCs w:val="18"/>
                      <w:lang w:bidi="ar-SA"/>
                    </w:rPr>
                    <w:t xml:space="preserve"> </w:t>
                  </w:r>
                  <w:hyperlink r:id="rId13" w:history="1">
                    <w:r w:rsidRPr="00DF2E58">
                      <w:rPr>
                        <w:rFonts w:ascii="Arial Narrow" w:hAnsi="Arial Narrow"/>
                        <w:bCs/>
                        <w:color w:val="0000FF"/>
                        <w:sz w:val="18"/>
                        <w:szCs w:val="18"/>
                        <w:u w:val="single"/>
                        <w:lang w:eastAsia="fr-FR" w:bidi="ar-SA"/>
                      </w:rPr>
                      <w:t>yemen.tender@acted.org</w:t>
                    </w:r>
                  </w:hyperlink>
                  <w:r w:rsidRPr="00DF2E58">
                    <w:rPr>
                      <w:rFonts w:ascii="Arial Narrow" w:eastAsia="Calibri" w:hAnsi="Arial Narrow"/>
                      <w:bCs/>
                      <w:sz w:val="18"/>
                      <w:szCs w:val="18"/>
                      <w:lang w:eastAsia="fr-FR" w:bidi="ar-SA"/>
                    </w:rPr>
                    <w:t xml:space="preserve"> with </w:t>
                  </w:r>
                  <w:hyperlink r:id="rId14" w:history="1">
                    <w:r w:rsidRPr="00DF2E58">
                      <w:rPr>
                        <w:rFonts w:ascii="Arial Narrow" w:eastAsia="Calibri" w:hAnsi="Arial Narrow"/>
                        <w:bCs/>
                        <w:color w:val="0000FF"/>
                        <w:sz w:val="18"/>
                        <w:szCs w:val="18"/>
                        <w:u w:val="single"/>
                        <w:lang w:eastAsia="fr-FR" w:bidi="ar-SA"/>
                      </w:rPr>
                      <w:t>tender@acted.org</w:t>
                    </w:r>
                  </w:hyperlink>
                  <w:r w:rsidRPr="00DF2E58">
                    <w:rPr>
                      <w:rFonts w:ascii="Arial Narrow" w:eastAsia="Calibri" w:hAnsi="Arial Narrow"/>
                      <w:bCs/>
                      <w:sz w:val="18"/>
                      <w:szCs w:val="18"/>
                      <w:lang w:eastAsia="fr-FR" w:bidi="ar-SA"/>
                    </w:rPr>
                    <w:t xml:space="preserve"> in CC with the subject of the Tender reference :</w:t>
                  </w:r>
                </w:p>
                <w:p w14:paraId="0C577C3A" w14:textId="77777777" w:rsidR="00DF2E58" w:rsidRPr="00DF2E58" w:rsidRDefault="00DF2E58" w:rsidP="00D04E85">
                  <w:pPr>
                    <w:framePr w:hSpace="180" w:wrap="around" w:vAnchor="page" w:hAnchor="page" w:x="606" w:y="539"/>
                    <w:spacing w:before="80"/>
                    <w:ind w:left="339"/>
                    <w:jc w:val="both"/>
                    <w:rPr>
                      <w:rFonts w:ascii="Arial Narrow" w:hAnsi="Arial Narrow"/>
                      <w:sz w:val="18"/>
                      <w:szCs w:val="18"/>
                      <w:rtl/>
                      <w:lang w:bidi="ar-SA"/>
                    </w:rPr>
                  </w:pPr>
                </w:p>
                <w:p w14:paraId="6829D17B" w14:textId="49931F82" w:rsidR="00DF2E58" w:rsidRDefault="00F36CFC" w:rsidP="00D04E85">
                  <w:pPr>
                    <w:framePr w:hSpace="180" w:wrap="around" w:vAnchor="page" w:hAnchor="page" w:x="606" w:y="539"/>
                    <w:tabs>
                      <w:tab w:val="left" w:pos="1077"/>
                    </w:tabs>
                    <w:ind w:left="339"/>
                    <w:jc w:val="center"/>
                    <w:rPr>
                      <w:rFonts w:ascii="Arial Narrow" w:hAnsi="Arial Narrow" w:cs="Calibri"/>
                      <w:b/>
                      <w:bCs/>
                      <w:color w:val="0070C0"/>
                      <w:sz w:val="18"/>
                      <w:szCs w:val="18"/>
                      <w:lang w:bidi="ar-SA"/>
                    </w:rPr>
                  </w:pPr>
                  <w:r w:rsidRPr="00F36CFC">
                    <w:rPr>
                      <w:rFonts w:ascii="Arial Narrow" w:hAnsi="Arial Narrow" w:cs="Calibri"/>
                      <w:b/>
                      <w:bCs/>
                      <w:color w:val="0070C0"/>
                      <w:sz w:val="18"/>
                      <w:szCs w:val="18"/>
                      <w:lang w:bidi="ar-SA"/>
                    </w:rPr>
                    <w:t xml:space="preserve">T/15GDK/A4ZWSS- A4ZCPR/Solar System/South/LOG/Al </w:t>
                  </w:r>
                  <w:proofErr w:type="spellStart"/>
                  <w:r w:rsidRPr="00F36CFC">
                    <w:rPr>
                      <w:rFonts w:ascii="Arial Narrow" w:hAnsi="Arial Narrow" w:cs="Calibri"/>
                      <w:b/>
                      <w:bCs/>
                      <w:color w:val="0070C0"/>
                      <w:sz w:val="18"/>
                      <w:szCs w:val="18"/>
                      <w:lang w:bidi="ar-SA"/>
                    </w:rPr>
                    <w:t>Dhalee</w:t>
                  </w:r>
                  <w:proofErr w:type="spellEnd"/>
                  <w:r w:rsidRPr="00F36CFC">
                    <w:rPr>
                      <w:rFonts w:ascii="Arial Narrow" w:hAnsi="Arial Narrow" w:cs="Calibri"/>
                      <w:b/>
                      <w:bCs/>
                      <w:color w:val="0070C0"/>
                      <w:sz w:val="18"/>
                      <w:szCs w:val="18"/>
                      <w:lang w:bidi="ar-SA"/>
                    </w:rPr>
                    <w:t>/YEM/08-09-2025/001</w:t>
                  </w:r>
                </w:p>
                <w:p w14:paraId="5C78B300" w14:textId="77777777" w:rsidR="003744EB" w:rsidRDefault="003744EB" w:rsidP="00D04E85">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5BDB52F3" w14:textId="77777777" w:rsidR="00D11F27" w:rsidRPr="00DF2E58" w:rsidRDefault="00D11F27" w:rsidP="00D04E85">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25E3D2A1" w14:textId="73B32440" w:rsidR="00730C15" w:rsidRDefault="00DF2E58" w:rsidP="00D04E85">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A Pre-Tender Information Session will be organized in ACTED</w:t>
                  </w:r>
                  <w:r w:rsidR="00162080">
                    <w:rPr>
                      <w:rFonts w:ascii="Arial Narrow" w:hAnsi="Arial Narrow"/>
                      <w:sz w:val="18"/>
                      <w:szCs w:val="18"/>
                      <w:lang w:eastAsia="fr-FR" w:bidi="ar-SA"/>
                    </w:rPr>
                    <w:t xml:space="preserve"> in</w:t>
                  </w:r>
                  <w:r w:rsidRPr="00DF2E58">
                    <w:rPr>
                      <w:rFonts w:ascii="Arial Narrow" w:hAnsi="Arial Narrow"/>
                      <w:sz w:val="18"/>
                      <w:szCs w:val="18"/>
                      <w:lang w:eastAsia="fr-FR" w:bidi="ar-SA"/>
                    </w:rPr>
                    <w:t xml:space="preserve"> Al </w:t>
                  </w:r>
                  <w:proofErr w:type="spellStart"/>
                  <w:r w:rsidRPr="00DF2E58">
                    <w:rPr>
                      <w:rFonts w:ascii="Arial Narrow" w:hAnsi="Arial Narrow"/>
                      <w:sz w:val="18"/>
                      <w:szCs w:val="18"/>
                      <w:lang w:eastAsia="fr-FR" w:bidi="ar-SA"/>
                    </w:rPr>
                    <w:t>Dhalee</w:t>
                  </w:r>
                  <w:proofErr w:type="spellEnd"/>
                  <w:r w:rsidRPr="00DF2E58">
                    <w:rPr>
                      <w:rFonts w:ascii="Arial Narrow" w:hAnsi="Arial Narrow"/>
                      <w:sz w:val="18"/>
                      <w:szCs w:val="18"/>
                      <w:lang w:eastAsia="fr-FR" w:bidi="ar-SA"/>
                    </w:rPr>
                    <w:t xml:space="preserve"> office which is addressed in (Habeel Kriza – Al </w:t>
                  </w:r>
                  <w:proofErr w:type="spellStart"/>
                  <w:r w:rsidRPr="00DF2E58">
                    <w:rPr>
                      <w:rFonts w:ascii="Arial Narrow" w:hAnsi="Arial Narrow"/>
                      <w:sz w:val="18"/>
                      <w:szCs w:val="18"/>
                      <w:lang w:eastAsia="fr-FR" w:bidi="ar-SA"/>
                    </w:rPr>
                    <w:t>Dhalee</w:t>
                  </w:r>
                  <w:proofErr w:type="spellEnd"/>
                  <w:r w:rsidRPr="00DF2E58">
                    <w:rPr>
                      <w:rFonts w:ascii="Arial Narrow" w:hAnsi="Arial Narrow"/>
                      <w:sz w:val="18"/>
                      <w:szCs w:val="18"/>
                      <w:lang w:eastAsia="fr-FR" w:bidi="ar-SA"/>
                    </w:rPr>
                    <w:t xml:space="preserve"> city–</w:t>
                  </w:r>
                  <w:proofErr w:type="gramStart"/>
                  <w:r w:rsidRPr="00DF2E58">
                    <w:rPr>
                      <w:rFonts w:ascii="Calibri" w:eastAsia="Calibri" w:hAnsi="Calibri"/>
                      <w:sz w:val="22"/>
                      <w:szCs w:val="22"/>
                      <w:lang w:eastAsia="fr-FR" w:bidi="ar-SA"/>
                    </w:rPr>
                    <w:t>Y</w:t>
                  </w:r>
                  <w:r w:rsidRPr="00DF2E58">
                    <w:rPr>
                      <w:rFonts w:ascii="Arial Narrow" w:hAnsi="Arial Narrow"/>
                      <w:sz w:val="18"/>
                      <w:szCs w:val="18"/>
                      <w:lang w:eastAsia="fr-FR" w:bidi="ar-SA"/>
                    </w:rPr>
                    <w:t>emen</w:t>
                  </w:r>
                  <w:r w:rsidRPr="00DF2E58">
                    <w:rPr>
                      <w:rFonts w:ascii="Calibri" w:eastAsia="Calibri" w:hAnsi="Calibri"/>
                      <w:sz w:val="22"/>
                      <w:szCs w:val="22"/>
                      <w:lang w:eastAsia="fr-FR" w:bidi="ar-SA"/>
                    </w:rPr>
                    <w:t>)</w:t>
                  </w:r>
                  <w:r w:rsidRPr="00DF2E58">
                    <w:rPr>
                      <w:rFonts w:ascii="Arial Narrow" w:hAnsi="Arial Narrow"/>
                      <w:sz w:val="18"/>
                      <w:szCs w:val="18"/>
                      <w:lang w:eastAsia="fr-FR" w:bidi="ar-SA"/>
                    </w:rPr>
                    <w:t xml:space="preserve"> </w:t>
                  </w:r>
                  <w:r w:rsidR="00DD5264" w:rsidRPr="00DD5264">
                    <w:rPr>
                      <w:rFonts w:ascii="Arial Narrow" w:hAnsi="Arial Narrow"/>
                      <w:color w:val="000000"/>
                      <w:sz w:val="18"/>
                      <w:szCs w:val="18"/>
                      <w:shd w:val="clear" w:color="auto" w:fill="FFFFFF"/>
                    </w:rPr>
                    <w:t xml:space="preserve"> </w:t>
                  </w:r>
                  <w:r w:rsidRPr="00DF2E58">
                    <w:rPr>
                      <w:rFonts w:ascii="Arial Narrow" w:hAnsi="Arial Narrow"/>
                      <w:sz w:val="18"/>
                      <w:szCs w:val="18"/>
                      <w:lang w:eastAsia="fr-FR" w:bidi="ar-SA"/>
                    </w:rPr>
                    <w:t>On</w:t>
                  </w:r>
                  <w:proofErr w:type="gramEnd"/>
                  <w:r w:rsidRPr="00DF2E58">
                    <w:rPr>
                      <w:rFonts w:ascii="Arial Narrow" w:hAnsi="Arial Narrow"/>
                      <w:sz w:val="18"/>
                      <w:szCs w:val="18"/>
                      <w:lang w:eastAsia="fr-FR" w:bidi="ar-SA"/>
                    </w:rPr>
                    <w:t xml:space="preserve"> </w:t>
                  </w:r>
                  <w:r w:rsidR="00162080">
                    <w:rPr>
                      <w:rFonts w:ascii="Arial Narrow" w:hAnsi="Arial Narrow"/>
                      <w:b/>
                      <w:bCs/>
                      <w:sz w:val="18"/>
                      <w:szCs w:val="18"/>
                      <w:lang w:eastAsia="fr-FR" w:bidi="ar-SA"/>
                    </w:rPr>
                    <w:t>1</w:t>
                  </w:r>
                  <w:r w:rsidRPr="00DF2E58">
                    <w:rPr>
                      <w:rFonts w:ascii="Arial Narrow" w:hAnsi="Arial Narrow" w:hint="cs"/>
                      <w:b/>
                      <w:bCs/>
                      <w:sz w:val="18"/>
                      <w:szCs w:val="18"/>
                      <w:rtl/>
                      <w:lang w:eastAsia="fr-FR" w:bidi="ar-SA"/>
                    </w:rPr>
                    <w:t>5</w:t>
                  </w:r>
                  <w:r w:rsidRPr="00DF2E58">
                    <w:rPr>
                      <w:rFonts w:ascii="Arial Narrow" w:hAnsi="Arial Narrow"/>
                      <w:b/>
                      <w:bCs/>
                      <w:sz w:val="18"/>
                      <w:szCs w:val="18"/>
                      <w:lang w:eastAsia="fr-FR" w:bidi="ar-SA"/>
                    </w:rPr>
                    <w:t>-0</w:t>
                  </w:r>
                  <w:r w:rsidR="00162080">
                    <w:rPr>
                      <w:rFonts w:ascii="Arial Narrow" w:hAnsi="Arial Narrow"/>
                      <w:b/>
                      <w:bCs/>
                      <w:sz w:val="18"/>
                      <w:szCs w:val="18"/>
                      <w:lang w:eastAsia="fr-FR" w:bidi="ar-SA"/>
                    </w:rPr>
                    <w:t>9</w:t>
                  </w:r>
                  <w:r w:rsidRPr="00DF2E58">
                    <w:rPr>
                      <w:rFonts w:ascii="Arial Narrow" w:hAnsi="Arial Narrow"/>
                      <w:b/>
                      <w:bCs/>
                      <w:sz w:val="18"/>
                      <w:szCs w:val="18"/>
                      <w:lang w:eastAsia="fr-FR" w:bidi="ar-SA"/>
                    </w:rPr>
                    <w:t>-2025</w:t>
                  </w:r>
                  <w:r w:rsidRPr="00DF2E58">
                    <w:rPr>
                      <w:rFonts w:ascii="Arial Narrow" w:hAnsi="Arial Narrow"/>
                      <w:sz w:val="18"/>
                      <w:szCs w:val="18"/>
                      <w:lang w:eastAsia="fr-FR" w:bidi="ar-SA"/>
                    </w:rPr>
                    <w:t xml:space="preserve"> at </w:t>
                  </w:r>
                  <w:r w:rsidRPr="00DF2E58">
                    <w:rPr>
                      <w:rFonts w:ascii="Arial Narrow" w:hAnsi="Arial Narrow"/>
                      <w:b/>
                      <w:bCs/>
                      <w:sz w:val="18"/>
                      <w:szCs w:val="18"/>
                      <w:lang w:eastAsia="fr-FR" w:bidi="ar-SA"/>
                    </w:rPr>
                    <w:t>11:00 AM</w:t>
                  </w:r>
                  <w:r w:rsidRPr="00DF2E58">
                    <w:rPr>
                      <w:rFonts w:ascii="Arial Narrow" w:hAnsi="Arial Narrow"/>
                      <w:sz w:val="18"/>
                      <w:szCs w:val="18"/>
                      <w:lang w:eastAsia="fr-FR" w:bidi="ar-SA"/>
                    </w:rPr>
                    <w:t xml:space="preserve"> -</w:t>
                  </w:r>
                  <w:proofErr w:type="gramStart"/>
                  <w:r w:rsidRPr="00DF2E58">
                    <w:rPr>
                      <w:rFonts w:ascii="Arial Narrow" w:hAnsi="Arial Narrow"/>
                      <w:sz w:val="18"/>
                      <w:szCs w:val="18"/>
                      <w:lang w:eastAsia="fr-FR" w:bidi="ar-SA"/>
                    </w:rPr>
                    <w:t>Yemen</w:t>
                  </w:r>
                  <w:r w:rsidR="00DD5264">
                    <w:rPr>
                      <w:rFonts w:ascii="Arial Narrow" w:hAnsi="Arial Narrow"/>
                      <w:sz w:val="18"/>
                      <w:szCs w:val="18"/>
                      <w:lang w:eastAsia="fr-FR" w:bidi="ar-SA"/>
                    </w:rPr>
                    <w:t xml:space="preserve"> </w:t>
                  </w:r>
                  <w:r w:rsidRPr="00DF2E58">
                    <w:rPr>
                      <w:rFonts w:ascii="Arial Narrow" w:hAnsi="Arial Narrow"/>
                      <w:sz w:val="18"/>
                      <w:szCs w:val="18"/>
                      <w:lang w:eastAsia="fr-FR" w:bidi="ar-SA"/>
                    </w:rPr>
                    <w:t>.</w:t>
                  </w:r>
                  <w:proofErr w:type="gramEnd"/>
                  <w:r w:rsidRPr="00DF2E58">
                    <w:rPr>
                      <w:rFonts w:ascii="Arial Narrow" w:hAnsi="Arial Narrow"/>
                      <w:sz w:val="18"/>
                      <w:szCs w:val="18"/>
                      <w:lang w:eastAsia="fr-FR" w:bidi="ar-SA"/>
                    </w:rPr>
                    <w:t xml:space="preserve"> </w:t>
                  </w:r>
                </w:p>
                <w:p w14:paraId="27564483" w14:textId="14FF6C20" w:rsidR="00DF2E58" w:rsidRPr="00DF2E58" w:rsidRDefault="00DF2E58" w:rsidP="00D04E85">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All bidders are encouraged to attend but attendance is not compulsory.</w:t>
                  </w:r>
                </w:p>
                <w:p w14:paraId="541C5116" w14:textId="77777777" w:rsidR="00DF2E58" w:rsidRDefault="00DF2E58" w:rsidP="00D04E85">
                  <w:pPr>
                    <w:framePr w:hSpace="180" w:wrap="around" w:vAnchor="page" w:hAnchor="page" w:x="606" w:y="539"/>
                    <w:rPr>
                      <w:rFonts w:ascii="Arial Narrow" w:hAnsi="Arial Narrow"/>
                      <w:bCs/>
                      <w:sz w:val="18"/>
                      <w:szCs w:val="18"/>
                      <w:lang w:bidi="ar-SA"/>
                    </w:rPr>
                  </w:pPr>
                </w:p>
                <w:p w14:paraId="397AB81A" w14:textId="77777777" w:rsidR="00CC3854" w:rsidRDefault="00CC3854" w:rsidP="00D04E85">
                  <w:pPr>
                    <w:framePr w:hSpace="180" w:wrap="around" w:vAnchor="page" w:hAnchor="page" w:x="606" w:y="539"/>
                    <w:rPr>
                      <w:rFonts w:ascii="Arial Narrow" w:hAnsi="Arial Narrow"/>
                      <w:bCs/>
                      <w:sz w:val="18"/>
                      <w:szCs w:val="18"/>
                      <w:lang w:bidi="ar-SA"/>
                    </w:rPr>
                  </w:pPr>
                </w:p>
                <w:p w14:paraId="12053B38" w14:textId="138E45E6" w:rsidR="00DF2E58" w:rsidRPr="00DF2E58" w:rsidRDefault="00DF2E58" w:rsidP="00D04E85">
                  <w:pPr>
                    <w:framePr w:hSpace="180" w:wrap="around" w:vAnchor="page" w:hAnchor="page" w:x="606" w:y="539"/>
                    <w:rPr>
                      <w:rFonts w:ascii="Arial Narrow" w:hAnsi="Arial Narrow"/>
                      <w:bCs/>
                      <w:sz w:val="18"/>
                      <w:szCs w:val="18"/>
                      <w:lang w:bidi="ar-SA"/>
                    </w:rPr>
                  </w:pPr>
                  <w:r w:rsidRPr="00DF2E58">
                    <w:rPr>
                      <w:rFonts w:ascii="Arial Narrow" w:hAnsi="Arial Narrow"/>
                      <w:bCs/>
                      <w:sz w:val="18"/>
                      <w:szCs w:val="18"/>
                      <w:lang w:bidi="ar-SA"/>
                    </w:rPr>
                    <w:t>This meeting provides interested bidders with the opportunity to request further information about the tender process or to enquire about the technical specifications described in the tender documents prior to the submission deadline to better understand the supplies/services/Supply and deliveries provided.</w:t>
                  </w:r>
                </w:p>
                <w:p w14:paraId="6DBD9FC5" w14:textId="77777777" w:rsidR="00DF2E58" w:rsidRPr="00DF2E58" w:rsidRDefault="00DF2E58" w:rsidP="00D04E85">
                  <w:pPr>
                    <w:framePr w:hSpace="180" w:wrap="around" w:vAnchor="page" w:hAnchor="page" w:x="606" w:y="539"/>
                    <w:ind w:left="339"/>
                    <w:rPr>
                      <w:rFonts w:ascii="Arial Narrow" w:hAnsi="Arial Narrow"/>
                      <w:bCs/>
                      <w:color w:val="000000"/>
                      <w:sz w:val="18"/>
                      <w:szCs w:val="18"/>
                      <w:lang w:bidi="ar-SA"/>
                    </w:rPr>
                  </w:pPr>
                </w:p>
                <w:p w14:paraId="1EA72CE6" w14:textId="670CEA1E" w:rsidR="00DF2E58" w:rsidRPr="00DF2E58" w:rsidRDefault="00DF2E58" w:rsidP="00D04E85">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ACTED will hold a Tender Opening Session on </w:t>
                  </w:r>
                  <w:r w:rsidR="00346876">
                    <w:rPr>
                      <w:rFonts w:ascii="Arial Narrow" w:eastAsia="Calibri" w:hAnsi="Arial Narrow" w:cs="Calibri"/>
                      <w:b/>
                      <w:sz w:val="18"/>
                      <w:szCs w:val="18"/>
                      <w:lang w:eastAsia="fr-FR" w:bidi="ar-SA"/>
                    </w:rPr>
                    <w:t>2</w:t>
                  </w:r>
                  <w:r w:rsidRPr="00DF2E58">
                    <w:rPr>
                      <w:rFonts w:ascii="Arial Narrow" w:eastAsia="Calibri" w:hAnsi="Arial Narrow" w:cs="Calibri"/>
                      <w:b/>
                      <w:sz w:val="18"/>
                      <w:szCs w:val="18"/>
                      <w:lang w:eastAsia="fr-FR" w:bidi="ar-SA"/>
                    </w:rPr>
                    <w:t>2-09</w:t>
                  </w:r>
                  <w:r w:rsidRPr="00DF2E58">
                    <w:rPr>
                      <w:rFonts w:ascii="Arial Narrow" w:eastAsia="Calibri" w:hAnsi="Arial Narrow" w:cs="Calibri"/>
                      <w:b/>
                      <w:color w:val="000000"/>
                      <w:sz w:val="18"/>
                      <w:szCs w:val="18"/>
                      <w:lang w:eastAsia="fr-FR" w:bidi="ar-SA"/>
                    </w:rPr>
                    <w:t>-2025</w:t>
                  </w:r>
                  <w:r w:rsidRPr="00DF2E58">
                    <w:rPr>
                      <w:rFonts w:ascii="Arial Narrow" w:eastAsia="Calibri" w:hAnsi="Arial Narrow" w:cs="Calibri"/>
                      <w:bCs/>
                      <w:color w:val="000000"/>
                      <w:sz w:val="18"/>
                      <w:szCs w:val="18"/>
                      <w:lang w:eastAsia="fr-FR" w:bidi="ar-SA"/>
                    </w:rPr>
                    <w:t xml:space="preserve"> at </w:t>
                  </w:r>
                  <w:r w:rsidRPr="00DF2E58">
                    <w:rPr>
                      <w:rFonts w:ascii="Arial Narrow" w:eastAsia="Calibri" w:hAnsi="Arial Narrow" w:cs="Calibri"/>
                      <w:b/>
                      <w:color w:val="000000"/>
                      <w:sz w:val="18"/>
                      <w:szCs w:val="18"/>
                      <w:lang w:eastAsia="fr-FR" w:bidi="ar-SA"/>
                    </w:rPr>
                    <w:t>10:00</w:t>
                  </w:r>
                  <w:r w:rsidRPr="00DF2E58">
                    <w:rPr>
                      <w:rFonts w:ascii="Arial Narrow" w:eastAsia="Calibri" w:hAnsi="Arial Narrow" w:cs="Calibri"/>
                      <w:bCs/>
                      <w:color w:val="000000"/>
                      <w:sz w:val="18"/>
                      <w:szCs w:val="18"/>
                      <w:lang w:eastAsia="fr-FR" w:bidi="ar-SA"/>
                    </w:rPr>
                    <w:t xml:space="preserve"> AM (Yemen time), </w:t>
                  </w:r>
                </w:p>
                <w:p w14:paraId="0E722F6D" w14:textId="77777777" w:rsidR="00DF2E58" w:rsidRPr="00DF2E58" w:rsidRDefault="00DF2E58" w:rsidP="00D04E85">
                  <w:pPr>
                    <w:framePr w:hSpace="180" w:wrap="around" w:vAnchor="page" w:hAnchor="page" w:x="606" w:y="539"/>
                    <w:ind w:left="339"/>
                    <w:jc w:val="both"/>
                    <w:rPr>
                      <w:rFonts w:ascii="Arial Narrow" w:hAnsi="Arial Narrow" w:cs="Calibri"/>
                      <w:bCs/>
                      <w:color w:val="000000"/>
                      <w:sz w:val="18"/>
                      <w:szCs w:val="18"/>
                      <w:lang w:bidi="ar-SA"/>
                    </w:rPr>
                  </w:pPr>
                </w:p>
                <w:p w14:paraId="4D922118" w14:textId="77777777" w:rsidR="00DF2E58" w:rsidRPr="00DF2E58" w:rsidRDefault="00DF2E58" w:rsidP="00D04E85">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The </w:t>
                  </w:r>
                  <w:r w:rsidRPr="00DF2E58">
                    <w:rPr>
                      <w:rFonts w:ascii="Arial Narrow" w:eastAsia="Calibri" w:hAnsi="Arial Narrow" w:cs="Calibri"/>
                      <w:b/>
                      <w:color w:val="000000"/>
                      <w:sz w:val="18"/>
                      <w:szCs w:val="18"/>
                      <w:lang w:eastAsia="fr-FR" w:bidi="ar-SA"/>
                    </w:rPr>
                    <w:t>Tender Opening Session</w:t>
                  </w:r>
                  <w:r w:rsidRPr="00DF2E58">
                    <w:rPr>
                      <w:rFonts w:ascii="Arial Narrow" w:eastAsia="Calibri" w:hAnsi="Arial Narrow" w:cs="Calibri"/>
                      <w:bCs/>
                      <w:color w:val="000000"/>
                      <w:sz w:val="18"/>
                      <w:szCs w:val="18"/>
                      <w:lang w:eastAsia="fr-FR" w:bidi="ar-SA"/>
                    </w:rPr>
                    <w:t xml:space="preserve"> involves the opening of all offers and conducting a document check, whereby all the documents provided by each bidder submitted by email are checked and compared to the Bidder’s Checklist, where the list of mandatory documents is provided. Only bidders who provide all requested mandatory documents can be deemed eligible and proceed to the next stage of the tender process.</w:t>
                  </w:r>
                </w:p>
                <w:p w14:paraId="2500B6F6" w14:textId="77777777" w:rsidR="00CC3854" w:rsidRPr="003804EE" w:rsidRDefault="00CC3854" w:rsidP="00D04E85">
                  <w:pPr>
                    <w:framePr w:hSpace="180" w:wrap="around" w:vAnchor="page" w:hAnchor="page" w:x="606" w:y="539"/>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D04E85">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AE82792" w14:textId="141C1FAD" w:rsidR="00BC1BBE" w:rsidRDefault="00BC1BBE" w:rsidP="00D04E85">
                  <w:pPr>
                    <w:framePr w:hSpace="180" w:wrap="around" w:vAnchor="page" w:hAnchor="page" w:x="606" w:y="539"/>
                    <w:jc w:val="both"/>
                    <w:rPr>
                      <w:rStyle w:val="Hyperlink"/>
                      <w:rFonts w:cs="Arial"/>
                      <w:sz w:val="22"/>
                      <w:szCs w:val="22"/>
                      <w:lang w:val="en-GB"/>
                    </w:rPr>
                  </w:pPr>
                </w:p>
                <w:p w14:paraId="6A849EEF" w14:textId="77777777" w:rsidR="00CC3854" w:rsidRDefault="00CC3854" w:rsidP="00D04E85">
                  <w:pPr>
                    <w:framePr w:hSpace="180" w:wrap="around" w:vAnchor="page" w:hAnchor="page" w:x="606" w:y="539"/>
                    <w:jc w:val="both"/>
                    <w:rPr>
                      <w:rStyle w:val="Hyperlink"/>
                      <w:rFonts w:cs="Arial"/>
                      <w:sz w:val="22"/>
                      <w:szCs w:val="22"/>
                      <w:lang w:val="en-GB"/>
                    </w:rPr>
                  </w:pPr>
                </w:p>
                <w:p w14:paraId="213C2A4E" w14:textId="77777777" w:rsidR="00F124F1" w:rsidRPr="006D446A" w:rsidRDefault="00F124F1" w:rsidP="00D04E85">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D04E85">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6"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51916FE6" w14:textId="77777777" w:rsidR="00F4593A" w:rsidRDefault="00F4593A" w:rsidP="00D04E85">
                  <w:pPr>
                    <w:framePr w:hSpace="180" w:wrap="around" w:vAnchor="page" w:hAnchor="page" w:x="606" w:y="539"/>
                    <w:bidi/>
                    <w:rPr>
                      <w:rFonts w:ascii="Arial Narrow" w:hAnsi="Arial Narrow"/>
                      <w:b/>
                      <w:sz w:val="18"/>
                      <w:szCs w:val="18"/>
                    </w:rPr>
                  </w:pPr>
                </w:p>
                <w:p w14:paraId="291D7033" w14:textId="7EA3160A" w:rsidR="003804EE" w:rsidRPr="00F116D0" w:rsidRDefault="003804EE" w:rsidP="00D04E85">
                  <w:pPr>
                    <w:framePr w:hSpace="180" w:wrap="around" w:vAnchor="page" w:hAnchor="page" w:x="606" w:y="539"/>
                    <w:bidi/>
                    <w:rPr>
                      <w:rFonts w:ascii="Arial Narrow" w:hAnsi="Arial Narrow"/>
                      <w:b/>
                      <w:sz w:val="18"/>
                      <w:szCs w:val="18"/>
                    </w:rPr>
                  </w:pPr>
                  <w:r w:rsidRPr="00F116D0">
                    <w:rPr>
                      <w:rFonts w:ascii="Arial Narrow" w:hAnsi="Arial Narrow" w:hint="cs"/>
                      <w:b/>
                      <w:sz w:val="18"/>
                      <w:szCs w:val="18"/>
                      <w:rtl/>
                    </w:rPr>
                    <w:t>يتم تقديم المناقصة باستخدام وثائق اكتد المعتمدة والتقديم مفتوح لجميع الموردين المؤهلين ومقدمي الخدمة</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يمكن إيجاد </w:t>
                  </w:r>
                  <w:r w:rsidRPr="00F116D0">
                    <w:rPr>
                      <w:rFonts w:ascii="Arial Narrow" w:hAnsi="Arial Narrow" w:cstheme="minorHAnsi"/>
                      <w:b/>
                      <w:sz w:val="18"/>
                      <w:szCs w:val="18"/>
                      <w:rtl/>
                    </w:rPr>
                    <w:t>"</w:t>
                  </w:r>
                  <w:r w:rsidRPr="00F116D0">
                    <w:rPr>
                      <w:rFonts w:ascii="Arial Narrow" w:hAnsi="Arial Narrow" w:hint="cs"/>
                      <w:b/>
                      <w:sz w:val="18"/>
                      <w:szCs w:val="18"/>
                      <w:rtl/>
                    </w:rPr>
                    <w:t>وثائق المناقصات باللغتين</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العربية </w:t>
                  </w:r>
                  <w:r w:rsidRPr="00F116D0">
                    <w:rPr>
                      <w:rFonts w:ascii="Arial Narrow" w:hAnsi="Arial Narrow" w:cstheme="minorHAnsi"/>
                      <w:b/>
                      <w:sz w:val="18"/>
                      <w:szCs w:val="18"/>
                      <w:rtl/>
                    </w:rPr>
                    <w:t xml:space="preserve">/ </w:t>
                  </w:r>
                  <w:r w:rsidRPr="00F116D0">
                    <w:rPr>
                      <w:rFonts w:ascii="Arial Narrow" w:hAnsi="Arial Narrow" w:hint="cs"/>
                      <w:b/>
                      <w:sz w:val="18"/>
                      <w:szCs w:val="18"/>
                      <w:rtl/>
                    </w:rPr>
                    <w:t>الانجليزية</w:t>
                  </w:r>
                  <w:r w:rsidRPr="00F116D0">
                    <w:rPr>
                      <w:rFonts w:ascii="Arial Narrow" w:hAnsi="Arial Narrow" w:cstheme="minorHAnsi"/>
                      <w:b/>
                      <w:sz w:val="18"/>
                      <w:szCs w:val="18"/>
                      <w:rtl/>
                    </w:rPr>
                    <w:t xml:space="preserve">) </w:t>
                  </w:r>
                  <w:r w:rsidRPr="00F116D0">
                    <w:rPr>
                      <w:rFonts w:ascii="Arial Narrow" w:hAnsi="Arial Narrow" w:hint="cs"/>
                      <w:b/>
                      <w:sz w:val="18"/>
                      <w:szCs w:val="18"/>
                      <w:rtl/>
                    </w:rPr>
                    <w:t>ويمكن جمعها وتنزيلها من قبل جميع المتقدمين عن طريق موقع يمن اتش من الروابط التالية:</w:t>
                  </w:r>
                </w:p>
                <w:p w14:paraId="5090F81F" w14:textId="77777777" w:rsidR="004F15D1" w:rsidRPr="00F116D0" w:rsidRDefault="004F15D1" w:rsidP="00D04E85">
                  <w:pPr>
                    <w:framePr w:hSpace="180" w:wrap="around" w:vAnchor="page" w:hAnchor="page" w:x="606" w:y="539"/>
                    <w:bidi/>
                    <w:rPr>
                      <w:rFonts w:ascii="Arial Narrow" w:hAnsi="Arial Narrow"/>
                      <w:b/>
                      <w:sz w:val="18"/>
                      <w:szCs w:val="18"/>
                      <w:rtl/>
                    </w:rPr>
                  </w:pPr>
                </w:p>
                <w:p w14:paraId="050B4913" w14:textId="77777777" w:rsidR="004F15D1" w:rsidRPr="00F116D0" w:rsidRDefault="004F15D1" w:rsidP="00D04E85">
                  <w:pPr>
                    <w:pStyle w:val="ListParagraph"/>
                    <w:framePr w:hSpace="180" w:wrap="around" w:vAnchor="page" w:hAnchor="page" w:x="606" w:y="539"/>
                    <w:numPr>
                      <w:ilvl w:val="0"/>
                      <w:numId w:val="17"/>
                    </w:numPr>
                    <w:bidi/>
                    <w:rPr>
                      <w:rFonts w:ascii="Arial Narrow" w:hAnsi="Arial Narrow"/>
                      <w:b/>
                      <w:sz w:val="18"/>
                      <w:szCs w:val="18"/>
                    </w:rPr>
                  </w:pPr>
                  <w:r w:rsidRPr="00F116D0">
                    <w:rPr>
                      <w:rFonts w:ascii="Arial Narrow" w:hAnsi="Arial Narrow" w:hint="cs"/>
                      <w:bCs/>
                      <w:sz w:val="18"/>
                      <w:szCs w:val="18"/>
                      <w:rtl/>
                    </w:rPr>
                    <w:t>موقع يمن اتش ار</w:t>
                  </w:r>
                  <w:r w:rsidRPr="00F116D0">
                    <w:rPr>
                      <w:rFonts w:ascii="Arial Narrow" w:hAnsi="Arial Narrow" w:hint="cs"/>
                      <w:b/>
                      <w:sz w:val="18"/>
                      <w:szCs w:val="18"/>
                      <w:rtl/>
                    </w:rPr>
                    <w:t xml:space="preserve"> من خلال الرابط </w:t>
                  </w:r>
                  <w:r>
                    <w:fldChar w:fldCharType="begin"/>
                  </w:r>
                  <w:r>
                    <w:instrText>HYPERLINK "https://yemenhr.com/tenders"</w:instrText>
                  </w:r>
                  <w:r>
                    <w:fldChar w:fldCharType="separate"/>
                  </w:r>
                  <w:r w:rsidRPr="00F116D0">
                    <w:rPr>
                      <w:rStyle w:val="Hyperlink"/>
                      <w:rFonts w:ascii="Arial Narrow" w:hAnsi="Arial Narrow" w:cs="Arial"/>
                      <w:bCs/>
                      <w:sz w:val="18"/>
                      <w:szCs w:val="18"/>
                    </w:rPr>
                    <w:t>https://yemenhr.com/tenders</w:t>
                  </w:r>
                  <w:r>
                    <w:fldChar w:fldCharType="end"/>
                  </w:r>
                </w:p>
                <w:p w14:paraId="38CE1E53" w14:textId="77777777" w:rsidR="00536662" w:rsidRPr="00F116D0" w:rsidRDefault="00536662" w:rsidP="00D04E85">
                  <w:pPr>
                    <w:framePr w:hSpace="180" w:wrap="around" w:vAnchor="page" w:hAnchor="page" w:x="606" w:y="539"/>
                    <w:bidi/>
                    <w:rPr>
                      <w:rFonts w:ascii="Arial Narrow" w:hAnsi="Arial Narrow"/>
                      <w:b/>
                      <w:sz w:val="20"/>
                      <w:szCs w:val="20"/>
                      <w:rtl/>
                      <w:lang w:val="en-GB" w:bidi="ar-JO"/>
                    </w:rPr>
                  </w:pPr>
                </w:p>
                <w:p w14:paraId="68645C44" w14:textId="16BC22B8" w:rsidR="00536662" w:rsidRPr="00F116D0" w:rsidRDefault="003804EE" w:rsidP="00D04E85">
                  <w:pPr>
                    <w:framePr w:hSpace="180" w:wrap="around" w:vAnchor="page" w:hAnchor="page" w:x="606" w:y="539"/>
                    <w:bidi/>
                    <w:rPr>
                      <w:rFonts w:ascii="Arial Narrow" w:hAnsi="Arial Narrow"/>
                      <w:b/>
                      <w:sz w:val="18"/>
                      <w:szCs w:val="18"/>
                      <w:lang w:val="en-GB" w:bidi="ar-JO"/>
                    </w:rPr>
                  </w:pPr>
                  <w:r w:rsidRPr="00F116D0">
                    <w:rPr>
                      <w:rFonts w:ascii="Arial Narrow" w:hAnsi="Arial Narrow" w:hint="cs"/>
                      <w:b/>
                      <w:sz w:val="18"/>
                      <w:szCs w:val="18"/>
                      <w:rtl/>
                      <w:lang w:val="en-GB" w:bidi="ar-JO"/>
                    </w:rPr>
                    <w:t xml:space="preserve">ينصح مقدمي العطاءات </w:t>
                  </w:r>
                  <w:r w:rsidRPr="00F116D0">
                    <w:rPr>
                      <w:rFonts w:ascii="Arial Narrow" w:hAnsi="Arial Narrow" w:hint="cs"/>
                      <w:b/>
                      <w:sz w:val="18"/>
                      <w:szCs w:val="18"/>
                      <w:rtl/>
                      <w:lang w:val="en-GB"/>
                    </w:rPr>
                    <w:t>ا</w:t>
                  </w:r>
                  <w:r w:rsidRPr="00F116D0">
                    <w:rPr>
                      <w:rFonts w:ascii="Arial Narrow" w:hAnsi="Arial Narrow" w:hint="cs"/>
                      <w:b/>
                      <w:sz w:val="18"/>
                      <w:szCs w:val="18"/>
                      <w:rtl/>
                      <w:lang w:val="en-GB" w:bidi="ar-JO"/>
                    </w:rPr>
                    <w:t>لى الرجوع إلى الموقع الإلكتروني</w:t>
                  </w:r>
                  <w:r w:rsidR="006502E5" w:rsidRPr="00F116D0">
                    <w:rPr>
                      <w:rFonts w:ascii="Arial Narrow" w:hAnsi="Arial Narrow"/>
                      <w:b/>
                      <w:sz w:val="18"/>
                      <w:szCs w:val="18"/>
                      <w:lang w:val="en-GB" w:bidi="ar-JO"/>
                    </w:rPr>
                    <w:t xml:space="preserve"> </w:t>
                  </w:r>
                  <w:r w:rsidRPr="00F116D0">
                    <w:rPr>
                      <w:rFonts w:ascii="Arial Narrow" w:hAnsi="Arial Narrow" w:hint="cs"/>
                      <w:b/>
                      <w:sz w:val="18"/>
                      <w:szCs w:val="18"/>
                      <w:rtl/>
                      <w:lang w:val="en-GB" w:bidi="ar-JO"/>
                    </w:rPr>
                    <w:t>المذكورة أعلاه بانتظام لتعديل محتمل على العطاء الحالي و / أو وثائق العطاء.</w:t>
                  </w:r>
                </w:p>
                <w:p w14:paraId="3DDDB0A3" w14:textId="77777777" w:rsidR="003804EE" w:rsidRPr="00FF33B1" w:rsidRDefault="003804EE" w:rsidP="00D04E85">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3B26989B" w14:textId="14639870" w:rsidR="005F6601" w:rsidRPr="0001284B" w:rsidRDefault="005F6601" w:rsidP="00D04E85">
                  <w:pPr>
                    <w:framePr w:hSpace="180" w:wrap="around" w:vAnchor="page" w:hAnchor="page" w:x="606" w:y="539"/>
                    <w:tabs>
                      <w:tab w:val="right" w:pos="690"/>
                    </w:tabs>
                    <w:bidi/>
                    <w:ind w:right="567"/>
                    <w:rPr>
                      <w:rFonts w:ascii="Arial Narrow" w:eastAsiaTheme="minorEastAsia" w:hAnsi="Arial Narrow" w:cstheme="majorBidi"/>
                      <w:sz w:val="18"/>
                      <w:szCs w:val="18"/>
                      <w:rtl/>
                    </w:rPr>
                  </w:pPr>
                  <w:r w:rsidRPr="0001284B">
                    <w:rPr>
                      <w:rFonts w:ascii="Arial Narrow" w:eastAsiaTheme="minorEastAsia" w:hAnsi="Arial Narrow"/>
                      <w:b/>
                      <w:bCs/>
                      <w:sz w:val="18"/>
                      <w:szCs w:val="18"/>
                      <w:rtl/>
                    </w:rPr>
                    <w:t>اخر موعد</w:t>
                  </w:r>
                  <w:r w:rsidRPr="0001284B">
                    <w:rPr>
                      <w:rFonts w:ascii="Arial Narrow" w:eastAsiaTheme="minorEastAsia" w:hAnsi="Arial Narrow"/>
                      <w:sz w:val="18"/>
                      <w:szCs w:val="18"/>
                      <w:rtl/>
                    </w:rPr>
                    <w:t xml:space="preserve"> لاستلام العروض واغلاق العطاء</w:t>
                  </w:r>
                  <w:r w:rsidRPr="0001284B">
                    <w:rPr>
                      <w:rFonts w:ascii="Arial Narrow" w:eastAsiaTheme="minorEastAsia" w:hAnsi="Arial Narrow" w:cstheme="majorBidi"/>
                      <w:sz w:val="18"/>
                      <w:szCs w:val="18"/>
                      <w:rtl/>
                    </w:rPr>
                    <w:t xml:space="preserve"> </w:t>
                  </w:r>
                  <w:r w:rsidR="005C55B9">
                    <w:rPr>
                      <w:rFonts w:ascii="Arial Narrow" w:eastAsiaTheme="minorEastAsia" w:hAnsi="Arial Narrow" w:cstheme="majorBidi"/>
                      <w:b/>
                      <w:bCs/>
                      <w:sz w:val="16"/>
                      <w:szCs w:val="16"/>
                    </w:rPr>
                    <w:t>2</w:t>
                  </w:r>
                  <w:r w:rsidRPr="0001284B">
                    <w:rPr>
                      <w:rFonts w:ascii="Arial Narrow" w:eastAsiaTheme="minorEastAsia" w:hAnsi="Arial Narrow" w:cstheme="majorBidi"/>
                      <w:b/>
                      <w:bCs/>
                      <w:sz w:val="16"/>
                      <w:szCs w:val="16"/>
                    </w:rPr>
                    <w:t>2-09-2025</w:t>
                  </w:r>
                  <w:r w:rsidRPr="0001284B">
                    <w:rPr>
                      <w:rFonts w:ascii="Arial Narrow" w:eastAsiaTheme="minorEastAsia" w:hAnsi="Arial Narrow" w:cstheme="majorBidi"/>
                      <w:sz w:val="16"/>
                      <w:szCs w:val="16"/>
                      <w:rtl/>
                    </w:rPr>
                    <w:t xml:space="preserve"> </w:t>
                  </w:r>
                  <w:r w:rsidRPr="0001284B">
                    <w:rPr>
                      <w:rFonts w:ascii="Arial Narrow" w:eastAsiaTheme="minorEastAsia" w:hAnsi="Arial Narrow"/>
                      <w:sz w:val="18"/>
                      <w:szCs w:val="18"/>
                      <w:rtl/>
                    </w:rPr>
                    <w:t>الساعة الـ</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cstheme="majorBidi"/>
                      <w:sz w:val="18"/>
                      <w:szCs w:val="18"/>
                    </w:rPr>
                    <w:t xml:space="preserve"> </w:t>
                  </w:r>
                  <w:r w:rsidRPr="0001284B">
                    <w:rPr>
                      <w:rFonts w:ascii="Arial Narrow" w:eastAsiaTheme="minorEastAsia" w:hAnsi="Arial Narrow" w:cstheme="majorBidi"/>
                      <w:b/>
                      <w:bCs/>
                      <w:sz w:val="18"/>
                      <w:szCs w:val="18"/>
                    </w:rPr>
                    <w:t xml:space="preserve">10 :00 </w:t>
                  </w:r>
                  <w:r w:rsidRPr="0001284B">
                    <w:rPr>
                      <w:rFonts w:ascii="Arial Narrow" w:eastAsiaTheme="minorEastAsia" w:hAnsi="Arial Narrow"/>
                      <w:sz w:val="18"/>
                      <w:szCs w:val="18"/>
                      <w:rtl/>
                    </w:rPr>
                    <w:t>صباحا حسب توقيت اليمن</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يجب أن يتم تقديم العطاءات عبر البريد الإلكتروني إلى</w:t>
                  </w:r>
                  <w:r w:rsidRPr="0001284B">
                    <w:rPr>
                      <w:rFonts w:ascii="Arial Narrow" w:eastAsiaTheme="minorEastAsia" w:hAnsi="Arial Narrow" w:cstheme="majorBidi"/>
                      <w:sz w:val="18"/>
                      <w:szCs w:val="18"/>
                      <w:rtl/>
                    </w:rPr>
                    <w:t xml:space="preserve"> </w:t>
                  </w:r>
                  <w:r w:rsidRPr="0001284B">
                    <w:rPr>
                      <w:rStyle w:val="Hyperlink"/>
                      <w:rFonts w:asciiTheme="minorHAnsi" w:eastAsiaTheme="minorEastAsia" w:hAnsiTheme="minorHAnsi"/>
                      <w:noProof/>
                      <w:sz w:val="18"/>
                      <w:szCs w:val="18"/>
                    </w:rPr>
                    <w:t>yemen.tender@acted.org</w:t>
                  </w:r>
                  <w:r w:rsidRPr="0001284B">
                    <w:rPr>
                      <w:rStyle w:val="Hyperlink"/>
                      <w:rFonts w:asciiTheme="minorHAnsi" w:eastAsiaTheme="minorEastAsia" w:hAnsiTheme="minorHAnsi"/>
                      <w:noProof/>
                      <w:sz w:val="18"/>
                      <w:szCs w:val="18"/>
                      <w:rtl/>
                    </w:rPr>
                    <w:t xml:space="preserve"> </w:t>
                  </w:r>
                  <w:r w:rsidRPr="0001284B">
                    <w:rPr>
                      <w:rFonts w:ascii="Arial Narrow" w:eastAsiaTheme="minorEastAsia" w:hAnsi="Arial Narrow"/>
                      <w:sz w:val="18"/>
                      <w:szCs w:val="18"/>
                      <w:rtl/>
                    </w:rPr>
                    <w:t xml:space="preserve">ووضع </w:t>
                  </w:r>
                  <w:r w:rsidRPr="0001284B">
                    <w:rPr>
                      <w:rStyle w:val="Hyperlink"/>
                      <w:noProof/>
                      <w:sz w:val="18"/>
                      <w:szCs w:val="18"/>
                    </w:rPr>
                    <w:t xml:space="preserve">tender@acted.org   </w:t>
                  </w:r>
                  <w:r w:rsidRPr="0001284B">
                    <w:rPr>
                      <w:rFonts w:ascii="Arial Narrow" w:eastAsiaTheme="minorEastAsia" w:hAnsi="Arial Narrow" w:cstheme="majorBidi"/>
                      <w:sz w:val="18"/>
                      <w:szCs w:val="18"/>
                    </w:rPr>
                    <w:t>CC</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 xml:space="preserve"> وايضا وضع الموضوع مرجع المناقصه </w:t>
                  </w:r>
                </w:p>
                <w:p w14:paraId="52B95703" w14:textId="77777777" w:rsidR="005F6601" w:rsidRPr="002D03A6" w:rsidRDefault="005F6601" w:rsidP="00D04E85">
                  <w:pPr>
                    <w:framePr w:hSpace="180" w:wrap="around" w:vAnchor="page" w:hAnchor="page" w:x="606" w:y="539"/>
                    <w:tabs>
                      <w:tab w:val="right" w:pos="606"/>
                    </w:tabs>
                    <w:bidi/>
                    <w:ind w:right="567"/>
                    <w:rPr>
                      <w:rFonts w:ascii="Arial Narrow" w:eastAsiaTheme="minorEastAsia" w:hAnsi="Arial Narrow" w:cstheme="majorBidi"/>
                      <w:sz w:val="18"/>
                      <w:szCs w:val="18"/>
                    </w:rPr>
                  </w:pPr>
                </w:p>
                <w:p w14:paraId="1AC55EDC" w14:textId="2C2CA8B4" w:rsidR="005F6601" w:rsidRDefault="00F36CFC" w:rsidP="00D04E85">
                  <w:pPr>
                    <w:framePr w:hSpace="180" w:wrap="around" w:vAnchor="page" w:hAnchor="page" w:x="606" w:y="539"/>
                    <w:tabs>
                      <w:tab w:val="right" w:pos="246"/>
                      <w:tab w:val="right" w:pos="606"/>
                      <w:tab w:val="right" w:pos="5016"/>
                    </w:tabs>
                    <w:bidi/>
                    <w:ind w:left="348" w:right="567"/>
                    <w:jc w:val="center"/>
                    <w:rPr>
                      <w:rFonts w:ascii="Arial Narrow" w:hAnsi="Arial Narrow" w:cs="Calibri"/>
                      <w:b/>
                      <w:bCs/>
                      <w:color w:val="0070C0"/>
                      <w:sz w:val="18"/>
                      <w:szCs w:val="18"/>
                    </w:rPr>
                  </w:pPr>
                  <w:r w:rsidRPr="00F36CFC">
                    <w:rPr>
                      <w:rFonts w:ascii="Arial Narrow" w:hAnsi="Arial Narrow" w:cs="Calibri"/>
                      <w:b/>
                      <w:bCs/>
                      <w:color w:val="0070C0"/>
                      <w:sz w:val="18"/>
                      <w:szCs w:val="18"/>
                    </w:rPr>
                    <w:t xml:space="preserve">T/15GDK/A4ZWSS- A4ZCPR/Solar System/South/LOG/Al </w:t>
                  </w:r>
                  <w:proofErr w:type="spellStart"/>
                  <w:r w:rsidRPr="00F36CFC">
                    <w:rPr>
                      <w:rFonts w:ascii="Arial Narrow" w:hAnsi="Arial Narrow" w:cs="Calibri"/>
                      <w:b/>
                      <w:bCs/>
                      <w:color w:val="0070C0"/>
                      <w:sz w:val="18"/>
                      <w:szCs w:val="18"/>
                    </w:rPr>
                    <w:t>Dhalee</w:t>
                  </w:r>
                  <w:proofErr w:type="spellEnd"/>
                  <w:r w:rsidRPr="00F36CFC">
                    <w:rPr>
                      <w:rFonts w:ascii="Arial Narrow" w:hAnsi="Arial Narrow" w:cs="Calibri"/>
                      <w:b/>
                      <w:bCs/>
                      <w:color w:val="0070C0"/>
                      <w:sz w:val="18"/>
                      <w:szCs w:val="18"/>
                    </w:rPr>
                    <w:t>/YEM/08-09-2025/001</w:t>
                  </w:r>
                </w:p>
                <w:p w14:paraId="450E5363" w14:textId="77777777" w:rsidR="003744EB" w:rsidRPr="00F36CFC" w:rsidRDefault="003744EB" w:rsidP="00D11F27">
                  <w:pPr>
                    <w:framePr w:hSpace="180" w:wrap="around" w:vAnchor="page" w:hAnchor="page" w:x="606" w:y="539"/>
                    <w:tabs>
                      <w:tab w:val="right" w:pos="246"/>
                      <w:tab w:val="right" w:pos="606"/>
                      <w:tab w:val="right" w:pos="5016"/>
                    </w:tabs>
                    <w:bidi/>
                    <w:ind w:right="567"/>
                    <w:rPr>
                      <w:rFonts w:ascii="Arial Narrow" w:eastAsiaTheme="minorEastAsia" w:hAnsi="Arial Narrow" w:cstheme="majorBidi"/>
                      <w:sz w:val="18"/>
                      <w:szCs w:val="18"/>
                      <w:rtl/>
                    </w:rPr>
                  </w:pPr>
                </w:p>
                <w:p w14:paraId="20D4D5BF" w14:textId="6823AE15" w:rsidR="005F6601" w:rsidRPr="0001284B" w:rsidRDefault="005F6601" w:rsidP="00D04E85">
                  <w:pPr>
                    <w:framePr w:hSpace="180" w:wrap="around" w:vAnchor="page" w:hAnchor="page" w:x="606" w:y="539"/>
                    <w:bidi/>
                    <w:rPr>
                      <w:rFonts w:ascii="Arial Narrow" w:eastAsiaTheme="minorEastAsia" w:hAnsi="Arial Narrow" w:cs="Arial"/>
                      <w:b/>
                      <w:bCs/>
                      <w:sz w:val="18"/>
                      <w:szCs w:val="18"/>
                      <w:rtl/>
                      <w:lang w:bidi="ar-SA"/>
                    </w:rPr>
                  </w:pPr>
                  <w:r w:rsidRPr="0001284B">
                    <w:rPr>
                      <w:rFonts w:ascii="Arial Narrow" w:eastAsiaTheme="minorEastAsia" w:hAnsi="Arial Narrow" w:cs="Arial"/>
                      <w:b/>
                      <w:bCs/>
                      <w:sz w:val="18"/>
                      <w:szCs w:val="18"/>
                      <w:rtl/>
                    </w:rPr>
                    <w:t>وستنظم  اكتد اجتماع  تقديم تعليمات والرد على استفسارات المتقدمين قبل تقديم العطاءات في</w:t>
                  </w:r>
                  <w:r w:rsidRPr="0001284B">
                    <w:rPr>
                      <w:rFonts w:ascii="Arial Narrow" w:eastAsiaTheme="minorEastAsia" w:hAnsi="Arial Narrow" w:cs="Arial"/>
                      <w:b/>
                      <w:bCs/>
                      <w:sz w:val="18"/>
                      <w:szCs w:val="18"/>
                    </w:rPr>
                    <w:t>AM</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b/>
                      <w:bCs/>
                      <w:sz w:val="18"/>
                      <w:szCs w:val="18"/>
                    </w:rPr>
                    <w:t>11:00</w:t>
                  </w:r>
                  <w:r w:rsidRPr="0001284B">
                    <w:rPr>
                      <w:rFonts w:ascii="Arial Narrow" w:eastAsiaTheme="minorEastAsia" w:hAnsi="Arial Narrow" w:cs="Arial"/>
                      <w:b/>
                      <w:bCs/>
                      <w:sz w:val="18"/>
                      <w:szCs w:val="18"/>
                      <w:rtl/>
                    </w:rPr>
                    <w:t xml:space="preserve"> </w:t>
                  </w:r>
                  <w:r w:rsidR="00BF1F0B">
                    <w:rPr>
                      <w:rFonts w:ascii="Arial Narrow" w:eastAsiaTheme="minorEastAsia" w:hAnsi="Arial Narrow" w:cs="Arial"/>
                      <w:b/>
                      <w:bCs/>
                      <w:sz w:val="18"/>
                      <w:szCs w:val="18"/>
                    </w:rPr>
                    <w:t>1</w:t>
                  </w:r>
                  <w:r w:rsidRPr="0001284B">
                    <w:rPr>
                      <w:rFonts w:ascii="Arial Narrow" w:eastAsiaTheme="minorEastAsia" w:hAnsi="Arial Narrow" w:cs="Arial"/>
                      <w:b/>
                      <w:bCs/>
                      <w:sz w:val="18"/>
                      <w:szCs w:val="18"/>
                    </w:rPr>
                    <w:t>5-</w:t>
                  </w:r>
                  <w:r w:rsidR="00BF1F0B">
                    <w:rPr>
                      <w:rFonts w:ascii="Arial Narrow" w:eastAsiaTheme="minorEastAsia" w:hAnsi="Arial Narrow" w:cs="Arial"/>
                      <w:b/>
                      <w:bCs/>
                      <w:sz w:val="18"/>
                      <w:szCs w:val="18"/>
                    </w:rPr>
                    <w:t>09</w:t>
                  </w:r>
                  <w:r w:rsidRPr="0001284B">
                    <w:rPr>
                      <w:rFonts w:ascii="Arial Narrow" w:eastAsiaTheme="minorEastAsia" w:hAnsi="Arial Narrow" w:cs="Arial"/>
                      <w:b/>
                      <w:bCs/>
                      <w:sz w:val="18"/>
                      <w:szCs w:val="18"/>
                    </w:rPr>
                    <w:t>-2025</w:t>
                  </w:r>
                  <w:r w:rsidRPr="0001284B">
                    <w:rPr>
                      <w:rFonts w:ascii="Arial Narrow" w:eastAsiaTheme="minorEastAsia" w:hAnsi="Arial Narrow" w:cs="Arial"/>
                      <w:b/>
                      <w:bCs/>
                      <w:sz w:val="18"/>
                      <w:szCs w:val="18"/>
                      <w:rtl/>
                    </w:rPr>
                    <w:t xml:space="preserve"> وسيتم تنظيمة في </w:t>
                  </w:r>
                  <w:r w:rsidR="00F82A99">
                    <w:rPr>
                      <w:rFonts w:ascii="Arial Narrow" w:eastAsiaTheme="minorEastAsia" w:hAnsi="Arial Narrow" w:cs="Arial" w:hint="cs"/>
                      <w:b/>
                      <w:bCs/>
                      <w:sz w:val="18"/>
                      <w:szCs w:val="18"/>
                      <w:rtl/>
                    </w:rPr>
                    <w:t>المكتب</w:t>
                  </w:r>
                  <w:r w:rsidRPr="0001284B">
                    <w:rPr>
                      <w:rFonts w:ascii="Arial Narrow" w:eastAsiaTheme="minorEastAsia" w:hAnsi="Arial Narrow" w:cs="Arial"/>
                      <w:b/>
                      <w:bCs/>
                      <w:sz w:val="18"/>
                      <w:szCs w:val="18"/>
                      <w:rtl/>
                    </w:rPr>
                    <w:t xml:space="preserve"> التابع لمنظمة أكتد في محافظة </w:t>
                  </w:r>
                  <w:r w:rsidRPr="0001284B">
                    <w:rPr>
                      <w:rFonts w:ascii="Arial Narrow" w:eastAsiaTheme="minorEastAsia" w:hAnsi="Arial Narrow" w:cs="Arial" w:hint="cs"/>
                      <w:b/>
                      <w:bCs/>
                      <w:sz w:val="18"/>
                      <w:szCs w:val="18"/>
                      <w:rtl/>
                    </w:rPr>
                    <w:t>الضالع</w:t>
                  </w:r>
                  <w:r w:rsidRPr="0001284B">
                    <w:rPr>
                      <w:rFonts w:ascii="Arial Narrow" w:eastAsiaTheme="minorEastAsia" w:hAnsi="Arial Narrow" w:cs="Arial"/>
                      <w:b/>
                      <w:bCs/>
                      <w:sz w:val="18"/>
                      <w:szCs w:val="18"/>
                      <w:rtl/>
                    </w:rPr>
                    <w:t xml:space="preserve"> بعنوان (</w:t>
                  </w:r>
                  <w:r w:rsidRPr="0001284B">
                    <w:rPr>
                      <w:rFonts w:ascii="Arial Narrow" w:eastAsiaTheme="minorEastAsia" w:hAnsi="Arial Narrow" w:cs="Arial"/>
                      <w:b/>
                      <w:bCs/>
                      <w:sz w:val="18"/>
                      <w:szCs w:val="18"/>
                      <w:rtl/>
                      <w:lang w:bidi="ar-SA"/>
                    </w:rPr>
                    <w:t xml:space="preserve">حبيل كريزة </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hint="cs"/>
                      <w:b/>
                      <w:bCs/>
                      <w:sz w:val="18"/>
                      <w:szCs w:val="18"/>
                      <w:rtl/>
                    </w:rPr>
                    <w:t>مدينة الضالع</w:t>
                  </w:r>
                  <w:r w:rsidRPr="0001284B">
                    <w:rPr>
                      <w:rFonts w:ascii="Arial Narrow" w:eastAsiaTheme="minorEastAsia" w:hAnsi="Arial Narrow" w:cs="Arial"/>
                      <w:b/>
                      <w:bCs/>
                      <w:sz w:val="18"/>
                      <w:szCs w:val="18"/>
                      <w:rtl/>
                    </w:rPr>
                    <w:t xml:space="preserve"> -اليمن)</w:t>
                  </w:r>
                  <w:r w:rsidR="00AF448C">
                    <w:rPr>
                      <w:rFonts w:ascii="Arial Narrow" w:eastAsiaTheme="minorEastAsia" w:hAnsi="Arial Narrow" w:cs="Arial"/>
                      <w:b/>
                      <w:bCs/>
                      <w:sz w:val="18"/>
                      <w:szCs w:val="18"/>
                    </w:rPr>
                    <w:t xml:space="preserve"> </w:t>
                  </w:r>
                  <w:r w:rsidR="00554EC0">
                    <w:rPr>
                      <w:rFonts w:ascii="Arial Narrow" w:eastAsiaTheme="minorEastAsia" w:hAnsi="Arial Narrow" w:cs="Arial"/>
                      <w:b/>
                      <w:bCs/>
                      <w:sz w:val="18"/>
                      <w:szCs w:val="18"/>
                      <w:lang w:bidi="ar-SA"/>
                    </w:rPr>
                    <w:t xml:space="preserve"> </w:t>
                  </w:r>
                </w:p>
                <w:p w14:paraId="2018C03A" w14:textId="77777777" w:rsidR="005F6601" w:rsidRPr="00C4794E" w:rsidRDefault="005F6601" w:rsidP="00D04E85">
                  <w:pPr>
                    <w:pStyle w:val="ListParagraph"/>
                    <w:framePr w:hSpace="180" w:wrap="around" w:vAnchor="page" w:hAnchor="page" w:x="606" w:y="539"/>
                    <w:bidi/>
                    <w:ind w:left="348"/>
                    <w:rPr>
                      <w:rFonts w:ascii="Arial Narrow" w:eastAsiaTheme="minorHAnsi" w:hAnsi="Arial Narrow" w:cs="Arial"/>
                      <w:b/>
                      <w:sz w:val="18"/>
                      <w:szCs w:val="18"/>
                    </w:rPr>
                  </w:pPr>
                  <w:r w:rsidRPr="00C4794E">
                    <w:rPr>
                      <w:rFonts w:ascii="Arial Narrow" w:eastAsiaTheme="minorHAnsi" w:hAnsi="Arial Narrow" w:cs="Arial"/>
                      <w:b/>
                      <w:sz w:val="18"/>
                      <w:szCs w:val="18"/>
                      <w:rtl/>
                    </w:rPr>
                    <w:t>يتم تشجيع جميع مقدمي العروض على الحضور ولكن الحضور ليس إلزاميا.</w:t>
                  </w:r>
                </w:p>
                <w:p w14:paraId="7093419E" w14:textId="77777777" w:rsidR="005F6601" w:rsidRDefault="005F6601" w:rsidP="00D04E85">
                  <w:pPr>
                    <w:framePr w:hSpace="180" w:wrap="around" w:vAnchor="page" w:hAnchor="page" w:x="606" w:y="539"/>
                    <w:bidi/>
                    <w:rPr>
                      <w:rFonts w:ascii="Arial Narrow" w:hAnsi="Arial Narrow" w:cstheme="minorHAnsi"/>
                      <w:b/>
                      <w:sz w:val="18"/>
                      <w:szCs w:val="18"/>
                    </w:rPr>
                  </w:pPr>
                </w:p>
                <w:p w14:paraId="04873E50" w14:textId="77777777" w:rsidR="00346876" w:rsidRPr="00C4794E" w:rsidRDefault="00346876" w:rsidP="00D04E85">
                  <w:pPr>
                    <w:framePr w:hSpace="180" w:wrap="around" w:vAnchor="page" w:hAnchor="page" w:x="606" w:y="539"/>
                    <w:bidi/>
                    <w:rPr>
                      <w:rFonts w:ascii="Arial Narrow" w:hAnsi="Arial Narrow" w:cstheme="minorHAnsi"/>
                      <w:b/>
                      <w:sz w:val="18"/>
                      <w:szCs w:val="18"/>
                    </w:rPr>
                  </w:pPr>
                </w:p>
                <w:p w14:paraId="5C492E5A" w14:textId="77777777" w:rsidR="005F6601" w:rsidRPr="00C4794E" w:rsidRDefault="005F6601" w:rsidP="00D04E85">
                  <w:pPr>
                    <w:framePr w:hSpace="180" w:wrap="around" w:vAnchor="page" w:hAnchor="page" w:x="606" w:y="539"/>
                    <w:bidi/>
                    <w:rPr>
                      <w:rFonts w:ascii="Arial Narrow" w:hAnsi="Arial Narrow" w:cstheme="minorHAnsi"/>
                      <w:b/>
                      <w:sz w:val="18"/>
                      <w:szCs w:val="18"/>
                    </w:rPr>
                  </w:pPr>
                  <w:r w:rsidRPr="00C479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794E">
                    <w:rPr>
                      <w:rFonts w:ascii="Arial Narrow" w:hAnsi="Arial Narrow" w:cstheme="minorHAnsi"/>
                      <w:b/>
                      <w:sz w:val="18"/>
                      <w:szCs w:val="18"/>
                    </w:rPr>
                    <w:t>.</w:t>
                  </w:r>
                </w:p>
                <w:p w14:paraId="7E841885" w14:textId="77777777" w:rsidR="005F6601" w:rsidRDefault="005F6601" w:rsidP="00D04E85">
                  <w:pPr>
                    <w:framePr w:hSpace="180" w:wrap="around" w:vAnchor="page" w:hAnchor="page" w:x="606" w:y="539"/>
                    <w:bidi/>
                    <w:ind w:left="348"/>
                    <w:rPr>
                      <w:rFonts w:ascii="Arial Narrow" w:hAnsi="Arial Narrow" w:cstheme="minorHAnsi"/>
                      <w:b/>
                      <w:sz w:val="18"/>
                      <w:szCs w:val="18"/>
                    </w:rPr>
                  </w:pPr>
                </w:p>
                <w:p w14:paraId="407FC3C1" w14:textId="77777777" w:rsidR="00F124F1" w:rsidRPr="00C4794E" w:rsidRDefault="00F124F1" w:rsidP="00D04E85">
                  <w:pPr>
                    <w:framePr w:hSpace="180" w:wrap="around" w:vAnchor="page" w:hAnchor="page" w:x="606" w:y="539"/>
                    <w:bidi/>
                    <w:ind w:left="348"/>
                    <w:rPr>
                      <w:rFonts w:ascii="Arial Narrow" w:hAnsi="Arial Narrow" w:cstheme="minorHAnsi"/>
                      <w:b/>
                      <w:sz w:val="18"/>
                      <w:szCs w:val="18"/>
                    </w:rPr>
                  </w:pPr>
                </w:p>
                <w:p w14:paraId="5E44457E" w14:textId="3345CF67" w:rsidR="00346876" w:rsidRDefault="005F6601" w:rsidP="00D04E85">
                  <w:pPr>
                    <w:framePr w:hSpace="180" w:wrap="around" w:vAnchor="page" w:hAnchor="page" w:x="606" w:y="539"/>
                    <w:bidi/>
                    <w:rPr>
                      <w:rFonts w:ascii="Arial Narrow" w:eastAsiaTheme="minorHAnsi" w:hAnsi="Arial Narrow" w:cs="Calibri"/>
                      <w:b/>
                      <w:sz w:val="18"/>
                      <w:szCs w:val="18"/>
                    </w:rPr>
                  </w:pPr>
                  <w:r w:rsidRPr="0001284B">
                    <w:rPr>
                      <w:rFonts w:ascii="Arial Narrow" w:eastAsiaTheme="minorHAnsi" w:hAnsi="Arial Narrow" w:cs="Calibri"/>
                      <w:b/>
                      <w:sz w:val="18"/>
                      <w:szCs w:val="18"/>
                      <w:rtl/>
                    </w:rPr>
                    <w:t xml:space="preserve">ستعقد لجنة أكتد للمناقصات جلسة فتح عطاءات بتاريخ </w:t>
                  </w:r>
                  <w:r w:rsidR="00346876">
                    <w:rPr>
                      <w:rFonts w:ascii="Arial Narrow" w:eastAsiaTheme="minorHAnsi" w:hAnsi="Arial Narrow" w:cs="Calibri"/>
                      <w:b/>
                      <w:sz w:val="18"/>
                      <w:szCs w:val="18"/>
                    </w:rPr>
                    <w:t>2</w:t>
                  </w:r>
                  <w:r w:rsidRPr="0001284B">
                    <w:rPr>
                      <w:rFonts w:ascii="Arial Narrow" w:eastAsiaTheme="minorHAnsi" w:hAnsi="Arial Narrow" w:cs="Calibri"/>
                      <w:b/>
                      <w:sz w:val="18"/>
                      <w:szCs w:val="18"/>
                    </w:rPr>
                    <w:t>2</w:t>
                  </w:r>
                  <w:r w:rsidRPr="0001284B">
                    <w:rPr>
                      <w:rFonts w:ascii="Arial Narrow" w:eastAsiaTheme="minorHAnsi" w:hAnsi="Arial Narrow" w:cstheme="minorHAnsi"/>
                      <w:b/>
                      <w:sz w:val="18"/>
                      <w:szCs w:val="18"/>
                    </w:rPr>
                    <w:t>-09-2025</w:t>
                  </w:r>
                  <w:r w:rsidRPr="0001284B">
                    <w:rPr>
                      <w:rFonts w:ascii="Arial Narrow" w:eastAsiaTheme="minorHAnsi" w:hAnsi="Arial Narrow" w:cs="Calibri"/>
                      <w:b/>
                      <w:sz w:val="18"/>
                      <w:szCs w:val="18"/>
                      <w:rtl/>
                    </w:rPr>
                    <w:t xml:space="preserve">  الساعة</w:t>
                  </w:r>
                  <w:r w:rsidRPr="0001284B">
                    <w:rPr>
                      <w:rFonts w:ascii="Arial Narrow" w:eastAsiaTheme="minorHAnsi" w:hAnsi="Arial Narrow" w:cstheme="minorHAnsi"/>
                      <w:b/>
                      <w:sz w:val="18"/>
                      <w:szCs w:val="18"/>
                    </w:rPr>
                    <w:t>10:00</w:t>
                  </w:r>
                  <w:r w:rsidRPr="0001284B">
                    <w:rPr>
                      <w:rFonts w:ascii="Arial Narrow" w:eastAsiaTheme="minorHAnsi" w:hAnsi="Arial Narrow" w:cs="Calibri"/>
                      <w:b/>
                      <w:sz w:val="18"/>
                      <w:szCs w:val="18"/>
                      <w:rtl/>
                    </w:rPr>
                    <w:t xml:space="preserve">  صباحا  بتوقيت اليمن</w:t>
                  </w:r>
                </w:p>
                <w:p w14:paraId="183A8F61" w14:textId="77777777" w:rsidR="00346876" w:rsidRPr="00346876" w:rsidRDefault="00346876" w:rsidP="00D04E85">
                  <w:pPr>
                    <w:framePr w:hSpace="180" w:wrap="around" w:vAnchor="page" w:hAnchor="page" w:x="606" w:y="539"/>
                    <w:bidi/>
                    <w:rPr>
                      <w:rFonts w:ascii="Arial Narrow" w:eastAsiaTheme="minorHAnsi" w:hAnsi="Arial Narrow" w:cstheme="minorHAnsi"/>
                      <w:b/>
                      <w:sz w:val="18"/>
                      <w:szCs w:val="18"/>
                    </w:rPr>
                  </w:pPr>
                </w:p>
                <w:p w14:paraId="492F6276" w14:textId="77777777" w:rsidR="005F6601" w:rsidRPr="00C4794E" w:rsidRDefault="005F6601" w:rsidP="00D04E85">
                  <w:pPr>
                    <w:framePr w:hSpace="180" w:wrap="around" w:vAnchor="page" w:hAnchor="page" w:x="606" w:y="539"/>
                    <w:bidi/>
                    <w:spacing w:before="80"/>
                    <w:ind w:right="690"/>
                    <w:rPr>
                      <w:rFonts w:ascii="Arial Narrow" w:eastAsia="Calibri" w:hAnsi="Arial Narrow" w:cstheme="minorHAnsi"/>
                      <w:b/>
                      <w:sz w:val="18"/>
                      <w:szCs w:val="18"/>
                      <w:lang w:eastAsia="fr-FR"/>
                    </w:rPr>
                  </w:pPr>
                  <w:r w:rsidRPr="00C4794E">
                    <w:rPr>
                      <w:rFonts w:ascii="Arial Narrow" w:eastAsia="Calibri" w:hAnsi="Arial Narrow" w:cs="Calibri"/>
                      <w:b/>
                      <w:sz w:val="18"/>
                      <w:szCs w:val="18"/>
                      <w:rtl/>
                      <w:lang w:eastAsia="fr-FR"/>
                    </w:rPr>
                    <w:t xml:space="preserve">تتضمن </w:t>
                  </w:r>
                  <w:r w:rsidRPr="00C4794E">
                    <w:rPr>
                      <w:rFonts w:ascii="Arial Narrow" w:eastAsia="Calibri" w:hAnsi="Arial Narrow" w:cs="Calibri"/>
                      <w:bCs/>
                      <w:sz w:val="18"/>
                      <w:szCs w:val="18"/>
                      <w:rtl/>
                      <w:lang w:eastAsia="fr-FR"/>
                    </w:rPr>
                    <w:t>الجلسة الافتتاحية ل</w:t>
                  </w:r>
                  <w:r>
                    <w:rPr>
                      <w:rFonts w:ascii="Arial Narrow" w:eastAsia="Calibri" w:hAnsi="Arial Narrow" w:cs="Calibri" w:hint="cs"/>
                      <w:bCs/>
                      <w:sz w:val="18"/>
                      <w:szCs w:val="18"/>
                      <w:rtl/>
                      <w:lang w:eastAsia="fr-FR"/>
                    </w:rPr>
                    <w:t>لم</w:t>
                  </w:r>
                  <w:r w:rsidRPr="00C4794E">
                    <w:rPr>
                      <w:rFonts w:ascii="Arial Narrow" w:eastAsia="Calibri" w:hAnsi="Arial Narrow" w:cs="Calibri"/>
                      <w:bCs/>
                      <w:sz w:val="18"/>
                      <w:szCs w:val="18"/>
                      <w:rtl/>
                      <w:lang w:eastAsia="fr-FR"/>
                    </w:rPr>
                    <w:t>ناقصة</w:t>
                  </w:r>
                  <w:r w:rsidRPr="00C4794E">
                    <w:rPr>
                      <w:rFonts w:ascii="Arial Narrow" w:eastAsia="Calibri" w:hAnsi="Arial Narrow" w:cs="Calibri"/>
                      <w:b/>
                      <w:sz w:val="18"/>
                      <w:szCs w:val="18"/>
                      <w:rtl/>
                      <w:lang w:eastAsia="fr-FR"/>
                    </w:rPr>
                    <w:t xml:space="preserve"> فتح جميع عروض مقدمي</w:t>
                  </w:r>
                  <w:r w:rsidRPr="00C4794E">
                    <w:rPr>
                      <w:rFonts w:ascii="Arial Narrow" w:eastAsia="Calibri" w:hAnsi="Arial Narrow" w:cs="Calibri"/>
                      <w:b/>
                      <w:sz w:val="18"/>
                      <w:szCs w:val="18"/>
                      <w:lang w:eastAsia="fr-FR"/>
                    </w:rPr>
                    <w:t xml:space="preserve"> </w:t>
                  </w:r>
                  <w:r w:rsidRPr="00C4794E">
                    <w:rPr>
                      <w:rFonts w:ascii="Arial Narrow" w:eastAsia="Calibri" w:hAnsi="Arial Narrow" w:cs="Calibri"/>
                      <w:b/>
                      <w:sz w:val="18"/>
                      <w:szCs w:val="18"/>
                      <w:rtl/>
                      <w:lang w:eastAsia="fr-FR"/>
                    </w:rPr>
                    <w:t>العطاءات وإجراء فحص للوثائق ، حيث يتم فحص جميع المستندات المقدمة عبر البريد الالكتروني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w:t>
                  </w:r>
                  <w:r w:rsidRPr="00C4794E">
                    <w:rPr>
                      <w:rFonts w:ascii="Arial Narrow" w:eastAsia="Calibri" w:hAnsi="Arial Narrow" w:cstheme="minorHAnsi"/>
                      <w:b/>
                      <w:sz w:val="18"/>
                      <w:szCs w:val="18"/>
                      <w:lang w:eastAsia="fr-FR"/>
                    </w:rPr>
                    <w:t xml:space="preserve"> </w:t>
                  </w:r>
                </w:p>
                <w:p w14:paraId="39186A9F" w14:textId="791FEDB8" w:rsidR="00A67485" w:rsidRPr="003804EE" w:rsidRDefault="00A67485" w:rsidP="00D04E85">
                  <w:pPr>
                    <w:framePr w:hSpace="180" w:wrap="around" w:vAnchor="page" w:hAnchor="page" w:x="606" w:y="539"/>
                    <w:spacing w:before="80"/>
                    <w:ind w:right="15"/>
                    <w:jc w:val="right"/>
                    <w:rPr>
                      <w:rFonts w:ascii="Arial Narrow" w:eastAsia="Calibri" w:hAnsi="Arial Narrow" w:cstheme="minorBidi"/>
                      <w:b/>
                      <w:bCs/>
                      <w:sz w:val="18"/>
                      <w:szCs w:val="18"/>
                      <w:rtl/>
                      <w:lang w:eastAsia="fr-FR"/>
                    </w:rPr>
                  </w:pPr>
                </w:p>
                <w:p w14:paraId="46495705" w14:textId="7EDAD2EF" w:rsidR="0087551B" w:rsidRDefault="003804EE" w:rsidP="00D04E85">
                  <w:pPr>
                    <w:framePr w:hSpace="180" w:wrap="around" w:vAnchor="page" w:hAnchor="page" w:x="606" w:y="539"/>
                    <w:bidi/>
                    <w:rPr>
                      <w:rFonts w:ascii="Arial Narrow" w:hAnsi="Arial Narrow" w:cs="Calibri"/>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17"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3E1D4E6F" w14:textId="77777777" w:rsidR="0078539A" w:rsidRPr="00096CB3" w:rsidRDefault="0078539A" w:rsidP="00D04E85">
                  <w:pPr>
                    <w:framePr w:hSpace="180" w:wrap="around" w:vAnchor="page" w:hAnchor="page" w:x="606" w:y="539"/>
                    <w:bidi/>
                    <w:rPr>
                      <w:rFonts w:ascii="Arial Narrow" w:hAnsi="Arial Narrow" w:cs="Calibri"/>
                      <w:b/>
                      <w:sz w:val="20"/>
                      <w:szCs w:val="20"/>
                    </w:rPr>
                  </w:pPr>
                </w:p>
                <w:p w14:paraId="7F0C75E1" w14:textId="3C80B8E4" w:rsidR="568C056D" w:rsidRDefault="568C056D" w:rsidP="00D04E85">
                  <w:pPr>
                    <w:framePr w:hSpace="180" w:wrap="around" w:vAnchor="page" w:hAnchor="page" w:x="606" w:y="539"/>
                    <w:bidi/>
                    <w:rPr>
                      <w:rFonts w:ascii="Arial Narrow" w:hAnsi="Arial Narrow" w:cs="Calibri"/>
                      <w:b/>
                      <w:bCs/>
                      <w:sz w:val="20"/>
                      <w:szCs w:val="20"/>
                    </w:rPr>
                  </w:pPr>
                </w:p>
                <w:p w14:paraId="72A4B7A6" w14:textId="77777777" w:rsidR="003857B6" w:rsidRDefault="003804EE" w:rsidP="00D04E85">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D04E85">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18"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D5CF06B">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19"/>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DC1FA" w14:textId="77777777" w:rsidR="00C95D09" w:rsidRDefault="00C95D09">
      <w:r>
        <w:separator/>
      </w:r>
    </w:p>
  </w:endnote>
  <w:endnote w:type="continuationSeparator" w:id="0">
    <w:p w14:paraId="23BF367F" w14:textId="77777777" w:rsidR="00C95D09" w:rsidRDefault="00C95D09">
      <w:r>
        <w:continuationSeparator/>
      </w:r>
    </w:p>
  </w:endnote>
  <w:endnote w:type="continuationNotice" w:id="1">
    <w:p w14:paraId="35356220" w14:textId="77777777" w:rsidR="00C95D09" w:rsidRDefault="00C95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Content>
      <w:sdt>
        <w:sdtPr>
          <w:id w:val="1728636285"/>
          <w:docPartObj>
            <w:docPartGallery w:val="Page Numbers (Top of Page)"/>
            <w:docPartUnique/>
          </w:docPartObj>
        </w:sdt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11E543EC" w:rsidR="001E0599" w:rsidRPr="0033369D" w:rsidRDefault="0033369D" w:rsidP="0033369D">
            <w:pPr>
              <w:jc w:val="center"/>
              <w:rPr>
                <w:rFonts w:ascii="Calibri" w:eastAsia="Calibri" w:hAnsi="Calibri" w:cs="Calibri"/>
                <w:b/>
                <w:bCs/>
                <w:color w:val="0070C0"/>
                <w:sz w:val="20"/>
                <w:szCs w:val="20"/>
                <w:u w:val="single"/>
              </w:rPr>
            </w:pPr>
            <w:r w:rsidRPr="008B4E09">
              <w:rPr>
                <w:rFonts w:ascii="Calibri" w:eastAsia="Calibri" w:hAnsi="Calibri" w:cs="Calibri"/>
                <w:b/>
                <w:bCs/>
                <w:color w:val="0070C0"/>
                <w:sz w:val="20"/>
                <w:szCs w:val="20"/>
              </w:rPr>
              <w:t xml:space="preserve">T/15GDK/A4ZWSS- A4ZCPR/Solar System/South/LOG/Al </w:t>
            </w:r>
            <w:proofErr w:type="spellStart"/>
            <w:r w:rsidRPr="008B4E09">
              <w:rPr>
                <w:rFonts w:ascii="Calibri" w:eastAsia="Calibri" w:hAnsi="Calibri" w:cs="Calibri"/>
                <w:b/>
                <w:bCs/>
                <w:color w:val="0070C0"/>
                <w:sz w:val="20"/>
                <w:szCs w:val="20"/>
              </w:rPr>
              <w:t>Dhalee</w:t>
            </w:r>
            <w:proofErr w:type="spellEnd"/>
            <w:r w:rsidRPr="008B4E09">
              <w:rPr>
                <w:rFonts w:ascii="Calibri" w:eastAsia="Calibri" w:hAnsi="Calibri" w:cs="Calibri"/>
                <w:b/>
                <w:bCs/>
                <w:color w:val="0070C0"/>
                <w:sz w:val="20"/>
                <w:szCs w:val="20"/>
              </w:rPr>
              <w:t>/YEM/08-09-2025/001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8400C" w14:textId="77777777" w:rsidR="00C95D09" w:rsidRDefault="00C95D09">
      <w:r>
        <w:separator/>
      </w:r>
    </w:p>
  </w:footnote>
  <w:footnote w:type="continuationSeparator" w:id="0">
    <w:p w14:paraId="4D33D147" w14:textId="77777777" w:rsidR="00C95D09" w:rsidRDefault="00C95D09">
      <w:r>
        <w:continuationSeparator/>
      </w:r>
    </w:p>
  </w:footnote>
  <w:footnote w:type="continuationNotice" w:id="1">
    <w:p w14:paraId="3D48D9BF" w14:textId="77777777" w:rsidR="00C95D09" w:rsidRDefault="00C95D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84B"/>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49B7"/>
    <w:rsid w:val="0008693A"/>
    <w:rsid w:val="000872CC"/>
    <w:rsid w:val="000879E2"/>
    <w:rsid w:val="00090091"/>
    <w:rsid w:val="00091D18"/>
    <w:rsid w:val="000927DE"/>
    <w:rsid w:val="00094686"/>
    <w:rsid w:val="00096CB3"/>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2D17"/>
    <w:rsid w:val="00123239"/>
    <w:rsid w:val="00124506"/>
    <w:rsid w:val="001260D3"/>
    <w:rsid w:val="00126386"/>
    <w:rsid w:val="00127088"/>
    <w:rsid w:val="00127945"/>
    <w:rsid w:val="0013369A"/>
    <w:rsid w:val="00134D9B"/>
    <w:rsid w:val="001353D2"/>
    <w:rsid w:val="0013650A"/>
    <w:rsid w:val="00136CBB"/>
    <w:rsid w:val="00137D37"/>
    <w:rsid w:val="001417F3"/>
    <w:rsid w:val="0014259C"/>
    <w:rsid w:val="00142765"/>
    <w:rsid w:val="00143110"/>
    <w:rsid w:val="00143BD8"/>
    <w:rsid w:val="001441A8"/>
    <w:rsid w:val="00145C19"/>
    <w:rsid w:val="00146C95"/>
    <w:rsid w:val="00146F51"/>
    <w:rsid w:val="001502AF"/>
    <w:rsid w:val="0015063D"/>
    <w:rsid w:val="001510E0"/>
    <w:rsid w:val="001555C4"/>
    <w:rsid w:val="00160700"/>
    <w:rsid w:val="0016204A"/>
    <w:rsid w:val="00162080"/>
    <w:rsid w:val="0016218B"/>
    <w:rsid w:val="00164401"/>
    <w:rsid w:val="00166E85"/>
    <w:rsid w:val="00173BD1"/>
    <w:rsid w:val="0017461D"/>
    <w:rsid w:val="00176A81"/>
    <w:rsid w:val="001776D0"/>
    <w:rsid w:val="00181DB0"/>
    <w:rsid w:val="0018325B"/>
    <w:rsid w:val="001853BC"/>
    <w:rsid w:val="0018585A"/>
    <w:rsid w:val="00190559"/>
    <w:rsid w:val="001936AA"/>
    <w:rsid w:val="001A046F"/>
    <w:rsid w:val="001A117A"/>
    <w:rsid w:val="001A14CE"/>
    <w:rsid w:val="001A56F1"/>
    <w:rsid w:val="001B2F73"/>
    <w:rsid w:val="001B3C52"/>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568B"/>
    <w:rsid w:val="001F6160"/>
    <w:rsid w:val="001F626D"/>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CCD"/>
    <w:rsid w:val="00234DB1"/>
    <w:rsid w:val="002354A1"/>
    <w:rsid w:val="00236A33"/>
    <w:rsid w:val="00237757"/>
    <w:rsid w:val="002402E6"/>
    <w:rsid w:val="0024474E"/>
    <w:rsid w:val="00254C23"/>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A59"/>
    <w:rsid w:val="00276DB5"/>
    <w:rsid w:val="00277C7B"/>
    <w:rsid w:val="00277DEC"/>
    <w:rsid w:val="00280EF1"/>
    <w:rsid w:val="00281B2E"/>
    <w:rsid w:val="002825E5"/>
    <w:rsid w:val="00282CE4"/>
    <w:rsid w:val="00283069"/>
    <w:rsid w:val="00283BDE"/>
    <w:rsid w:val="0028625A"/>
    <w:rsid w:val="00287F7C"/>
    <w:rsid w:val="002924C8"/>
    <w:rsid w:val="00295331"/>
    <w:rsid w:val="002954F2"/>
    <w:rsid w:val="002958F3"/>
    <w:rsid w:val="002973A5"/>
    <w:rsid w:val="00297A37"/>
    <w:rsid w:val="002A1676"/>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2578"/>
    <w:rsid w:val="002F42BF"/>
    <w:rsid w:val="0030000F"/>
    <w:rsid w:val="00301144"/>
    <w:rsid w:val="00301900"/>
    <w:rsid w:val="003020EF"/>
    <w:rsid w:val="003032D7"/>
    <w:rsid w:val="00306C8D"/>
    <w:rsid w:val="00307CAB"/>
    <w:rsid w:val="0031141C"/>
    <w:rsid w:val="0031164C"/>
    <w:rsid w:val="003124CE"/>
    <w:rsid w:val="00312607"/>
    <w:rsid w:val="003156E0"/>
    <w:rsid w:val="00316B72"/>
    <w:rsid w:val="00317681"/>
    <w:rsid w:val="00321194"/>
    <w:rsid w:val="00325713"/>
    <w:rsid w:val="003277DF"/>
    <w:rsid w:val="0033033E"/>
    <w:rsid w:val="00330DB2"/>
    <w:rsid w:val="0033369D"/>
    <w:rsid w:val="00333FD0"/>
    <w:rsid w:val="00334C5D"/>
    <w:rsid w:val="003362AC"/>
    <w:rsid w:val="00337A1C"/>
    <w:rsid w:val="00340469"/>
    <w:rsid w:val="00341849"/>
    <w:rsid w:val="00345335"/>
    <w:rsid w:val="00346876"/>
    <w:rsid w:val="00346C71"/>
    <w:rsid w:val="00346FE1"/>
    <w:rsid w:val="00350732"/>
    <w:rsid w:val="00350ECE"/>
    <w:rsid w:val="003567E1"/>
    <w:rsid w:val="00362525"/>
    <w:rsid w:val="00364DBE"/>
    <w:rsid w:val="003669EC"/>
    <w:rsid w:val="003671E0"/>
    <w:rsid w:val="00370949"/>
    <w:rsid w:val="003744EB"/>
    <w:rsid w:val="00377043"/>
    <w:rsid w:val="003804EE"/>
    <w:rsid w:val="00380A41"/>
    <w:rsid w:val="00383E8E"/>
    <w:rsid w:val="003857B6"/>
    <w:rsid w:val="00387CC0"/>
    <w:rsid w:val="00391E16"/>
    <w:rsid w:val="0039332B"/>
    <w:rsid w:val="00394091"/>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05A69"/>
    <w:rsid w:val="0040652A"/>
    <w:rsid w:val="0040772C"/>
    <w:rsid w:val="00412599"/>
    <w:rsid w:val="004138F7"/>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511CB"/>
    <w:rsid w:val="00453920"/>
    <w:rsid w:val="00454FB1"/>
    <w:rsid w:val="0045642A"/>
    <w:rsid w:val="00462AED"/>
    <w:rsid w:val="00466FB3"/>
    <w:rsid w:val="00471D58"/>
    <w:rsid w:val="00472824"/>
    <w:rsid w:val="00472E68"/>
    <w:rsid w:val="00474C87"/>
    <w:rsid w:val="004758D4"/>
    <w:rsid w:val="004759C9"/>
    <w:rsid w:val="00477C68"/>
    <w:rsid w:val="004816DA"/>
    <w:rsid w:val="00483FC8"/>
    <w:rsid w:val="00484772"/>
    <w:rsid w:val="00494970"/>
    <w:rsid w:val="00496A70"/>
    <w:rsid w:val="004977D3"/>
    <w:rsid w:val="004A1CE4"/>
    <w:rsid w:val="004A343E"/>
    <w:rsid w:val="004A38CC"/>
    <w:rsid w:val="004A40D0"/>
    <w:rsid w:val="004A791F"/>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043"/>
    <w:rsid w:val="004E194E"/>
    <w:rsid w:val="004E7565"/>
    <w:rsid w:val="004E7B76"/>
    <w:rsid w:val="004E7D5F"/>
    <w:rsid w:val="004F15D1"/>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4EC0"/>
    <w:rsid w:val="00556019"/>
    <w:rsid w:val="005568E4"/>
    <w:rsid w:val="005577DE"/>
    <w:rsid w:val="00561831"/>
    <w:rsid w:val="00561BC1"/>
    <w:rsid w:val="00570212"/>
    <w:rsid w:val="0057119A"/>
    <w:rsid w:val="00573A76"/>
    <w:rsid w:val="005752F6"/>
    <w:rsid w:val="005754A1"/>
    <w:rsid w:val="00577996"/>
    <w:rsid w:val="005817A9"/>
    <w:rsid w:val="00582167"/>
    <w:rsid w:val="00582937"/>
    <w:rsid w:val="00582B46"/>
    <w:rsid w:val="00584719"/>
    <w:rsid w:val="005848A0"/>
    <w:rsid w:val="00584FE6"/>
    <w:rsid w:val="005853E9"/>
    <w:rsid w:val="0059196D"/>
    <w:rsid w:val="00591C30"/>
    <w:rsid w:val="00593278"/>
    <w:rsid w:val="00594D31"/>
    <w:rsid w:val="00594E45"/>
    <w:rsid w:val="00595C3C"/>
    <w:rsid w:val="00596DBE"/>
    <w:rsid w:val="005A01EF"/>
    <w:rsid w:val="005A0345"/>
    <w:rsid w:val="005A07C4"/>
    <w:rsid w:val="005A0976"/>
    <w:rsid w:val="005A0E18"/>
    <w:rsid w:val="005A1195"/>
    <w:rsid w:val="005A156D"/>
    <w:rsid w:val="005A2456"/>
    <w:rsid w:val="005A403B"/>
    <w:rsid w:val="005A7FFE"/>
    <w:rsid w:val="005B2E2B"/>
    <w:rsid w:val="005B46D7"/>
    <w:rsid w:val="005B4F73"/>
    <w:rsid w:val="005B5CEA"/>
    <w:rsid w:val="005B6D87"/>
    <w:rsid w:val="005C042F"/>
    <w:rsid w:val="005C2014"/>
    <w:rsid w:val="005C4CBD"/>
    <w:rsid w:val="005C55B9"/>
    <w:rsid w:val="005C5A7C"/>
    <w:rsid w:val="005D4088"/>
    <w:rsid w:val="005D5C5B"/>
    <w:rsid w:val="005E15BD"/>
    <w:rsid w:val="005E287C"/>
    <w:rsid w:val="005E2D90"/>
    <w:rsid w:val="005E3C13"/>
    <w:rsid w:val="005F3AFF"/>
    <w:rsid w:val="005F56C4"/>
    <w:rsid w:val="005F6601"/>
    <w:rsid w:val="00603D6D"/>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02E5"/>
    <w:rsid w:val="00653C79"/>
    <w:rsid w:val="00653CD7"/>
    <w:rsid w:val="00654EB0"/>
    <w:rsid w:val="00656AD4"/>
    <w:rsid w:val="00657CBF"/>
    <w:rsid w:val="006602E3"/>
    <w:rsid w:val="0066339A"/>
    <w:rsid w:val="006661C6"/>
    <w:rsid w:val="006719B0"/>
    <w:rsid w:val="00671A9B"/>
    <w:rsid w:val="00676E8E"/>
    <w:rsid w:val="00683BF5"/>
    <w:rsid w:val="00684746"/>
    <w:rsid w:val="0068766A"/>
    <w:rsid w:val="00687C45"/>
    <w:rsid w:val="006901B5"/>
    <w:rsid w:val="00690591"/>
    <w:rsid w:val="00690655"/>
    <w:rsid w:val="006947F3"/>
    <w:rsid w:val="00694986"/>
    <w:rsid w:val="006958BD"/>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5635"/>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3554"/>
    <w:rsid w:val="007140CC"/>
    <w:rsid w:val="0071433A"/>
    <w:rsid w:val="0071538C"/>
    <w:rsid w:val="0071738A"/>
    <w:rsid w:val="007226FC"/>
    <w:rsid w:val="00726F33"/>
    <w:rsid w:val="0072727F"/>
    <w:rsid w:val="0073031C"/>
    <w:rsid w:val="00730C15"/>
    <w:rsid w:val="00731958"/>
    <w:rsid w:val="00732AC6"/>
    <w:rsid w:val="00741128"/>
    <w:rsid w:val="007417BE"/>
    <w:rsid w:val="007425FC"/>
    <w:rsid w:val="00744B0D"/>
    <w:rsid w:val="0074615E"/>
    <w:rsid w:val="00746DC2"/>
    <w:rsid w:val="00751EC1"/>
    <w:rsid w:val="0075296A"/>
    <w:rsid w:val="00752EA3"/>
    <w:rsid w:val="00753B48"/>
    <w:rsid w:val="0075494B"/>
    <w:rsid w:val="00754F5D"/>
    <w:rsid w:val="007567E7"/>
    <w:rsid w:val="00757981"/>
    <w:rsid w:val="0076004C"/>
    <w:rsid w:val="00761AE4"/>
    <w:rsid w:val="007705C2"/>
    <w:rsid w:val="00770AE1"/>
    <w:rsid w:val="00770E9C"/>
    <w:rsid w:val="00771164"/>
    <w:rsid w:val="0077237C"/>
    <w:rsid w:val="007765B1"/>
    <w:rsid w:val="007775F2"/>
    <w:rsid w:val="00777E1E"/>
    <w:rsid w:val="00781424"/>
    <w:rsid w:val="0078539A"/>
    <w:rsid w:val="00787426"/>
    <w:rsid w:val="00792D50"/>
    <w:rsid w:val="007942EA"/>
    <w:rsid w:val="0079638F"/>
    <w:rsid w:val="00796982"/>
    <w:rsid w:val="007A127D"/>
    <w:rsid w:val="007A397C"/>
    <w:rsid w:val="007A5558"/>
    <w:rsid w:val="007A794D"/>
    <w:rsid w:val="007B02F9"/>
    <w:rsid w:val="007B1002"/>
    <w:rsid w:val="007B4BDA"/>
    <w:rsid w:val="007C511A"/>
    <w:rsid w:val="007D25C1"/>
    <w:rsid w:val="007D2A82"/>
    <w:rsid w:val="007D42DF"/>
    <w:rsid w:val="007D4C39"/>
    <w:rsid w:val="007D6F43"/>
    <w:rsid w:val="007D7D7A"/>
    <w:rsid w:val="007E2CBE"/>
    <w:rsid w:val="007E2F4B"/>
    <w:rsid w:val="007E3183"/>
    <w:rsid w:val="007E552F"/>
    <w:rsid w:val="007E5BD7"/>
    <w:rsid w:val="007E72D3"/>
    <w:rsid w:val="007F1D29"/>
    <w:rsid w:val="007F2ABF"/>
    <w:rsid w:val="007F546A"/>
    <w:rsid w:val="0080000A"/>
    <w:rsid w:val="00804A90"/>
    <w:rsid w:val="008059D5"/>
    <w:rsid w:val="0080686B"/>
    <w:rsid w:val="00807100"/>
    <w:rsid w:val="00810CCA"/>
    <w:rsid w:val="008124B7"/>
    <w:rsid w:val="008125CD"/>
    <w:rsid w:val="008135BF"/>
    <w:rsid w:val="008171BE"/>
    <w:rsid w:val="0082003E"/>
    <w:rsid w:val="0082043E"/>
    <w:rsid w:val="008235E8"/>
    <w:rsid w:val="008239D8"/>
    <w:rsid w:val="00823B7D"/>
    <w:rsid w:val="008246F0"/>
    <w:rsid w:val="00835186"/>
    <w:rsid w:val="00836184"/>
    <w:rsid w:val="00837B97"/>
    <w:rsid w:val="008427AF"/>
    <w:rsid w:val="008449E9"/>
    <w:rsid w:val="00845EB8"/>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83194"/>
    <w:rsid w:val="008879F8"/>
    <w:rsid w:val="00890041"/>
    <w:rsid w:val="00893C8C"/>
    <w:rsid w:val="00896A61"/>
    <w:rsid w:val="008A2760"/>
    <w:rsid w:val="008A3A38"/>
    <w:rsid w:val="008A3A5C"/>
    <w:rsid w:val="008A3F72"/>
    <w:rsid w:val="008A6F05"/>
    <w:rsid w:val="008A77E8"/>
    <w:rsid w:val="008B02EC"/>
    <w:rsid w:val="008B18A9"/>
    <w:rsid w:val="008B1DE9"/>
    <w:rsid w:val="008B233D"/>
    <w:rsid w:val="008B24AC"/>
    <w:rsid w:val="008B4C9E"/>
    <w:rsid w:val="008B4E09"/>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8F2021"/>
    <w:rsid w:val="00903919"/>
    <w:rsid w:val="00905897"/>
    <w:rsid w:val="00906020"/>
    <w:rsid w:val="00913C2E"/>
    <w:rsid w:val="00914B56"/>
    <w:rsid w:val="00916391"/>
    <w:rsid w:val="009165B4"/>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EF1"/>
    <w:rsid w:val="00A301E3"/>
    <w:rsid w:val="00A30384"/>
    <w:rsid w:val="00A30723"/>
    <w:rsid w:val="00A310E9"/>
    <w:rsid w:val="00A316B5"/>
    <w:rsid w:val="00A36D32"/>
    <w:rsid w:val="00A45BE9"/>
    <w:rsid w:val="00A47B41"/>
    <w:rsid w:val="00A47F1D"/>
    <w:rsid w:val="00A53C73"/>
    <w:rsid w:val="00A5656D"/>
    <w:rsid w:val="00A57DB4"/>
    <w:rsid w:val="00A603F2"/>
    <w:rsid w:val="00A60B72"/>
    <w:rsid w:val="00A61B22"/>
    <w:rsid w:val="00A66F35"/>
    <w:rsid w:val="00A67405"/>
    <w:rsid w:val="00A67485"/>
    <w:rsid w:val="00A70D15"/>
    <w:rsid w:val="00A713FC"/>
    <w:rsid w:val="00A714F2"/>
    <w:rsid w:val="00A7199A"/>
    <w:rsid w:val="00A7414F"/>
    <w:rsid w:val="00A74D0D"/>
    <w:rsid w:val="00A76029"/>
    <w:rsid w:val="00A7655F"/>
    <w:rsid w:val="00A77612"/>
    <w:rsid w:val="00A8208D"/>
    <w:rsid w:val="00A8395A"/>
    <w:rsid w:val="00A84957"/>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1AFA"/>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8C"/>
    <w:rsid w:val="00AF44A7"/>
    <w:rsid w:val="00AF5C36"/>
    <w:rsid w:val="00B00756"/>
    <w:rsid w:val="00B013EB"/>
    <w:rsid w:val="00B02763"/>
    <w:rsid w:val="00B04465"/>
    <w:rsid w:val="00B0577A"/>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4763F"/>
    <w:rsid w:val="00B53477"/>
    <w:rsid w:val="00B53D05"/>
    <w:rsid w:val="00B55F08"/>
    <w:rsid w:val="00B61FB0"/>
    <w:rsid w:val="00B64F95"/>
    <w:rsid w:val="00B652CB"/>
    <w:rsid w:val="00B66DEB"/>
    <w:rsid w:val="00B6733C"/>
    <w:rsid w:val="00B72334"/>
    <w:rsid w:val="00B816B1"/>
    <w:rsid w:val="00B81A3D"/>
    <w:rsid w:val="00B82B02"/>
    <w:rsid w:val="00B8405F"/>
    <w:rsid w:val="00B8574C"/>
    <w:rsid w:val="00B861A2"/>
    <w:rsid w:val="00B87CE4"/>
    <w:rsid w:val="00B87F6D"/>
    <w:rsid w:val="00B90883"/>
    <w:rsid w:val="00B93110"/>
    <w:rsid w:val="00B96E99"/>
    <w:rsid w:val="00BA09BB"/>
    <w:rsid w:val="00BA1172"/>
    <w:rsid w:val="00BA148B"/>
    <w:rsid w:val="00BA19C6"/>
    <w:rsid w:val="00BA373A"/>
    <w:rsid w:val="00BA3C3E"/>
    <w:rsid w:val="00BA3CD2"/>
    <w:rsid w:val="00BB043D"/>
    <w:rsid w:val="00BB10F7"/>
    <w:rsid w:val="00BB161F"/>
    <w:rsid w:val="00BB405B"/>
    <w:rsid w:val="00BB534D"/>
    <w:rsid w:val="00BB63EB"/>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1F0B"/>
    <w:rsid w:val="00BF46CB"/>
    <w:rsid w:val="00BF4818"/>
    <w:rsid w:val="00BF4A0F"/>
    <w:rsid w:val="00BF4F22"/>
    <w:rsid w:val="00BF69EC"/>
    <w:rsid w:val="00BF70BC"/>
    <w:rsid w:val="00BF7844"/>
    <w:rsid w:val="00C0024A"/>
    <w:rsid w:val="00C0146F"/>
    <w:rsid w:val="00C01EE6"/>
    <w:rsid w:val="00C160FA"/>
    <w:rsid w:val="00C17C45"/>
    <w:rsid w:val="00C17C87"/>
    <w:rsid w:val="00C2287B"/>
    <w:rsid w:val="00C244E7"/>
    <w:rsid w:val="00C30885"/>
    <w:rsid w:val="00C32937"/>
    <w:rsid w:val="00C33610"/>
    <w:rsid w:val="00C35613"/>
    <w:rsid w:val="00C3642B"/>
    <w:rsid w:val="00C37A04"/>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39B"/>
    <w:rsid w:val="00C879DE"/>
    <w:rsid w:val="00C90F81"/>
    <w:rsid w:val="00C91EE7"/>
    <w:rsid w:val="00C92B94"/>
    <w:rsid w:val="00C948CF"/>
    <w:rsid w:val="00C95000"/>
    <w:rsid w:val="00C95D09"/>
    <w:rsid w:val="00C97CE0"/>
    <w:rsid w:val="00CA0091"/>
    <w:rsid w:val="00CA0226"/>
    <w:rsid w:val="00CA1660"/>
    <w:rsid w:val="00CA2573"/>
    <w:rsid w:val="00CA61D9"/>
    <w:rsid w:val="00CA7AFE"/>
    <w:rsid w:val="00CB137C"/>
    <w:rsid w:val="00CB6519"/>
    <w:rsid w:val="00CC149F"/>
    <w:rsid w:val="00CC18B4"/>
    <w:rsid w:val="00CC3854"/>
    <w:rsid w:val="00CC6CAC"/>
    <w:rsid w:val="00CC7EC7"/>
    <w:rsid w:val="00CD02E2"/>
    <w:rsid w:val="00CD1D72"/>
    <w:rsid w:val="00CD3AF5"/>
    <w:rsid w:val="00CD49FD"/>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4E85"/>
    <w:rsid w:val="00D0540B"/>
    <w:rsid w:val="00D10A8A"/>
    <w:rsid w:val="00D11F27"/>
    <w:rsid w:val="00D12893"/>
    <w:rsid w:val="00D13181"/>
    <w:rsid w:val="00D1377E"/>
    <w:rsid w:val="00D1415C"/>
    <w:rsid w:val="00D15E1D"/>
    <w:rsid w:val="00D20393"/>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164C"/>
    <w:rsid w:val="00D94040"/>
    <w:rsid w:val="00D97D9B"/>
    <w:rsid w:val="00DA064A"/>
    <w:rsid w:val="00DA0A9A"/>
    <w:rsid w:val="00DA1274"/>
    <w:rsid w:val="00DA20D8"/>
    <w:rsid w:val="00DA5A02"/>
    <w:rsid w:val="00DA7FDB"/>
    <w:rsid w:val="00DB054F"/>
    <w:rsid w:val="00DC2369"/>
    <w:rsid w:val="00DC570B"/>
    <w:rsid w:val="00DC662B"/>
    <w:rsid w:val="00DC723B"/>
    <w:rsid w:val="00DC7753"/>
    <w:rsid w:val="00DC7944"/>
    <w:rsid w:val="00DD28F1"/>
    <w:rsid w:val="00DD3BF7"/>
    <w:rsid w:val="00DD5264"/>
    <w:rsid w:val="00DD6229"/>
    <w:rsid w:val="00DE1176"/>
    <w:rsid w:val="00DE319E"/>
    <w:rsid w:val="00DE3A14"/>
    <w:rsid w:val="00DE48D3"/>
    <w:rsid w:val="00DE5FB2"/>
    <w:rsid w:val="00DF05F6"/>
    <w:rsid w:val="00DF2E58"/>
    <w:rsid w:val="00E02ED5"/>
    <w:rsid w:val="00E050E5"/>
    <w:rsid w:val="00E06A7B"/>
    <w:rsid w:val="00E11074"/>
    <w:rsid w:val="00E111DB"/>
    <w:rsid w:val="00E13F5D"/>
    <w:rsid w:val="00E14A55"/>
    <w:rsid w:val="00E2346B"/>
    <w:rsid w:val="00E30A91"/>
    <w:rsid w:val="00E35593"/>
    <w:rsid w:val="00E35C45"/>
    <w:rsid w:val="00E4008D"/>
    <w:rsid w:val="00E4068E"/>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182"/>
    <w:rsid w:val="00EC78CC"/>
    <w:rsid w:val="00ED1E6B"/>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6D0"/>
    <w:rsid w:val="00F11F1E"/>
    <w:rsid w:val="00F124F1"/>
    <w:rsid w:val="00F125FD"/>
    <w:rsid w:val="00F217A5"/>
    <w:rsid w:val="00F2306B"/>
    <w:rsid w:val="00F2310A"/>
    <w:rsid w:val="00F305EE"/>
    <w:rsid w:val="00F30633"/>
    <w:rsid w:val="00F31C66"/>
    <w:rsid w:val="00F33024"/>
    <w:rsid w:val="00F347E2"/>
    <w:rsid w:val="00F35AD0"/>
    <w:rsid w:val="00F36CFC"/>
    <w:rsid w:val="00F420C8"/>
    <w:rsid w:val="00F42E56"/>
    <w:rsid w:val="00F4443F"/>
    <w:rsid w:val="00F4464F"/>
    <w:rsid w:val="00F4593A"/>
    <w:rsid w:val="00F5052C"/>
    <w:rsid w:val="00F5059E"/>
    <w:rsid w:val="00F52519"/>
    <w:rsid w:val="00F53143"/>
    <w:rsid w:val="00F5513C"/>
    <w:rsid w:val="00F62A84"/>
    <w:rsid w:val="00F631DF"/>
    <w:rsid w:val="00F63330"/>
    <w:rsid w:val="00F6589E"/>
    <w:rsid w:val="00F66A46"/>
    <w:rsid w:val="00F67B8B"/>
    <w:rsid w:val="00F70661"/>
    <w:rsid w:val="00F7707C"/>
    <w:rsid w:val="00F77951"/>
    <w:rsid w:val="00F82A99"/>
    <w:rsid w:val="00F8407A"/>
    <w:rsid w:val="00F84401"/>
    <w:rsid w:val="00F84770"/>
    <w:rsid w:val="00F8541C"/>
    <w:rsid w:val="00F855E2"/>
    <w:rsid w:val="00F85706"/>
    <w:rsid w:val="00F8689E"/>
    <w:rsid w:val="00F914CC"/>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D5CF06B"/>
    <w:rsid w:val="2EA65F3B"/>
    <w:rsid w:val="33E618FB"/>
    <w:rsid w:val="3648816B"/>
    <w:rsid w:val="3657252F"/>
    <w:rsid w:val="3670654C"/>
    <w:rsid w:val="3958545C"/>
    <w:rsid w:val="3AC7CFB5"/>
    <w:rsid w:val="3B20D674"/>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818CAF"/>
    <w:rsid w:val="50F0CB79"/>
    <w:rsid w:val="51BA9410"/>
    <w:rsid w:val="5273B648"/>
    <w:rsid w:val="555F6EE8"/>
    <w:rsid w:val="56181AC5"/>
    <w:rsid w:val="568C056D"/>
    <w:rsid w:val="57A3D713"/>
    <w:rsid w:val="57D44E1B"/>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71B5F90"/>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959EF7D0-3053-4463-8A7F-D2728401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A69"/>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transparency@acted.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tender@acted.org"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c546efa4ef94e1c445d0e47eff1f7577">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2d0968cfbc3c99f49d24d1b8d3ba6705"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09B16E-A731-4935-BA7C-4C9DB3BCA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3.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4.xml><?xml version="1.0" encoding="utf-8"?>
<ds:datastoreItem xmlns:ds="http://schemas.openxmlformats.org/officeDocument/2006/customXml" ds:itemID="{13104684-5AAC-4402-B621-16819A9AEC32}">
  <ds:schemaRefs>
    <ds:schemaRef ds:uri="http://schemas.openxmlformats.org/package/2006/metadata/core-properties"/>
    <ds:schemaRef ds:uri="http://purl.org/dc/term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fab42e1c-ff85-4c56-a8f6-8e54552b2481"/>
    <ds:schemaRef ds:uri="b55ebae8-d2f5-4c1b-bea5-60a9a0e653b1"/>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80</TotalTime>
  <Pages>1</Pages>
  <Words>1005</Words>
  <Characters>5731</Characters>
  <Application>Microsoft Office Word</Application>
  <DocSecurity>4</DocSecurity>
  <Lines>47</Lines>
  <Paragraphs>13</Paragraphs>
  <ScaleCrop>false</ScaleCrop>
  <Company>PSF CI</Company>
  <LinksUpToDate>false</LinksUpToDate>
  <CharactersWithSpaces>6723</CharactersWithSpaces>
  <SharedDoc>false</SharedDoc>
  <HLinks>
    <vt:vector size="48" baseType="variant">
      <vt:variant>
        <vt:i4>7929949</vt:i4>
      </vt:variant>
      <vt:variant>
        <vt:i4>21</vt:i4>
      </vt:variant>
      <vt:variant>
        <vt:i4>0</vt:i4>
      </vt:variant>
      <vt:variant>
        <vt:i4>5</vt:i4>
      </vt:variant>
      <vt:variant>
        <vt:lpwstr>mailto:transparency@acted.org</vt:lpwstr>
      </vt:variant>
      <vt:variant>
        <vt:lpwstr/>
      </vt:variant>
      <vt:variant>
        <vt:i4>458791</vt:i4>
      </vt:variant>
      <vt:variant>
        <vt:i4>18</vt:i4>
      </vt:variant>
      <vt:variant>
        <vt:i4>0</vt:i4>
      </vt:variant>
      <vt:variant>
        <vt:i4>5</vt:i4>
      </vt:variant>
      <vt:variant>
        <vt:lpwstr>mailto:tender@acted.org</vt:lpwstr>
      </vt:variant>
      <vt:variant>
        <vt:lpwstr/>
      </vt:variant>
      <vt:variant>
        <vt:i4>6553657</vt:i4>
      </vt:variant>
      <vt:variant>
        <vt:i4>15</vt:i4>
      </vt:variant>
      <vt:variant>
        <vt:i4>0</vt:i4>
      </vt:variant>
      <vt:variant>
        <vt:i4>5</vt:i4>
      </vt:variant>
      <vt:variant>
        <vt:lpwstr>https://yemenhr.com/tenders</vt:lpwstr>
      </vt:variant>
      <vt:variant>
        <vt:lpwstr/>
      </vt:variant>
      <vt:variant>
        <vt:i4>7929949</vt:i4>
      </vt:variant>
      <vt:variant>
        <vt:i4>12</vt:i4>
      </vt:variant>
      <vt:variant>
        <vt:i4>0</vt:i4>
      </vt:variant>
      <vt:variant>
        <vt:i4>5</vt:i4>
      </vt:variant>
      <vt:variant>
        <vt:lpwstr>mailto:transparency@acted.org</vt:lpwstr>
      </vt:variant>
      <vt:variant>
        <vt:lpwstr/>
      </vt:variant>
      <vt:variant>
        <vt:i4>458791</vt:i4>
      </vt:variant>
      <vt:variant>
        <vt:i4>9</vt:i4>
      </vt:variant>
      <vt:variant>
        <vt:i4>0</vt:i4>
      </vt:variant>
      <vt:variant>
        <vt:i4>5</vt:i4>
      </vt:variant>
      <vt:variant>
        <vt:lpwstr>mailto:tender@acted.org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8192009</vt:i4>
      </vt:variant>
      <vt:variant>
        <vt:i4>3</vt:i4>
      </vt:variant>
      <vt:variant>
        <vt:i4>0</vt:i4>
      </vt:variant>
      <vt:variant>
        <vt:i4>5</vt:i4>
      </vt:variant>
      <vt:variant>
        <vt:lpwstr>mailto:yemen.tender@acted.org</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166</cp:revision>
  <cp:lastPrinted>2024-12-04T23:53:00Z</cp:lastPrinted>
  <dcterms:created xsi:type="dcterms:W3CDTF">2023-04-18T21:15:00Z</dcterms:created>
  <dcterms:modified xsi:type="dcterms:W3CDTF">2025-09-08T11:35:00Z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