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B8756" w14:textId="3CCE8AE4" w:rsidR="0089310D" w:rsidRDefault="0089310D" w:rsidP="003018F2">
      <w:r w:rsidRPr="00AD3129">
        <w:t>Section</w:t>
      </w:r>
      <w:r w:rsidRPr="0089310D">
        <w:t xml:space="preserve"> </w:t>
      </w:r>
      <w:r w:rsidRPr="00AD3129">
        <w:t>1: Company details and General information</w:t>
      </w:r>
    </w:p>
    <w:p w14:paraId="5AB31FD9" w14:textId="4D978416" w:rsidR="006A5C5E" w:rsidRPr="0089310D" w:rsidRDefault="006A5C5E" w:rsidP="003018F2">
      <w:pPr>
        <w:jc w:val="left"/>
      </w:pPr>
      <w:r w:rsidRPr="006A5C5E">
        <w:rPr>
          <w:rtl/>
        </w:rPr>
        <w:t>القسم 1: تفاصيل الشركة ومعلومات عامة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7"/>
        <w:gridCol w:w="4784"/>
      </w:tblGrid>
      <w:tr w:rsidR="000F13D9" w:rsidRPr="00F72ED6" w14:paraId="06F19135" w14:textId="77777777" w:rsidTr="00310D6D">
        <w:tc>
          <w:tcPr>
            <w:tcW w:w="9847" w:type="dxa"/>
            <w:gridSpan w:val="2"/>
            <w:shd w:val="clear" w:color="auto" w:fill="D9D9D9"/>
            <w:vAlign w:val="center"/>
          </w:tcPr>
          <w:p w14:paraId="03F8B106" w14:textId="136C0E56" w:rsidR="000F13D9" w:rsidRPr="006A5C5E" w:rsidRDefault="003018F2" w:rsidP="003018F2">
            <w:pPr>
              <w:rPr>
                <w:lang w:val="en-GB"/>
              </w:rPr>
            </w:pPr>
            <w:r>
              <w:t xml:space="preserve"> </w:t>
            </w:r>
            <w:r w:rsidR="000F13D9" w:rsidRPr="00F72ED6">
              <w:t>Name</w:t>
            </w:r>
            <w:r w:rsidR="00975D7D" w:rsidRPr="00F72ED6">
              <w:t xml:space="preserve"> &amp; </w:t>
            </w:r>
            <w:r w:rsidR="00235C1D" w:rsidRPr="00F72ED6">
              <w:t>c</w:t>
            </w:r>
            <w:r w:rsidR="00975D7D" w:rsidRPr="00F72ED6">
              <w:t>ore business</w:t>
            </w:r>
            <w:r w:rsidR="006A5C5E">
              <w:rPr>
                <w:lang w:val="en-GB"/>
              </w:rPr>
              <w:t>/</w:t>
            </w:r>
            <w:r>
              <w:rPr>
                <w:lang w:val="en-GB"/>
              </w:rPr>
              <w:t xml:space="preserve"> </w:t>
            </w:r>
            <w:r w:rsidRPr="006A5C5E">
              <w:rPr>
                <w:rtl/>
                <w:lang w:val="en-GB"/>
              </w:rPr>
              <w:t>الاسم والأعمال الأساسية</w:t>
            </w:r>
            <w:r>
              <w:rPr>
                <w:lang w:val="en-GB"/>
              </w:rPr>
              <w:t xml:space="preserve">                                              </w:t>
            </w:r>
            <w:r w:rsidR="006A5C5E">
              <w:rPr>
                <w:lang w:val="en-GB"/>
              </w:rPr>
              <w:t xml:space="preserve"> </w:t>
            </w:r>
          </w:p>
        </w:tc>
      </w:tr>
      <w:tr w:rsidR="0089310D" w:rsidRPr="00F72ED6" w14:paraId="6BB0E5BE" w14:textId="77777777" w:rsidTr="00310D6D">
        <w:tc>
          <w:tcPr>
            <w:tcW w:w="4923" w:type="dxa"/>
            <w:shd w:val="clear" w:color="auto" w:fill="auto"/>
          </w:tcPr>
          <w:p w14:paraId="3A06513E" w14:textId="7A6A8A4C" w:rsidR="000F13D9" w:rsidRDefault="0089310D" w:rsidP="003018F2">
            <w:pPr>
              <w:rPr>
                <w:rtl/>
              </w:rPr>
            </w:pPr>
            <w:r w:rsidRPr="00F72ED6">
              <w:t>Name of company</w:t>
            </w:r>
          </w:p>
          <w:p w14:paraId="64488489" w14:textId="5B8F86E8" w:rsidR="006A5C5E" w:rsidRPr="00F72ED6" w:rsidRDefault="006A5C5E" w:rsidP="003018F2">
            <w:pPr>
              <w:rPr>
                <w:rtl/>
              </w:rPr>
            </w:pPr>
            <w:r>
              <w:rPr>
                <w:rFonts w:hint="cs"/>
                <w:rtl/>
              </w:rPr>
              <w:t>اسم الشركة</w:t>
            </w:r>
          </w:p>
          <w:p w14:paraId="672A6659" w14:textId="77777777" w:rsidR="000F13D9" w:rsidRPr="00F72ED6" w:rsidRDefault="000F13D9" w:rsidP="003018F2"/>
        </w:tc>
        <w:tc>
          <w:tcPr>
            <w:tcW w:w="4924" w:type="dxa"/>
            <w:shd w:val="clear" w:color="auto" w:fill="auto"/>
          </w:tcPr>
          <w:p w14:paraId="0A37501D" w14:textId="77777777" w:rsidR="0089310D" w:rsidRPr="00F72ED6" w:rsidRDefault="0089310D" w:rsidP="003018F2"/>
        </w:tc>
      </w:tr>
      <w:tr w:rsidR="007124DA" w:rsidRPr="00F72ED6" w14:paraId="5EBD55C8" w14:textId="77777777" w:rsidTr="00310D6D">
        <w:tc>
          <w:tcPr>
            <w:tcW w:w="4923" w:type="dxa"/>
            <w:shd w:val="clear" w:color="auto" w:fill="auto"/>
          </w:tcPr>
          <w:p w14:paraId="0E3FA8B4" w14:textId="77777777" w:rsidR="007124DA" w:rsidRDefault="00BF64AD" w:rsidP="003018F2">
            <w:pPr>
              <w:rPr>
                <w:rtl/>
              </w:rPr>
            </w:pPr>
            <w:r>
              <w:t>Se</w:t>
            </w:r>
            <w:r w:rsidR="007124DA" w:rsidRPr="00F72ED6">
              <w:t>ctor</w:t>
            </w:r>
          </w:p>
          <w:p w14:paraId="2CAC6156" w14:textId="4DB669B8" w:rsidR="006A5C5E" w:rsidRPr="006A5C5E" w:rsidRDefault="006A5C5E" w:rsidP="003018F2">
            <w:pPr>
              <w:rPr>
                <w:rtl/>
                <w:lang w:val="en-GB"/>
              </w:rPr>
            </w:pPr>
            <w:r>
              <w:rPr>
                <w:rFonts w:hint="cs"/>
                <w:rtl/>
              </w:rPr>
              <w:t>قطاع</w:t>
            </w:r>
            <w:r>
              <w:rPr>
                <w:lang w:val="en-GB"/>
              </w:rPr>
              <w:t>/</w:t>
            </w:r>
            <w:r>
              <w:rPr>
                <w:rFonts w:hint="cs"/>
                <w:rtl/>
                <w:lang w:val="en-GB"/>
              </w:rPr>
              <w:t>قسم</w:t>
            </w:r>
          </w:p>
        </w:tc>
        <w:tc>
          <w:tcPr>
            <w:tcW w:w="4924" w:type="dxa"/>
            <w:shd w:val="clear" w:color="auto" w:fill="auto"/>
          </w:tcPr>
          <w:p w14:paraId="5DAB6C7B" w14:textId="77777777" w:rsidR="007124DA" w:rsidRPr="00F72ED6" w:rsidRDefault="007124DA" w:rsidP="003018F2"/>
        </w:tc>
      </w:tr>
      <w:tr w:rsidR="00975D7D" w:rsidRPr="00F72ED6" w14:paraId="735E3C78" w14:textId="77777777" w:rsidTr="00310D6D">
        <w:tc>
          <w:tcPr>
            <w:tcW w:w="4923" w:type="dxa"/>
            <w:shd w:val="clear" w:color="auto" w:fill="auto"/>
          </w:tcPr>
          <w:p w14:paraId="1935A081" w14:textId="58F796A6" w:rsidR="00975D7D" w:rsidRDefault="00975D7D" w:rsidP="003018F2">
            <w:pPr>
              <w:rPr>
                <w:rtl/>
              </w:rPr>
            </w:pPr>
            <w:r w:rsidRPr="00F72ED6">
              <w:t xml:space="preserve">Description of core </w:t>
            </w:r>
            <w:r w:rsidR="007124DA" w:rsidRPr="00F72ED6">
              <w:t>products and services</w:t>
            </w:r>
          </w:p>
          <w:p w14:paraId="2D5B43FC" w14:textId="76F74DA5" w:rsidR="006A5C5E" w:rsidRPr="00F72ED6" w:rsidRDefault="006A5C5E" w:rsidP="003018F2">
            <w:r w:rsidRPr="006A5C5E">
              <w:rPr>
                <w:rtl/>
              </w:rPr>
              <w:t>وصف المنتجات والخدمات الأساسية</w:t>
            </w:r>
          </w:p>
          <w:p w14:paraId="02EB378F" w14:textId="77777777" w:rsidR="00975D7D" w:rsidRPr="00F72ED6" w:rsidRDefault="00975D7D" w:rsidP="003018F2"/>
        </w:tc>
        <w:tc>
          <w:tcPr>
            <w:tcW w:w="4924" w:type="dxa"/>
            <w:shd w:val="clear" w:color="auto" w:fill="auto"/>
          </w:tcPr>
          <w:p w14:paraId="6A05A809" w14:textId="77777777" w:rsidR="00975D7D" w:rsidRPr="00F72ED6" w:rsidRDefault="00975D7D" w:rsidP="003018F2"/>
        </w:tc>
      </w:tr>
    </w:tbl>
    <w:p w14:paraId="5A39BBE3" w14:textId="77777777" w:rsidR="0089310D" w:rsidRDefault="0089310D" w:rsidP="003018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7"/>
        <w:gridCol w:w="4794"/>
      </w:tblGrid>
      <w:tr w:rsidR="0089310D" w:rsidRPr="00F72ED6" w14:paraId="71BF35C9" w14:textId="77777777" w:rsidTr="00310D6D">
        <w:tc>
          <w:tcPr>
            <w:tcW w:w="9847" w:type="dxa"/>
            <w:gridSpan w:val="2"/>
            <w:shd w:val="clear" w:color="auto" w:fill="D9D9D9"/>
            <w:vAlign w:val="center"/>
          </w:tcPr>
          <w:p w14:paraId="10AA4A9F" w14:textId="554E06E2" w:rsidR="0089310D" w:rsidRPr="006A5C5E" w:rsidRDefault="0089310D" w:rsidP="003018F2">
            <w:pPr>
              <w:rPr>
                <w:rtl/>
                <w:lang w:val="en-GB"/>
              </w:rPr>
            </w:pPr>
            <w:r w:rsidRPr="00F72ED6">
              <w:t>Address details</w:t>
            </w:r>
            <w:r w:rsidR="006A5C5E">
              <w:rPr>
                <w:rFonts w:hint="cs"/>
                <w:rtl/>
              </w:rPr>
              <w:t xml:space="preserve"> </w:t>
            </w:r>
            <w:r w:rsidR="006A5C5E">
              <w:t xml:space="preserve">/ </w:t>
            </w:r>
            <w:r w:rsidR="006A5C5E">
              <w:rPr>
                <w:rFonts w:hint="cs"/>
                <w:rtl/>
              </w:rPr>
              <w:t>تفاصيل العنوان</w:t>
            </w:r>
          </w:p>
        </w:tc>
      </w:tr>
      <w:tr w:rsidR="0089310D" w:rsidRPr="00F72ED6" w14:paraId="5F190BCB" w14:textId="77777777" w:rsidTr="00310D6D">
        <w:tc>
          <w:tcPr>
            <w:tcW w:w="4923" w:type="dxa"/>
            <w:shd w:val="clear" w:color="auto" w:fill="auto"/>
          </w:tcPr>
          <w:p w14:paraId="01C8F45C" w14:textId="77777777" w:rsidR="0089310D" w:rsidRDefault="0089310D" w:rsidP="003018F2">
            <w:pPr>
              <w:rPr>
                <w:rtl/>
              </w:rPr>
            </w:pPr>
            <w:r w:rsidRPr="00F72ED6">
              <w:t>Office address</w:t>
            </w:r>
          </w:p>
          <w:p w14:paraId="0BAD61CC" w14:textId="5A77A170" w:rsidR="006A5C5E" w:rsidRPr="00F72ED6" w:rsidRDefault="006A5C5E" w:rsidP="003018F2">
            <w:r>
              <w:rPr>
                <w:rFonts w:hint="cs"/>
                <w:rtl/>
              </w:rPr>
              <w:t>عنوان المكتب</w:t>
            </w:r>
          </w:p>
        </w:tc>
        <w:tc>
          <w:tcPr>
            <w:tcW w:w="4924" w:type="dxa"/>
            <w:shd w:val="clear" w:color="auto" w:fill="auto"/>
          </w:tcPr>
          <w:p w14:paraId="41C8F396" w14:textId="77777777" w:rsidR="0089310D" w:rsidRPr="00F72ED6" w:rsidRDefault="0089310D" w:rsidP="003018F2"/>
          <w:p w14:paraId="72A3D3EC" w14:textId="77777777" w:rsidR="0089310D" w:rsidRPr="00F72ED6" w:rsidRDefault="0089310D" w:rsidP="003018F2"/>
        </w:tc>
      </w:tr>
      <w:tr w:rsidR="0089310D" w:rsidRPr="00F72ED6" w14:paraId="69E88B13" w14:textId="77777777" w:rsidTr="00310D6D">
        <w:tc>
          <w:tcPr>
            <w:tcW w:w="4923" w:type="dxa"/>
            <w:shd w:val="clear" w:color="auto" w:fill="auto"/>
          </w:tcPr>
          <w:p w14:paraId="4CC3AEEA" w14:textId="77777777" w:rsidR="0089310D" w:rsidRDefault="0072066B" w:rsidP="003018F2">
            <w:pPr>
              <w:rPr>
                <w:rtl/>
              </w:rPr>
            </w:pPr>
            <w:r w:rsidRPr="00F72ED6">
              <w:t>Post/zip code</w:t>
            </w:r>
          </w:p>
          <w:p w14:paraId="70FE3E54" w14:textId="3D8DBD1A" w:rsidR="006A5C5E" w:rsidRPr="00F72ED6" w:rsidRDefault="006A5C5E" w:rsidP="003018F2">
            <w:r w:rsidRPr="006A5C5E">
              <w:rPr>
                <w:rtl/>
              </w:rPr>
              <w:t xml:space="preserve">الرمز البريدي </w:t>
            </w:r>
          </w:p>
        </w:tc>
        <w:tc>
          <w:tcPr>
            <w:tcW w:w="4924" w:type="dxa"/>
            <w:shd w:val="clear" w:color="auto" w:fill="auto"/>
          </w:tcPr>
          <w:p w14:paraId="0D0B940D" w14:textId="77777777" w:rsidR="0089310D" w:rsidRPr="00F72ED6" w:rsidRDefault="0089310D" w:rsidP="003018F2"/>
        </w:tc>
      </w:tr>
      <w:tr w:rsidR="0089310D" w:rsidRPr="00F72ED6" w14:paraId="5218F130" w14:textId="77777777" w:rsidTr="00310D6D">
        <w:tc>
          <w:tcPr>
            <w:tcW w:w="4923" w:type="dxa"/>
            <w:shd w:val="clear" w:color="auto" w:fill="auto"/>
          </w:tcPr>
          <w:p w14:paraId="66963E7E" w14:textId="77777777" w:rsidR="0089310D" w:rsidRDefault="0072066B" w:rsidP="003018F2">
            <w:pPr>
              <w:rPr>
                <w:rtl/>
              </w:rPr>
            </w:pPr>
            <w:r w:rsidRPr="00F72ED6">
              <w:t>City</w:t>
            </w:r>
          </w:p>
          <w:p w14:paraId="4EEA2E56" w14:textId="71A13FE2" w:rsidR="006A5C5E" w:rsidRPr="00F72ED6" w:rsidRDefault="006A5C5E" w:rsidP="003018F2">
            <w:r>
              <w:rPr>
                <w:rFonts w:hint="cs"/>
                <w:rtl/>
              </w:rPr>
              <w:t>المدينة</w:t>
            </w:r>
          </w:p>
        </w:tc>
        <w:tc>
          <w:tcPr>
            <w:tcW w:w="4924" w:type="dxa"/>
            <w:shd w:val="clear" w:color="auto" w:fill="auto"/>
          </w:tcPr>
          <w:p w14:paraId="0E27B00A" w14:textId="77777777" w:rsidR="0089310D" w:rsidRPr="00F72ED6" w:rsidRDefault="0089310D" w:rsidP="003018F2"/>
        </w:tc>
      </w:tr>
      <w:tr w:rsidR="0089310D" w:rsidRPr="00F72ED6" w14:paraId="0A970983" w14:textId="77777777" w:rsidTr="00310D6D">
        <w:tc>
          <w:tcPr>
            <w:tcW w:w="4923" w:type="dxa"/>
            <w:shd w:val="clear" w:color="auto" w:fill="auto"/>
          </w:tcPr>
          <w:p w14:paraId="0CADC36C" w14:textId="5CE0E8A8" w:rsidR="0089310D" w:rsidRPr="006A5C5E" w:rsidRDefault="003018F2" w:rsidP="003018F2">
            <w:pPr>
              <w:rPr>
                <w:rtl/>
                <w:lang w:val="en-GB"/>
              </w:rPr>
            </w:pPr>
            <w:r>
              <w:t xml:space="preserve"> </w:t>
            </w:r>
            <w:r w:rsidR="0089310D" w:rsidRPr="00F72ED6">
              <w:t>Country</w:t>
            </w:r>
            <w:r w:rsidR="006A5C5E">
              <w:rPr>
                <w:lang w:val="en-GB"/>
              </w:rPr>
              <w:t>/</w:t>
            </w:r>
            <w:r>
              <w:rPr>
                <w:lang w:val="en-GB"/>
              </w:rPr>
              <w:t xml:space="preserve"> </w:t>
            </w:r>
            <w:r w:rsidR="006A5C5E">
              <w:rPr>
                <w:rFonts w:hint="cs"/>
                <w:rtl/>
                <w:lang w:val="en-GB"/>
              </w:rPr>
              <w:t>الدولة</w:t>
            </w:r>
          </w:p>
        </w:tc>
        <w:tc>
          <w:tcPr>
            <w:tcW w:w="4924" w:type="dxa"/>
            <w:shd w:val="clear" w:color="auto" w:fill="auto"/>
          </w:tcPr>
          <w:p w14:paraId="60061E4C" w14:textId="77777777" w:rsidR="0089310D" w:rsidRPr="00F72ED6" w:rsidRDefault="0089310D" w:rsidP="003018F2"/>
        </w:tc>
      </w:tr>
      <w:tr w:rsidR="00975D7D" w:rsidRPr="00F72ED6" w14:paraId="5522434C" w14:textId="77777777" w:rsidTr="00310D6D">
        <w:tc>
          <w:tcPr>
            <w:tcW w:w="4923" w:type="dxa"/>
            <w:shd w:val="clear" w:color="auto" w:fill="auto"/>
          </w:tcPr>
          <w:p w14:paraId="1BD737A0" w14:textId="77777777" w:rsidR="00975D7D" w:rsidRDefault="00975D7D" w:rsidP="003018F2">
            <w:pPr>
              <w:rPr>
                <w:rtl/>
              </w:rPr>
            </w:pPr>
            <w:r w:rsidRPr="00F72ED6">
              <w:t>Telephone (incl. country code)</w:t>
            </w:r>
          </w:p>
          <w:p w14:paraId="26B1DFB9" w14:textId="32832491" w:rsidR="006A5C5E" w:rsidRPr="00F72ED6" w:rsidRDefault="006A5C5E" w:rsidP="003018F2">
            <w:r w:rsidRPr="006A5C5E">
              <w:rPr>
                <w:rtl/>
              </w:rPr>
              <w:t>الهاتف (متضمنًا رمز الدولة)</w:t>
            </w:r>
          </w:p>
        </w:tc>
        <w:tc>
          <w:tcPr>
            <w:tcW w:w="4924" w:type="dxa"/>
            <w:shd w:val="clear" w:color="auto" w:fill="auto"/>
          </w:tcPr>
          <w:p w14:paraId="44EAFD9C" w14:textId="77777777" w:rsidR="00975D7D" w:rsidRPr="00F72ED6" w:rsidRDefault="00975D7D" w:rsidP="003018F2"/>
        </w:tc>
      </w:tr>
      <w:tr w:rsidR="00975D7D" w:rsidRPr="00F72ED6" w14:paraId="71F3D9A7" w14:textId="77777777" w:rsidTr="00310D6D">
        <w:tc>
          <w:tcPr>
            <w:tcW w:w="4923" w:type="dxa"/>
            <w:shd w:val="clear" w:color="auto" w:fill="auto"/>
          </w:tcPr>
          <w:p w14:paraId="7A2A2ED7" w14:textId="77777777" w:rsidR="00975D7D" w:rsidRDefault="00975D7D" w:rsidP="003018F2">
            <w:pPr>
              <w:rPr>
                <w:rtl/>
              </w:rPr>
            </w:pPr>
            <w:r w:rsidRPr="00F72ED6">
              <w:t>Fax (incl. country code)</w:t>
            </w:r>
          </w:p>
          <w:p w14:paraId="1C7B023E" w14:textId="7882F017" w:rsidR="006A5C5E" w:rsidRPr="00F72ED6" w:rsidRDefault="006A5C5E" w:rsidP="003018F2">
            <w:r w:rsidRPr="006A5C5E">
              <w:rPr>
                <w:rtl/>
              </w:rPr>
              <w:t>ال</w:t>
            </w:r>
            <w:r>
              <w:rPr>
                <w:rFonts w:hint="cs"/>
                <w:rtl/>
              </w:rPr>
              <w:t>فاكس</w:t>
            </w:r>
            <w:r w:rsidRPr="006A5C5E">
              <w:rPr>
                <w:rtl/>
              </w:rPr>
              <w:t xml:space="preserve"> (متضمنًا رمز الدولة)</w:t>
            </w:r>
          </w:p>
        </w:tc>
        <w:tc>
          <w:tcPr>
            <w:tcW w:w="4924" w:type="dxa"/>
            <w:shd w:val="clear" w:color="auto" w:fill="auto"/>
          </w:tcPr>
          <w:p w14:paraId="4B94D5A5" w14:textId="77777777" w:rsidR="00975D7D" w:rsidRPr="00F72ED6" w:rsidRDefault="00975D7D" w:rsidP="003018F2"/>
        </w:tc>
      </w:tr>
      <w:tr w:rsidR="00975D7D" w:rsidRPr="00F72ED6" w14:paraId="03CA40FF" w14:textId="77777777" w:rsidTr="00310D6D">
        <w:tc>
          <w:tcPr>
            <w:tcW w:w="4923" w:type="dxa"/>
            <w:shd w:val="clear" w:color="auto" w:fill="auto"/>
          </w:tcPr>
          <w:p w14:paraId="3B3096D1" w14:textId="075DB4C1" w:rsidR="006A5C5E" w:rsidRPr="006A5C5E" w:rsidRDefault="00975D7D" w:rsidP="003018F2">
            <w:pPr>
              <w:bidi w:val="0"/>
              <w:jc w:val="left"/>
              <w:rPr>
                <w:rtl/>
                <w:lang w:val="en-GB"/>
              </w:rPr>
            </w:pPr>
            <w:r w:rsidRPr="00F72ED6">
              <w:t>Email</w:t>
            </w:r>
            <w:r w:rsidR="006A5C5E">
              <w:rPr>
                <w:lang w:val="en-GB"/>
              </w:rPr>
              <w:t>/</w:t>
            </w:r>
            <w:r w:rsidR="006A5C5E">
              <w:rPr>
                <w:rFonts w:hint="cs"/>
                <w:rtl/>
                <w:lang w:val="en-GB"/>
              </w:rPr>
              <w:t>ايميل</w:t>
            </w:r>
            <w:r w:rsidR="003018F2">
              <w:rPr>
                <w:lang w:val="en-GB"/>
              </w:rPr>
              <w:t xml:space="preserve">       </w:t>
            </w:r>
          </w:p>
        </w:tc>
        <w:tc>
          <w:tcPr>
            <w:tcW w:w="4924" w:type="dxa"/>
            <w:shd w:val="clear" w:color="auto" w:fill="auto"/>
          </w:tcPr>
          <w:p w14:paraId="3DEEC669" w14:textId="77777777" w:rsidR="00975D7D" w:rsidRPr="00F72ED6" w:rsidRDefault="00975D7D" w:rsidP="003018F2"/>
        </w:tc>
      </w:tr>
      <w:tr w:rsidR="00975D7D" w:rsidRPr="00F72ED6" w14:paraId="619C85A1" w14:textId="77777777" w:rsidTr="00310D6D">
        <w:tc>
          <w:tcPr>
            <w:tcW w:w="4923" w:type="dxa"/>
            <w:shd w:val="clear" w:color="auto" w:fill="auto"/>
          </w:tcPr>
          <w:p w14:paraId="14BA6B13" w14:textId="55FB8730" w:rsidR="00975D7D" w:rsidRPr="006A5C5E" w:rsidRDefault="003018F2" w:rsidP="003018F2">
            <w:pPr>
              <w:rPr>
                <w:rtl/>
                <w:lang w:val="en-GB"/>
              </w:rPr>
            </w:pPr>
            <w:r>
              <w:t xml:space="preserve"> </w:t>
            </w:r>
            <w:r w:rsidR="00D03F61" w:rsidRPr="00F72ED6">
              <w:t>Web site</w:t>
            </w:r>
            <w:r w:rsidR="00975D7D" w:rsidRPr="00F72ED6">
              <w:t xml:space="preserve"> address</w:t>
            </w:r>
            <w:r w:rsidR="006A5C5E">
              <w:t>/</w:t>
            </w:r>
            <w:r w:rsidR="006A5C5E">
              <w:rPr>
                <w:rFonts w:hint="cs"/>
                <w:rtl/>
              </w:rPr>
              <w:t>عنوان الموقع الالكتروني</w:t>
            </w:r>
          </w:p>
        </w:tc>
        <w:tc>
          <w:tcPr>
            <w:tcW w:w="4924" w:type="dxa"/>
            <w:shd w:val="clear" w:color="auto" w:fill="auto"/>
          </w:tcPr>
          <w:p w14:paraId="3656B9AB" w14:textId="77777777" w:rsidR="00975D7D" w:rsidRPr="00F72ED6" w:rsidRDefault="00975D7D" w:rsidP="003018F2"/>
        </w:tc>
      </w:tr>
    </w:tbl>
    <w:p w14:paraId="45FB0818" w14:textId="77777777" w:rsidR="0089310D" w:rsidRDefault="0089310D" w:rsidP="003018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0"/>
        <w:gridCol w:w="4791"/>
      </w:tblGrid>
      <w:tr w:rsidR="0089310D" w:rsidRPr="00F72ED6" w14:paraId="1388EC1B" w14:textId="77777777" w:rsidTr="00310D6D">
        <w:tc>
          <w:tcPr>
            <w:tcW w:w="9847" w:type="dxa"/>
            <w:gridSpan w:val="2"/>
            <w:shd w:val="clear" w:color="auto" w:fill="D9D9D9"/>
            <w:vAlign w:val="center"/>
          </w:tcPr>
          <w:p w14:paraId="1D7EA66F" w14:textId="77777777" w:rsidR="0089310D" w:rsidRDefault="0089310D" w:rsidP="003018F2">
            <w:r w:rsidRPr="00F72ED6">
              <w:t>Contact person (for communications regarding bids/proposals</w:t>
            </w:r>
            <w:r w:rsidR="00267EE5" w:rsidRPr="00F72ED6">
              <w:t>)</w:t>
            </w:r>
          </w:p>
          <w:p w14:paraId="2BBDB1B2" w14:textId="54050EE9" w:rsidR="006A5C5E" w:rsidRPr="00F72ED6" w:rsidRDefault="006A5C5E" w:rsidP="003018F2">
            <w:r w:rsidRPr="006A5C5E">
              <w:rPr>
                <w:rtl/>
              </w:rPr>
              <w:t>مسؤول الاتصال (للاتصالات المتعلقة بالعطاءات / العروض)</w:t>
            </w:r>
          </w:p>
        </w:tc>
      </w:tr>
      <w:tr w:rsidR="0089310D" w:rsidRPr="00F72ED6" w14:paraId="0D909AED" w14:textId="77777777" w:rsidTr="00310D6D">
        <w:tc>
          <w:tcPr>
            <w:tcW w:w="4923" w:type="dxa"/>
            <w:shd w:val="clear" w:color="auto" w:fill="auto"/>
          </w:tcPr>
          <w:p w14:paraId="76CAFD79" w14:textId="30EC0A1C" w:rsidR="0089310D" w:rsidRPr="00F72ED6" w:rsidRDefault="003018F2" w:rsidP="003018F2">
            <w:pPr>
              <w:rPr>
                <w:rtl/>
              </w:rPr>
            </w:pPr>
            <w:r>
              <w:t xml:space="preserve"> </w:t>
            </w:r>
            <w:r w:rsidR="0089310D" w:rsidRPr="00F72ED6">
              <w:t>Name</w:t>
            </w:r>
            <w:r w:rsidR="006A5C5E">
              <w:t>/</w:t>
            </w:r>
            <w:r w:rsidR="006A5C5E">
              <w:rPr>
                <w:rFonts w:hint="cs"/>
                <w:rtl/>
              </w:rPr>
              <w:t>الاسم</w:t>
            </w:r>
          </w:p>
        </w:tc>
        <w:tc>
          <w:tcPr>
            <w:tcW w:w="4924" w:type="dxa"/>
            <w:shd w:val="clear" w:color="auto" w:fill="auto"/>
          </w:tcPr>
          <w:p w14:paraId="049F31CB" w14:textId="77777777" w:rsidR="0089310D" w:rsidRPr="00F72ED6" w:rsidRDefault="0089310D" w:rsidP="003018F2"/>
        </w:tc>
      </w:tr>
      <w:tr w:rsidR="0089310D" w:rsidRPr="00F72ED6" w14:paraId="5EF8972E" w14:textId="77777777" w:rsidTr="00310D6D">
        <w:tc>
          <w:tcPr>
            <w:tcW w:w="4923" w:type="dxa"/>
            <w:shd w:val="clear" w:color="auto" w:fill="auto"/>
          </w:tcPr>
          <w:p w14:paraId="45315AB3" w14:textId="6A4C9E46" w:rsidR="0089310D" w:rsidRPr="00F72ED6" w:rsidRDefault="003018F2" w:rsidP="003018F2">
            <w:r>
              <w:t xml:space="preserve"> </w:t>
            </w:r>
            <w:r w:rsidR="003C6B44" w:rsidRPr="00F72ED6">
              <w:t>Position</w:t>
            </w:r>
            <w:r w:rsidR="006A5C5E">
              <w:t>/</w:t>
            </w:r>
            <w:r w:rsidR="006A5C5E">
              <w:rPr>
                <w:rFonts w:hint="cs"/>
                <w:rtl/>
              </w:rPr>
              <w:t>الوصف الوظيفي</w:t>
            </w:r>
          </w:p>
        </w:tc>
        <w:tc>
          <w:tcPr>
            <w:tcW w:w="4924" w:type="dxa"/>
            <w:shd w:val="clear" w:color="auto" w:fill="auto"/>
          </w:tcPr>
          <w:p w14:paraId="53128261" w14:textId="77777777" w:rsidR="0089310D" w:rsidRPr="00F72ED6" w:rsidRDefault="0089310D" w:rsidP="003018F2"/>
        </w:tc>
      </w:tr>
      <w:tr w:rsidR="00975D7D" w:rsidRPr="00F72ED6" w14:paraId="4556E92E" w14:textId="77777777" w:rsidTr="00310D6D">
        <w:tc>
          <w:tcPr>
            <w:tcW w:w="4923" w:type="dxa"/>
            <w:shd w:val="clear" w:color="auto" w:fill="auto"/>
          </w:tcPr>
          <w:p w14:paraId="4820E813" w14:textId="40B8A2B3" w:rsidR="00975D7D" w:rsidRPr="00F72ED6" w:rsidRDefault="00D03F61" w:rsidP="003018F2">
            <w:r w:rsidRPr="00F72ED6">
              <w:t>T</w:t>
            </w:r>
            <w:r w:rsidR="00975D7D" w:rsidRPr="00F72ED6">
              <w:t>elephone (incl. country code)</w:t>
            </w:r>
            <w:r w:rsidR="006A5C5E">
              <w:t>/</w:t>
            </w:r>
            <w:r w:rsidR="006A5C5E" w:rsidRPr="006A5C5E">
              <w:rPr>
                <w:rtl/>
              </w:rPr>
              <w:t xml:space="preserve"> الهاتف (متضمنًا رمز الدولة)</w:t>
            </w:r>
          </w:p>
        </w:tc>
        <w:tc>
          <w:tcPr>
            <w:tcW w:w="4924" w:type="dxa"/>
            <w:shd w:val="clear" w:color="auto" w:fill="auto"/>
          </w:tcPr>
          <w:p w14:paraId="62486C05" w14:textId="77777777" w:rsidR="00975D7D" w:rsidRPr="00F72ED6" w:rsidRDefault="00975D7D" w:rsidP="003018F2"/>
        </w:tc>
      </w:tr>
      <w:tr w:rsidR="00975D7D" w:rsidRPr="00F72ED6" w14:paraId="76371779" w14:textId="77777777" w:rsidTr="00310D6D">
        <w:tc>
          <w:tcPr>
            <w:tcW w:w="4923" w:type="dxa"/>
            <w:shd w:val="clear" w:color="auto" w:fill="auto"/>
          </w:tcPr>
          <w:p w14:paraId="12CF8195" w14:textId="1860D5EC" w:rsidR="00975D7D" w:rsidRPr="00F72ED6" w:rsidRDefault="003018F2" w:rsidP="003018F2">
            <w:r>
              <w:t xml:space="preserve"> </w:t>
            </w:r>
            <w:r w:rsidR="00975D7D" w:rsidRPr="00F72ED6">
              <w:t>Email</w:t>
            </w:r>
            <w:r w:rsidR="006A5C5E">
              <w:t>/</w:t>
            </w:r>
            <w:r w:rsidR="006A5C5E">
              <w:rPr>
                <w:rFonts w:hint="cs"/>
                <w:rtl/>
              </w:rPr>
              <w:t>الايميل</w:t>
            </w:r>
          </w:p>
        </w:tc>
        <w:tc>
          <w:tcPr>
            <w:tcW w:w="4924" w:type="dxa"/>
            <w:shd w:val="clear" w:color="auto" w:fill="auto"/>
          </w:tcPr>
          <w:p w14:paraId="4101652C" w14:textId="77777777" w:rsidR="00975D7D" w:rsidRPr="00F72ED6" w:rsidRDefault="00975D7D" w:rsidP="003018F2"/>
        </w:tc>
      </w:tr>
    </w:tbl>
    <w:p w14:paraId="4B99056E" w14:textId="77777777" w:rsidR="0089310D" w:rsidRDefault="0089310D" w:rsidP="003018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1"/>
        <w:gridCol w:w="4800"/>
      </w:tblGrid>
      <w:tr w:rsidR="0089310D" w:rsidRPr="00F72ED6" w14:paraId="059EA386" w14:textId="77777777" w:rsidTr="00310D6D">
        <w:tc>
          <w:tcPr>
            <w:tcW w:w="9847" w:type="dxa"/>
            <w:gridSpan w:val="2"/>
            <w:shd w:val="clear" w:color="auto" w:fill="D9D9D9"/>
            <w:vAlign w:val="center"/>
          </w:tcPr>
          <w:p w14:paraId="0F554635" w14:textId="6E11CB94" w:rsidR="0089310D" w:rsidRPr="006A5C5E" w:rsidRDefault="0089310D" w:rsidP="003018F2">
            <w:pPr>
              <w:rPr>
                <w:lang w:val="en-GB"/>
              </w:rPr>
            </w:pPr>
            <w:r w:rsidRPr="00F72ED6">
              <w:t>Parent company</w:t>
            </w:r>
            <w:r w:rsidR="006A5C5E">
              <w:rPr>
                <w:lang w:val="en-GB"/>
              </w:rPr>
              <w:t>/</w:t>
            </w:r>
            <w:r w:rsidR="006A5C5E">
              <w:rPr>
                <w:rtl/>
              </w:rPr>
              <w:t xml:space="preserve"> </w:t>
            </w:r>
            <w:r w:rsidR="006A5C5E" w:rsidRPr="006A5C5E">
              <w:rPr>
                <w:rtl/>
                <w:lang w:val="en-GB"/>
              </w:rPr>
              <w:t>الشركة الام</w:t>
            </w:r>
          </w:p>
        </w:tc>
      </w:tr>
      <w:tr w:rsidR="0089310D" w:rsidRPr="00F72ED6" w14:paraId="18E648F2" w14:textId="77777777" w:rsidTr="00310D6D">
        <w:tc>
          <w:tcPr>
            <w:tcW w:w="4923" w:type="dxa"/>
            <w:shd w:val="clear" w:color="auto" w:fill="auto"/>
          </w:tcPr>
          <w:p w14:paraId="10D1B6BB" w14:textId="620AC16B" w:rsidR="0089310D" w:rsidRPr="00F72ED6" w:rsidRDefault="0089310D" w:rsidP="003018F2">
            <w:pPr>
              <w:bidi w:val="0"/>
            </w:pPr>
            <w:r w:rsidRPr="00F72ED6">
              <w:t>Full legal name</w:t>
            </w:r>
            <w:r w:rsidR="000F13D9" w:rsidRPr="00F72ED6">
              <w:t xml:space="preserve"> of parent </w:t>
            </w:r>
            <w:r w:rsidR="00D03F61" w:rsidRPr="00F72ED6">
              <w:t xml:space="preserve">or holding </w:t>
            </w:r>
            <w:r w:rsidR="000F13D9" w:rsidRPr="00F72ED6">
              <w:t>company or group</w:t>
            </w:r>
            <w:r w:rsidRPr="00F72ED6">
              <w:t xml:space="preserve"> (if any)</w:t>
            </w:r>
            <w:r w:rsidR="006A5C5E">
              <w:t xml:space="preserve">/ </w:t>
            </w:r>
            <w:r w:rsidR="006A5C5E" w:rsidRPr="006A5C5E">
              <w:rPr>
                <w:rtl/>
              </w:rPr>
              <w:t xml:space="preserve">الاسم القانوني الكامل </w:t>
            </w:r>
            <w:proofErr w:type="spellStart"/>
            <w:r w:rsidR="003739A2">
              <w:rPr>
                <w:rFonts w:hint="cs"/>
                <w:rtl/>
              </w:rPr>
              <w:t>للشركه</w:t>
            </w:r>
            <w:proofErr w:type="spellEnd"/>
            <w:r w:rsidR="003739A2">
              <w:rPr>
                <w:rFonts w:hint="cs"/>
                <w:rtl/>
              </w:rPr>
              <w:t xml:space="preserve"> الام</w:t>
            </w:r>
            <w:r w:rsidR="006A5C5E" w:rsidRPr="006A5C5E">
              <w:rPr>
                <w:rtl/>
              </w:rPr>
              <w:t xml:space="preserve"> أو الشركة القابضة أو المجموعة (إن وجدت)</w:t>
            </w:r>
          </w:p>
        </w:tc>
        <w:tc>
          <w:tcPr>
            <w:tcW w:w="4924" w:type="dxa"/>
            <w:shd w:val="clear" w:color="auto" w:fill="auto"/>
          </w:tcPr>
          <w:p w14:paraId="1299C43A" w14:textId="77777777" w:rsidR="0089310D" w:rsidRPr="00F72ED6" w:rsidRDefault="0089310D" w:rsidP="003018F2"/>
        </w:tc>
      </w:tr>
    </w:tbl>
    <w:p w14:paraId="4DDBEF00" w14:textId="77777777" w:rsidR="0089310D" w:rsidRDefault="0089310D" w:rsidP="003018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89310D" w:rsidRPr="00F72ED6" w14:paraId="0E3188E0" w14:textId="77777777" w:rsidTr="00310D6D">
        <w:tc>
          <w:tcPr>
            <w:tcW w:w="9847" w:type="dxa"/>
            <w:shd w:val="clear" w:color="auto" w:fill="D9D9D9"/>
            <w:vAlign w:val="center"/>
          </w:tcPr>
          <w:p w14:paraId="6FB0DA8D" w14:textId="77777777" w:rsidR="0089310D" w:rsidRPr="00F72ED6" w:rsidRDefault="0089310D" w:rsidP="003018F2">
            <w:r w:rsidRPr="00F72ED6">
              <w:t>Subsidiaries and overseas representatives</w:t>
            </w:r>
          </w:p>
          <w:p w14:paraId="02EBDB3B" w14:textId="77777777" w:rsidR="000F13D9" w:rsidRDefault="000F13D9" w:rsidP="003018F2">
            <w:pPr>
              <w:rPr>
                <w:rtl/>
              </w:rPr>
            </w:pPr>
            <w:r w:rsidRPr="00F72ED6">
              <w:t>(State if partially, fully owned or agent and attach a list if necessary)</w:t>
            </w:r>
          </w:p>
          <w:p w14:paraId="62ED6157" w14:textId="77777777" w:rsidR="003739A2" w:rsidRDefault="003739A2" w:rsidP="003018F2">
            <w:r>
              <w:rPr>
                <w:rtl/>
              </w:rPr>
              <w:t>الشركات التابعة والممثلين في الخارج</w:t>
            </w:r>
          </w:p>
          <w:p w14:paraId="0C5F9678" w14:textId="47BC3CC4" w:rsidR="003739A2" w:rsidRPr="00F72ED6" w:rsidRDefault="003739A2" w:rsidP="003018F2">
            <w:r>
              <w:t>(</w:t>
            </w:r>
            <w:r>
              <w:rPr>
                <w:rtl/>
              </w:rPr>
              <w:t>حدد إذا كان مملوكًا جزئيًا أو كليًا أو وكيلًا وأرفق قائمة إذا لزم الأمر</w:t>
            </w:r>
            <w:r>
              <w:t>)</w:t>
            </w:r>
          </w:p>
        </w:tc>
      </w:tr>
      <w:tr w:rsidR="00D03F61" w:rsidRPr="00F72ED6" w14:paraId="3461D779" w14:textId="77777777" w:rsidTr="00310D6D">
        <w:trPr>
          <w:trHeight w:val="293"/>
        </w:trPr>
        <w:tc>
          <w:tcPr>
            <w:tcW w:w="9847" w:type="dxa"/>
            <w:shd w:val="clear" w:color="auto" w:fill="auto"/>
          </w:tcPr>
          <w:p w14:paraId="3CF2D8B6" w14:textId="77777777" w:rsidR="00D03F61" w:rsidRPr="00F72ED6" w:rsidRDefault="00D03F61" w:rsidP="003018F2"/>
          <w:p w14:paraId="0FB78278" w14:textId="77777777" w:rsidR="00D03F61" w:rsidRPr="00F72ED6" w:rsidRDefault="00D03F61" w:rsidP="003018F2"/>
        </w:tc>
      </w:tr>
    </w:tbl>
    <w:p w14:paraId="1FC39945" w14:textId="77777777" w:rsidR="0089310D" w:rsidRDefault="0089310D" w:rsidP="003018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9"/>
        <w:gridCol w:w="4792"/>
      </w:tblGrid>
      <w:tr w:rsidR="0089310D" w:rsidRPr="00F72ED6" w14:paraId="6C980037" w14:textId="77777777" w:rsidTr="00310D6D">
        <w:tc>
          <w:tcPr>
            <w:tcW w:w="9847" w:type="dxa"/>
            <w:gridSpan w:val="2"/>
            <w:shd w:val="clear" w:color="auto" w:fill="D9D9D9"/>
            <w:vAlign w:val="center"/>
          </w:tcPr>
          <w:p w14:paraId="5413FCA3" w14:textId="33120C3C" w:rsidR="000F13D9" w:rsidRPr="003739A2" w:rsidRDefault="00D03F61" w:rsidP="003018F2">
            <w:pPr>
              <w:rPr>
                <w:lang w:val="en-GB"/>
              </w:rPr>
            </w:pPr>
            <w:r w:rsidRPr="00F72ED6">
              <w:t>B</w:t>
            </w:r>
            <w:r w:rsidR="000F13D9" w:rsidRPr="00F72ED6">
              <w:t>usiness</w:t>
            </w:r>
            <w:r w:rsidRPr="00F72ED6">
              <w:t xml:space="preserve"> details</w:t>
            </w:r>
            <w:r w:rsidR="003739A2">
              <w:t>/</w:t>
            </w:r>
            <w:r w:rsidR="003739A2">
              <w:rPr>
                <w:rtl/>
              </w:rPr>
              <w:t xml:space="preserve"> </w:t>
            </w:r>
            <w:r w:rsidR="003739A2" w:rsidRPr="003739A2">
              <w:rPr>
                <w:rtl/>
              </w:rPr>
              <w:t>تفاصيل العمل</w:t>
            </w:r>
          </w:p>
        </w:tc>
      </w:tr>
      <w:tr w:rsidR="00975D7D" w:rsidRPr="00F72ED6" w14:paraId="6DC47DDE" w14:textId="77777777" w:rsidTr="00310D6D">
        <w:trPr>
          <w:trHeight w:val="290"/>
        </w:trPr>
        <w:tc>
          <w:tcPr>
            <w:tcW w:w="4923" w:type="dxa"/>
            <w:shd w:val="clear" w:color="auto" w:fill="auto"/>
          </w:tcPr>
          <w:p w14:paraId="53DE204A" w14:textId="77777777" w:rsidR="00975D7D" w:rsidRPr="00F72ED6" w:rsidRDefault="00975D7D" w:rsidP="003018F2">
            <w:r w:rsidRPr="00F72ED6">
              <w:t xml:space="preserve">Type: </w:t>
            </w:r>
          </w:p>
          <w:p w14:paraId="60FA6F84" w14:textId="77777777" w:rsidR="00975D7D" w:rsidRDefault="00975D7D" w:rsidP="003018F2">
            <w:r w:rsidRPr="00F72ED6">
              <w:t>(e.g. Public limited company, Limited company, Sole trader, Partnership, Others (specify))</w:t>
            </w:r>
          </w:p>
          <w:p w14:paraId="3E7987F5" w14:textId="77777777" w:rsidR="003739A2" w:rsidRDefault="003739A2" w:rsidP="003018F2">
            <w:r>
              <w:rPr>
                <w:rtl/>
              </w:rPr>
              <w:t>نوع</w:t>
            </w:r>
            <w:r>
              <w:t>:</w:t>
            </w:r>
          </w:p>
          <w:p w14:paraId="203E988F" w14:textId="0DEC7FC8" w:rsidR="003739A2" w:rsidRPr="00F72ED6" w:rsidRDefault="003739A2" w:rsidP="003018F2">
            <w:r>
              <w:rPr>
                <w:rtl/>
              </w:rPr>
              <w:t xml:space="preserve">على سبيل المثال، شركة عامة </w:t>
            </w:r>
            <w:r w:rsidR="003018F2">
              <w:rPr>
                <w:rFonts w:hint="cs"/>
                <w:rtl/>
              </w:rPr>
              <w:t>محدودة،</w:t>
            </w:r>
            <w:r>
              <w:rPr>
                <w:rtl/>
              </w:rPr>
              <w:t xml:space="preserve"> شركة محدودة، تاجر منفرد، شراكة، أخرى (حدد)</w:t>
            </w:r>
          </w:p>
        </w:tc>
        <w:tc>
          <w:tcPr>
            <w:tcW w:w="4924" w:type="dxa"/>
            <w:shd w:val="clear" w:color="auto" w:fill="auto"/>
          </w:tcPr>
          <w:p w14:paraId="0562CB0E" w14:textId="77777777" w:rsidR="00975D7D" w:rsidRPr="00F72ED6" w:rsidRDefault="00975D7D" w:rsidP="003018F2"/>
        </w:tc>
      </w:tr>
      <w:tr w:rsidR="00975D7D" w:rsidRPr="00F72ED6" w14:paraId="74B82D34" w14:textId="77777777" w:rsidTr="00310D6D">
        <w:trPr>
          <w:trHeight w:val="290"/>
        </w:trPr>
        <w:tc>
          <w:tcPr>
            <w:tcW w:w="4923" w:type="dxa"/>
            <w:shd w:val="clear" w:color="auto" w:fill="auto"/>
          </w:tcPr>
          <w:p w14:paraId="095B55B2" w14:textId="77777777" w:rsidR="00975D7D" w:rsidRPr="00F72ED6" w:rsidRDefault="00975D7D" w:rsidP="003018F2">
            <w:r w:rsidRPr="00F72ED6">
              <w:t>Nature:</w:t>
            </w:r>
          </w:p>
          <w:p w14:paraId="122675D3" w14:textId="77777777" w:rsidR="00975D7D" w:rsidRDefault="00975D7D" w:rsidP="003018F2">
            <w:r w:rsidRPr="00F72ED6">
              <w:t xml:space="preserve">(e.g. Manufacturer, </w:t>
            </w:r>
            <w:r w:rsidR="00D03F61" w:rsidRPr="00F72ED6">
              <w:t>Licensed distributor</w:t>
            </w:r>
            <w:r w:rsidRPr="00F72ED6">
              <w:t xml:space="preserve">, </w:t>
            </w:r>
            <w:r w:rsidR="00D03F61" w:rsidRPr="00F72ED6">
              <w:t>Retail agent</w:t>
            </w:r>
            <w:r w:rsidRPr="00F72ED6">
              <w:t xml:space="preserve">, Consulting firm, </w:t>
            </w:r>
            <w:r w:rsidR="00D03F61" w:rsidRPr="00F72ED6">
              <w:t xml:space="preserve">Wholesaler, </w:t>
            </w:r>
            <w:r w:rsidRPr="00F72ED6">
              <w:t>Other (specify))</w:t>
            </w:r>
          </w:p>
          <w:p w14:paraId="5D88C4D0" w14:textId="1A8E3031" w:rsidR="003739A2" w:rsidRDefault="003739A2" w:rsidP="003018F2">
            <w:r>
              <w:rPr>
                <w:rtl/>
              </w:rPr>
              <w:t>طبيعة</w:t>
            </w:r>
            <w:r>
              <w:rPr>
                <w:rFonts w:hint="cs"/>
                <w:rtl/>
              </w:rPr>
              <w:t xml:space="preserve"> الشركة</w:t>
            </w:r>
            <w:r>
              <w:t>:</w:t>
            </w:r>
          </w:p>
          <w:p w14:paraId="5B681348" w14:textId="2E8FD9D6" w:rsidR="003739A2" w:rsidRPr="00F72ED6" w:rsidRDefault="003739A2" w:rsidP="003018F2">
            <w:r>
              <w:rPr>
                <w:rFonts w:hint="cs"/>
                <w:rtl/>
              </w:rPr>
              <w:t>(</w:t>
            </w:r>
            <w:r>
              <w:rPr>
                <w:rtl/>
              </w:rPr>
              <w:t xml:space="preserve">مثل الشركة </w:t>
            </w:r>
            <w:r>
              <w:rPr>
                <w:rFonts w:hint="cs"/>
                <w:rtl/>
              </w:rPr>
              <w:t>المصنعة،</w:t>
            </w:r>
            <w:r>
              <w:rPr>
                <w:rtl/>
              </w:rPr>
              <w:t xml:space="preserve"> الموزع </w:t>
            </w:r>
            <w:r>
              <w:rPr>
                <w:rFonts w:hint="cs"/>
                <w:rtl/>
              </w:rPr>
              <w:t>المرخص،</w:t>
            </w:r>
            <w:r>
              <w:rPr>
                <w:rtl/>
              </w:rPr>
              <w:t xml:space="preserve"> وكيل البيع </w:t>
            </w:r>
            <w:r>
              <w:rPr>
                <w:rFonts w:hint="cs"/>
                <w:rtl/>
              </w:rPr>
              <w:t>بالتجزئة،</w:t>
            </w:r>
            <w:r>
              <w:rPr>
                <w:rtl/>
              </w:rPr>
              <w:t xml:space="preserve"> الشركة </w:t>
            </w:r>
            <w:r>
              <w:rPr>
                <w:rFonts w:hint="cs"/>
                <w:rtl/>
              </w:rPr>
              <w:t>الاستشارية،</w:t>
            </w:r>
            <w:r>
              <w:rPr>
                <w:rtl/>
              </w:rPr>
              <w:t xml:space="preserve"> تاجر </w:t>
            </w:r>
            <w:r>
              <w:rPr>
                <w:rFonts w:hint="cs"/>
                <w:rtl/>
              </w:rPr>
              <w:t>الجملة،</w:t>
            </w:r>
            <w:r>
              <w:rPr>
                <w:rtl/>
              </w:rPr>
              <w:t xml:space="preserve"> غير ذلك (حدد)</w:t>
            </w:r>
            <w:r>
              <w:rPr>
                <w:rFonts w:hint="cs"/>
                <w:rtl/>
              </w:rPr>
              <w:t>)</w:t>
            </w:r>
          </w:p>
        </w:tc>
        <w:tc>
          <w:tcPr>
            <w:tcW w:w="4924" w:type="dxa"/>
            <w:shd w:val="clear" w:color="auto" w:fill="auto"/>
          </w:tcPr>
          <w:p w14:paraId="34CE0A41" w14:textId="77777777" w:rsidR="00975D7D" w:rsidRPr="00F72ED6" w:rsidRDefault="00975D7D" w:rsidP="003018F2"/>
        </w:tc>
      </w:tr>
      <w:tr w:rsidR="00975D7D" w:rsidRPr="00F72ED6" w14:paraId="23AA460C" w14:textId="77777777" w:rsidTr="00310D6D">
        <w:trPr>
          <w:trHeight w:val="290"/>
        </w:trPr>
        <w:tc>
          <w:tcPr>
            <w:tcW w:w="4923" w:type="dxa"/>
            <w:shd w:val="clear" w:color="auto" w:fill="auto"/>
          </w:tcPr>
          <w:p w14:paraId="5F451407" w14:textId="4B2C8BDD" w:rsidR="00975D7D" w:rsidRPr="003739A2" w:rsidRDefault="00975D7D" w:rsidP="003018F2">
            <w:pPr>
              <w:rPr>
                <w:lang w:val="en-GB"/>
              </w:rPr>
            </w:pPr>
            <w:r w:rsidRPr="00F72ED6">
              <w:t>Year established</w:t>
            </w:r>
            <w:r w:rsidR="003739A2">
              <w:t>/</w:t>
            </w:r>
            <w:r w:rsidR="003739A2" w:rsidRPr="00F72ED6">
              <w:t xml:space="preserve"> </w:t>
            </w:r>
            <w:r w:rsidR="003739A2">
              <w:rPr>
                <w:rFonts w:hint="cs"/>
                <w:rtl/>
              </w:rPr>
              <w:t>سنة التأسيس</w:t>
            </w:r>
          </w:p>
        </w:tc>
        <w:tc>
          <w:tcPr>
            <w:tcW w:w="4924" w:type="dxa"/>
            <w:shd w:val="clear" w:color="auto" w:fill="auto"/>
          </w:tcPr>
          <w:p w14:paraId="62EBF3C5" w14:textId="77777777" w:rsidR="00975D7D" w:rsidRPr="00F72ED6" w:rsidRDefault="00975D7D" w:rsidP="003018F2"/>
        </w:tc>
      </w:tr>
      <w:tr w:rsidR="00D03F61" w:rsidRPr="00F72ED6" w14:paraId="0769DA6E" w14:textId="77777777" w:rsidTr="00310D6D">
        <w:trPr>
          <w:trHeight w:val="290"/>
        </w:trPr>
        <w:tc>
          <w:tcPr>
            <w:tcW w:w="4923" w:type="dxa"/>
            <w:shd w:val="clear" w:color="auto" w:fill="auto"/>
          </w:tcPr>
          <w:p w14:paraId="09F2DEF1" w14:textId="29F4015F" w:rsidR="00D03F61" w:rsidRPr="003739A2" w:rsidRDefault="00D03F61" w:rsidP="003018F2">
            <w:pPr>
              <w:rPr>
                <w:lang w:val="en-GB"/>
              </w:rPr>
            </w:pPr>
            <w:r w:rsidRPr="00F72ED6">
              <w:t>Registered (license) number &amp; country of registration</w:t>
            </w:r>
            <w:r w:rsidR="003739A2">
              <w:rPr>
                <w:lang w:val="en-GB"/>
              </w:rPr>
              <w:t>/</w:t>
            </w:r>
            <w:r w:rsidR="003739A2">
              <w:rPr>
                <w:rtl/>
              </w:rPr>
              <w:t xml:space="preserve"> </w:t>
            </w:r>
            <w:r w:rsidR="003739A2" w:rsidRPr="003739A2">
              <w:rPr>
                <w:rtl/>
                <w:lang w:val="en-GB"/>
              </w:rPr>
              <w:t>رقم (الترخيص) المسجل وبلد التسجيل</w:t>
            </w:r>
          </w:p>
        </w:tc>
        <w:tc>
          <w:tcPr>
            <w:tcW w:w="4924" w:type="dxa"/>
            <w:shd w:val="clear" w:color="auto" w:fill="auto"/>
          </w:tcPr>
          <w:p w14:paraId="6D98A12B" w14:textId="77777777" w:rsidR="00D03F61" w:rsidRPr="00F72ED6" w:rsidRDefault="00D03F61" w:rsidP="003018F2"/>
        </w:tc>
      </w:tr>
      <w:tr w:rsidR="00975D7D" w:rsidRPr="00F72ED6" w14:paraId="4F253111" w14:textId="77777777" w:rsidTr="00310D6D">
        <w:trPr>
          <w:trHeight w:val="290"/>
        </w:trPr>
        <w:tc>
          <w:tcPr>
            <w:tcW w:w="4923" w:type="dxa"/>
            <w:shd w:val="clear" w:color="auto" w:fill="auto"/>
          </w:tcPr>
          <w:p w14:paraId="2F3386A0" w14:textId="68DA9019" w:rsidR="00975D7D" w:rsidRPr="003739A2" w:rsidRDefault="00975D7D" w:rsidP="003018F2">
            <w:pPr>
              <w:rPr>
                <w:lang w:val="en-GB"/>
              </w:rPr>
            </w:pPr>
            <w:r w:rsidRPr="00F72ED6">
              <w:t>TAX / VAT ID number</w:t>
            </w:r>
            <w:r w:rsidR="003739A2">
              <w:t>/</w:t>
            </w:r>
            <w:r w:rsidR="003739A2">
              <w:rPr>
                <w:rtl/>
              </w:rPr>
              <w:t xml:space="preserve"> </w:t>
            </w:r>
            <w:r w:rsidR="003739A2" w:rsidRPr="003739A2">
              <w:rPr>
                <w:rtl/>
              </w:rPr>
              <w:t>رقم معرف الضريبة / ضريبة القيمة المضافة</w:t>
            </w:r>
          </w:p>
        </w:tc>
        <w:tc>
          <w:tcPr>
            <w:tcW w:w="4924" w:type="dxa"/>
            <w:shd w:val="clear" w:color="auto" w:fill="auto"/>
          </w:tcPr>
          <w:p w14:paraId="2946DB82" w14:textId="77777777" w:rsidR="00975D7D" w:rsidRPr="00F72ED6" w:rsidRDefault="00975D7D" w:rsidP="003018F2"/>
        </w:tc>
      </w:tr>
      <w:tr w:rsidR="007124DA" w:rsidRPr="00F72ED6" w14:paraId="0F5B955D" w14:textId="77777777" w:rsidTr="00310D6D">
        <w:trPr>
          <w:trHeight w:val="290"/>
        </w:trPr>
        <w:tc>
          <w:tcPr>
            <w:tcW w:w="4923" w:type="dxa"/>
            <w:shd w:val="clear" w:color="auto" w:fill="auto"/>
          </w:tcPr>
          <w:p w14:paraId="614A3E5C" w14:textId="7EF66656" w:rsidR="007124DA" w:rsidRPr="00F72ED6" w:rsidRDefault="007124DA" w:rsidP="003018F2">
            <w:r w:rsidRPr="00F72ED6">
              <w:t>Number of permanent staff</w:t>
            </w:r>
            <w:r w:rsidR="003739A2">
              <w:t>/</w:t>
            </w:r>
            <w:r w:rsidR="003739A2">
              <w:rPr>
                <w:rtl/>
              </w:rPr>
              <w:t xml:space="preserve"> </w:t>
            </w:r>
            <w:r w:rsidR="003739A2" w:rsidRPr="003739A2">
              <w:rPr>
                <w:rtl/>
              </w:rPr>
              <w:t>عدد الموظفين الدائمين</w:t>
            </w:r>
          </w:p>
        </w:tc>
        <w:tc>
          <w:tcPr>
            <w:tcW w:w="4924" w:type="dxa"/>
            <w:shd w:val="clear" w:color="auto" w:fill="auto"/>
          </w:tcPr>
          <w:p w14:paraId="5997CC1D" w14:textId="77777777" w:rsidR="007124DA" w:rsidRPr="00F72ED6" w:rsidRDefault="007124DA" w:rsidP="003018F2"/>
        </w:tc>
      </w:tr>
      <w:tr w:rsidR="00EC0A39" w:rsidRPr="00F72ED6" w14:paraId="231306D9" w14:textId="77777777" w:rsidTr="00310D6D">
        <w:trPr>
          <w:trHeight w:val="290"/>
        </w:trPr>
        <w:tc>
          <w:tcPr>
            <w:tcW w:w="4923" w:type="dxa"/>
            <w:shd w:val="clear" w:color="auto" w:fill="auto"/>
          </w:tcPr>
          <w:p w14:paraId="4DA6E94B" w14:textId="77777777" w:rsidR="00A81B2F" w:rsidRDefault="00EC0A39" w:rsidP="003018F2">
            <w:r>
              <w:t>N</w:t>
            </w:r>
            <w:r w:rsidRPr="00EC0A39">
              <w:t xml:space="preserve">ames and titles of the individuals who will sign contracts on behalf of </w:t>
            </w:r>
            <w:r w:rsidR="00A81B2F">
              <w:t xml:space="preserve">the </w:t>
            </w:r>
            <w:r>
              <w:t>company</w:t>
            </w:r>
            <w:r w:rsidR="00A81B2F">
              <w:t xml:space="preserve">. </w:t>
            </w:r>
          </w:p>
          <w:p w14:paraId="6B109967" w14:textId="77777777" w:rsidR="00EC0A39" w:rsidRDefault="00A81B2F" w:rsidP="003018F2">
            <w:r w:rsidRPr="0076708C">
              <w:t>P</w:t>
            </w:r>
            <w:r w:rsidR="00EC0A39" w:rsidRPr="0076708C">
              <w:t xml:space="preserve">rovide an explanation or documentation showing their legal </w:t>
            </w:r>
            <w:r w:rsidR="0076708C" w:rsidRPr="0076708C">
              <w:t>authorization</w:t>
            </w:r>
            <w:r w:rsidR="00EC0A39" w:rsidRPr="0076708C">
              <w:t xml:space="preserve"> to sign contracts on behalf of your company (</w:t>
            </w:r>
            <w:proofErr w:type="spellStart"/>
            <w:r w:rsidR="00EC0A39" w:rsidRPr="0076708C">
              <w:t>eg</w:t>
            </w:r>
            <w:r w:rsidR="0076708C" w:rsidRPr="0076708C">
              <w:t>.</w:t>
            </w:r>
            <w:proofErr w:type="spellEnd"/>
            <w:r w:rsidR="00EC0A39" w:rsidRPr="0076708C">
              <w:t xml:space="preserve"> registration with commercial registry or similar </w:t>
            </w:r>
            <w:r w:rsidR="0076708C" w:rsidRPr="0076708C">
              <w:t>authorization</w:t>
            </w:r>
            <w:r w:rsidR="00EC0A39" w:rsidRPr="0076708C">
              <w:t>)</w:t>
            </w:r>
          </w:p>
          <w:p w14:paraId="3205785E" w14:textId="77777777" w:rsidR="003739A2" w:rsidRPr="003739A2" w:rsidRDefault="003739A2" w:rsidP="003018F2">
            <w:r w:rsidRPr="003739A2">
              <w:rPr>
                <w:rtl/>
              </w:rPr>
              <w:t>أسماء وألقاب الأفراد الذين سيوقعون العقود نيابة عن الشركة</w:t>
            </w:r>
            <w:r w:rsidRPr="003739A2">
              <w:t>.</w:t>
            </w:r>
          </w:p>
          <w:p w14:paraId="3165B196" w14:textId="44EECE28" w:rsidR="003739A2" w:rsidRPr="0076708C" w:rsidRDefault="003739A2" w:rsidP="003018F2">
            <w:r w:rsidRPr="003739A2">
              <w:rPr>
                <w:rtl/>
              </w:rPr>
              <w:t>قدِّم تفسيرًا أو مستندات توضح تفويضهم القانوني لتوقيع العقود نيابة عن شركتك (على سبيل المثال، التسجيل في سجل تجاري أو تفويض مشابه)</w:t>
            </w:r>
          </w:p>
        </w:tc>
        <w:tc>
          <w:tcPr>
            <w:tcW w:w="4924" w:type="dxa"/>
            <w:shd w:val="clear" w:color="auto" w:fill="auto"/>
          </w:tcPr>
          <w:p w14:paraId="110FFD37" w14:textId="77777777" w:rsidR="00EC0A39" w:rsidRPr="00F72ED6" w:rsidRDefault="00EC0A39" w:rsidP="003018F2"/>
        </w:tc>
      </w:tr>
    </w:tbl>
    <w:p w14:paraId="6B699379" w14:textId="7C066F46" w:rsidR="00EC0A39" w:rsidRDefault="00EC0A39" w:rsidP="003018F2"/>
    <w:p w14:paraId="1DE7CCE3" w14:textId="60ABEF10" w:rsidR="003739A2" w:rsidRDefault="003739A2" w:rsidP="003018F2"/>
    <w:p w14:paraId="3EFF2768" w14:textId="5D979E84" w:rsidR="003739A2" w:rsidRDefault="003739A2" w:rsidP="003018F2"/>
    <w:p w14:paraId="1CA910B6" w14:textId="1CF2D908" w:rsidR="003739A2" w:rsidRDefault="003739A2" w:rsidP="003018F2"/>
    <w:p w14:paraId="2B7CC340" w14:textId="6C5B42B1" w:rsidR="003739A2" w:rsidRDefault="003739A2" w:rsidP="003018F2"/>
    <w:p w14:paraId="041A7558" w14:textId="77777777" w:rsidR="003739A2" w:rsidRDefault="003739A2" w:rsidP="003018F2"/>
    <w:p w14:paraId="1CA690AC" w14:textId="77777777" w:rsidR="00D03F61" w:rsidRPr="00AD3129" w:rsidRDefault="00D03F61" w:rsidP="003018F2">
      <w:r w:rsidRPr="00AD3129">
        <w:t xml:space="preserve">Section 2: Financial information </w:t>
      </w:r>
    </w:p>
    <w:p w14:paraId="418329DF" w14:textId="061459F5" w:rsidR="00D03F61" w:rsidRDefault="00D03F61" w:rsidP="003018F2">
      <w:r w:rsidRPr="00D03F61">
        <w:t>(Please attach a certified/audited copy of your latest Balance Sheet and Income Statement or your Annual report to Shareholders</w:t>
      </w:r>
      <w:r w:rsidR="003C6B44">
        <w:t xml:space="preserve"> if available</w:t>
      </w:r>
      <w:r w:rsidRPr="00D03F61">
        <w:t>)</w:t>
      </w:r>
    </w:p>
    <w:p w14:paraId="22AE661C" w14:textId="77777777" w:rsidR="003739A2" w:rsidRDefault="003739A2" w:rsidP="003018F2">
      <w:r>
        <w:rPr>
          <w:rtl/>
        </w:rPr>
        <w:t>القسم 2: المعلومات المالية</w:t>
      </w:r>
    </w:p>
    <w:p w14:paraId="55CBCD31" w14:textId="179013A5" w:rsidR="003739A2" w:rsidRPr="00D03F61" w:rsidRDefault="003739A2" w:rsidP="003018F2">
      <w:r>
        <w:t>(</w:t>
      </w:r>
      <w:r>
        <w:rPr>
          <w:rtl/>
        </w:rPr>
        <w:t>يرجى إرفاق نسخة مصدقة / مدققة من آخر ميزانية عمومية وبيان دخل أو تقريرك السنوي إلى المساهمين إذا كان متاحًا</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1"/>
        <w:gridCol w:w="4800"/>
      </w:tblGrid>
      <w:tr w:rsidR="0089310D" w:rsidRPr="00F72ED6" w14:paraId="42846C07" w14:textId="77777777" w:rsidTr="00310D6D">
        <w:tc>
          <w:tcPr>
            <w:tcW w:w="9847" w:type="dxa"/>
            <w:gridSpan w:val="2"/>
            <w:shd w:val="clear" w:color="auto" w:fill="D9D9D9"/>
            <w:vAlign w:val="center"/>
          </w:tcPr>
          <w:p w14:paraId="4CAA26F3" w14:textId="45A31DB0" w:rsidR="000F13D9" w:rsidRPr="00F72ED6" w:rsidRDefault="007124DA" w:rsidP="003018F2">
            <w:r w:rsidRPr="00F72ED6">
              <w:t>Annual figures</w:t>
            </w:r>
            <w:r w:rsidR="003739A2">
              <w:rPr>
                <w:rFonts w:hint="cs"/>
                <w:rtl/>
              </w:rPr>
              <w:t xml:space="preserve"> </w:t>
            </w:r>
            <w:r w:rsidR="003739A2" w:rsidRPr="003739A2">
              <w:rPr>
                <w:rtl/>
              </w:rPr>
              <w:t>الأرقام السنوية</w:t>
            </w:r>
            <w:r w:rsidR="003739A2">
              <w:rPr>
                <w:rFonts w:hint="cs"/>
                <w:rtl/>
              </w:rPr>
              <w:t xml:space="preserve"> </w:t>
            </w:r>
          </w:p>
        </w:tc>
      </w:tr>
      <w:tr w:rsidR="00975D7D" w:rsidRPr="00F72ED6" w14:paraId="29B79430" w14:textId="77777777" w:rsidTr="00310D6D">
        <w:trPr>
          <w:trHeight w:val="293"/>
        </w:trPr>
        <w:tc>
          <w:tcPr>
            <w:tcW w:w="4923" w:type="dxa"/>
            <w:shd w:val="clear" w:color="auto" w:fill="auto"/>
          </w:tcPr>
          <w:p w14:paraId="6532FDDC" w14:textId="77777777" w:rsidR="00975D7D" w:rsidRPr="00F72ED6" w:rsidRDefault="007124DA" w:rsidP="003018F2">
            <w:r w:rsidRPr="00F72ED6">
              <w:t xml:space="preserve">Annual turnover for the last 3 years </w:t>
            </w:r>
          </w:p>
          <w:p w14:paraId="17B3356A" w14:textId="77777777" w:rsidR="007124DA" w:rsidRDefault="007124DA" w:rsidP="003018F2">
            <w:r w:rsidRPr="00F72ED6">
              <w:t>(year, currency, amount)</w:t>
            </w:r>
          </w:p>
          <w:p w14:paraId="2252EBBC" w14:textId="43D1CF4C" w:rsidR="003739A2" w:rsidRDefault="003739A2" w:rsidP="003018F2">
            <w:r>
              <w:rPr>
                <w:rFonts w:hint="cs"/>
                <w:rtl/>
              </w:rPr>
              <w:t>مبالغ</w:t>
            </w:r>
            <w:r>
              <w:rPr>
                <w:rtl/>
              </w:rPr>
              <w:t xml:space="preserve"> الأعمال السنوي لآخر 3 سنوات</w:t>
            </w:r>
          </w:p>
          <w:p w14:paraId="44C340AE" w14:textId="622A418B" w:rsidR="003739A2" w:rsidRPr="00F72ED6" w:rsidRDefault="003739A2" w:rsidP="003018F2">
            <w:r>
              <w:t>(</w:t>
            </w:r>
            <w:r>
              <w:rPr>
                <w:rtl/>
              </w:rPr>
              <w:t>السنة ، العملة ، المبلغ</w:t>
            </w:r>
            <w:r>
              <w:t>)</w:t>
            </w:r>
          </w:p>
        </w:tc>
        <w:tc>
          <w:tcPr>
            <w:tcW w:w="4924" w:type="dxa"/>
            <w:shd w:val="clear" w:color="auto" w:fill="auto"/>
          </w:tcPr>
          <w:p w14:paraId="3FE9F23F" w14:textId="77777777" w:rsidR="00975D7D" w:rsidRPr="00F72ED6" w:rsidRDefault="00975D7D" w:rsidP="003018F2"/>
          <w:p w14:paraId="1F72F646" w14:textId="77777777" w:rsidR="007124DA" w:rsidRPr="00F72ED6" w:rsidRDefault="007124DA" w:rsidP="003018F2"/>
          <w:p w14:paraId="08CE6F91" w14:textId="77777777" w:rsidR="007124DA" w:rsidRPr="00F72ED6" w:rsidRDefault="007124DA" w:rsidP="003018F2"/>
        </w:tc>
      </w:tr>
      <w:tr w:rsidR="00975D7D" w:rsidRPr="00F72ED6" w14:paraId="4315CAEC" w14:textId="77777777" w:rsidTr="00310D6D">
        <w:trPr>
          <w:trHeight w:val="292"/>
        </w:trPr>
        <w:tc>
          <w:tcPr>
            <w:tcW w:w="4923" w:type="dxa"/>
            <w:shd w:val="clear" w:color="auto" w:fill="auto"/>
          </w:tcPr>
          <w:p w14:paraId="56BD02BB" w14:textId="77777777" w:rsidR="00975D7D" w:rsidRPr="00F72ED6" w:rsidRDefault="007124DA" w:rsidP="003018F2">
            <w:r w:rsidRPr="00F72ED6">
              <w:t>Pre-tax profit for the last 3 years</w:t>
            </w:r>
          </w:p>
          <w:p w14:paraId="51004F45" w14:textId="77777777" w:rsidR="007124DA" w:rsidRDefault="007124DA" w:rsidP="003018F2">
            <w:pPr>
              <w:rPr>
                <w:rtl/>
              </w:rPr>
            </w:pPr>
            <w:r w:rsidRPr="00F72ED6">
              <w:t>(year, currency, amount)</w:t>
            </w:r>
          </w:p>
          <w:p w14:paraId="24F7DD49" w14:textId="77777777" w:rsidR="003739A2" w:rsidRDefault="003739A2" w:rsidP="003018F2">
            <w:r>
              <w:rPr>
                <w:rtl/>
              </w:rPr>
              <w:t>الربح قبل الضريبة لآخر 3 سنوات</w:t>
            </w:r>
          </w:p>
          <w:p w14:paraId="11E7430F" w14:textId="53F0FF5A" w:rsidR="003739A2" w:rsidRPr="00F72ED6" w:rsidRDefault="003739A2" w:rsidP="003018F2">
            <w:r>
              <w:t>(</w:t>
            </w:r>
            <w:r>
              <w:rPr>
                <w:rtl/>
              </w:rPr>
              <w:t>السنة ، العملة ، المبلغ</w:t>
            </w:r>
            <w:r>
              <w:t>)</w:t>
            </w:r>
          </w:p>
        </w:tc>
        <w:tc>
          <w:tcPr>
            <w:tcW w:w="4924" w:type="dxa"/>
            <w:shd w:val="clear" w:color="auto" w:fill="auto"/>
          </w:tcPr>
          <w:p w14:paraId="61CDCEAD" w14:textId="77777777" w:rsidR="00975D7D" w:rsidRPr="00F72ED6" w:rsidRDefault="00975D7D" w:rsidP="003018F2"/>
          <w:p w14:paraId="6BB9E253" w14:textId="77777777" w:rsidR="007124DA" w:rsidRPr="00F72ED6" w:rsidRDefault="007124DA" w:rsidP="003018F2"/>
          <w:p w14:paraId="23DE523C" w14:textId="77777777" w:rsidR="007124DA" w:rsidRPr="00F72ED6" w:rsidRDefault="007124DA" w:rsidP="003018F2"/>
        </w:tc>
      </w:tr>
    </w:tbl>
    <w:p w14:paraId="52E56223" w14:textId="77777777" w:rsidR="000F13D9" w:rsidRDefault="000F13D9" w:rsidP="003018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0"/>
        <w:gridCol w:w="4791"/>
      </w:tblGrid>
      <w:tr w:rsidR="007124DA" w:rsidRPr="00F72ED6" w14:paraId="63FA3EB4" w14:textId="77777777" w:rsidTr="00310D6D">
        <w:tc>
          <w:tcPr>
            <w:tcW w:w="9847" w:type="dxa"/>
            <w:gridSpan w:val="2"/>
            <w:shd w:val="clear" w:color="auto" w:fill="D9D9D9"/>
            <w:vAlign w:val="center"/>
          </w:tcPr>
          <w:p w14:paraId="13131B44" w14:textId="46381BCC" w:rsidR="007124DA" w:rsidRPr="00F72ED6" w:rsidRDefault="007124DA" w:rsidP="003018F2">
            <w:r w:rsidRPr="00F72ED6">
              <w:t>Insurance details</w:t>
            </w:r>
            <w:r w:rsidR="003739A2">
              <w:rPr>
                <w:rFonts w:hint="cs"/>
                <w:rtl/>
              </w:rPr>
              <w:t xml:space="preserve"> </w:t>
            </w:r>
            <w:r w:rsidR="003739A2" w:rsidRPr="003739A2">
              <w:rPr>
                <w:rtl/>
              </w:rPr>
              <w:t>تفاصيل التأمين</w:t>
            </w:r>
            <w:r w:rsidR="003739A2">
              <w:rPr>
                <w:rFonts w:hint="cs"/>
                <w:rtl/>
              </w:rPr>
              <w:t xml:space="preserve"> </w:t>
            </w:r>
          </w:p>
        </w:tc>
      </w:tr>
      <w:tr w:rsidR="007124DA" w:rsidRPr="00F72ED6" w14:paraId="1C783863" w14:textId="77777777" w:rsidTr="00310D6D">
        <w:trPr>
          <w:trHeight w:val="293"/>
        </w:trPr>
        <w:tc>
          <w:tcPr>
            <w:tcW w:w="4923" w:type="dxa"/>
            <w:shd w:val="clear" w:color="auto" w:fill="auto"/>
          </w:tcPr>
          <w:p w14:paraId="2DE12D27" w14:textId="77777777" w:rsidR="007124DA" w:rsidRDefault="007124DA" w:rsidP="003018F2">
            <w:pPr>
              <w:rPr>
                <w:rtl/>
              </w:rPr>
            </w:pPr>
            <w:r w:rsidRPr="00F72ED6">
              <w:t>Employers liability (expires, currency, limit)</w:t>
            </w:r>
          </w:p>
          <w:p w14:paraId="5255BFAB" w14:textId="0C6ED2BE" w:rsidR="003739A2" w:rsidRPr="00F72ED6" w:rsidRDefault="003739A2" w:rsidP="003018F2">
            <w:r w:rsidRPr="003739A2">
              <w:rPr>
                <w:rtl/>
              </w:rPr>
              <w:t>مسؤولية صاحب العمل (</w:t>
            </w:r>
            <w:proofErr w:type="gramStart"/>
            <w:r w:rsidRPr="003739A2">
              <w:rPr>
                <w:rtl/>
              </w:rPr>
              <w:t>تنتهي ،</w:t>
            </w:r>
            <w:proofErr w:type="gramEnd"/>
            <w:r w:rsidRPr="003739A2">
              <w:rPr>
                <w:rtl/>
              </w:rPr>
              <w:t xml:space="preserve"> العملة ، الحد)</w:t>
            </w:r>
          </w:p>
        </w:tc>
        <w:tc>
          <w:tcPr>
            <w:tcW w:w="4924" w:type="dxa"/>
            <w:shd w:val="clear" w:color="auto" w:fill="auto"/>
          </w:tcPr>
          <w:p w14:paraId="07547A01" w14:textId="77777777" w:rsidR="007124DA" w:rsidRPr="00F72ED6" w:rsidRDefault="007124DA" w:rsidP="003018F2"/>
        </w:tc>
      </w:tr>
      <w:tr w:rsidR="007124DA" w:rsidRPr="00F72ED6" w14:paraId="6A24F9C4" w14:textId="77777777" w:rsidTr="00310D6D">
        <w:trPr>
          <w:trHeight w:val="292"/>
        </w:trPr>
        <w:tc>
          <w:tcPr>
            <w:tcW w:w="4923" w:type="dxa"/>
            <w:shd w:val="clear" w:color="auto" w:fill="auto"/>
          </w:tcPr>
          <w:p w14:paraId="004DE1F6" w14:textId="77777777" w:rsidR="007124DA" w:rsidRDefault="007124DA" w:rsidP="003018F2">
            <w:pPr>
              <w:rPr>
                <w:rtl/>
              </w:rPr>
            </w:pPr>
            <w:r w:rsidRPr="00F72ED6">
              <w:t>Public/products liability (expires, currency, limit)</w:t>
            </w:r>
          </w:p>
          <w:p w14:paraId="2D5E8905" w14:textId="707B440A" w:rsidR="003739A2" w:rsidRPr="00F72ED6" w:rsidRDefault="003739A2" w:rsidP="003018F2">
            <w:r w:rsidRPr="003739A2">
              <w:rPr>
                <w:rtl/>
              </w:rPr>
              <w:t xml:space="preserve">المسؤولية العامة / المنتجات (انتهاء </w:t>
            </w:r>
            <w:proofErr w:type="gramStart"/>
            <w:r w:rsidRPr="003739A2">
              <w:rPr>
                <w:rtl/>
              </w:rPr>
              <w:t>الصلاحية ،</w:t>
            </w:r>
            <w:proofErr w:type="gramEnd"/>
            <w:r w:rsidRPr="003739A2">
              <w:rPr>
                <w:rtl/>
              </w:rPr>
              <w:t xml:space="preserve"> العملة ، الحد)</w:t>
            </w:r>
          </w:p>
        </w:tc>
        <w:tc>
          <w:tcPr>
            <w:tcW w:w="4924" w:type="dxa"/>
            <w:shd w:val="clear" w:color="auto" w:fill="auto"/>
          </w:tcPr>
          <w:p w14:paraId="5043CB0F" w14:textId="77777777" w:rsidR="007124DA" w:rsidRPr="00F72ED6" w:rsidRDefault="007124DA" w:rsidP="003018F2"/>
        </w:tc>
      </w:tr>
      <w:tr w:rsidR="007124DA" w:rsidRPr="00F72ED6" w14:paraId="04C8924A" w14:textId="77777777" w:rsidTr="00310D6D">
        <w:trPr>
          <w:trHeight w:val="292"/>
        </w:trPr>
        <w:tc>
          <w:tcPr>
            <w:tcW w:w="4923" w:type="dxa"/>
            <w:shd w:val="clear" w:color="auto" w:fill="auto"/>
          </w:tcPr>
          <w:p w14:paraId="0375D944" w14:textId="77777777" w:rsidR="007124DA" w:rsidRDefault="007124DA" w:rsidP="003018F2">
            <w:pPr>
              <w:rPr>
                <w:rtl/>
              </w:rPr>
            </w:pPr>
            <w:r w:rsidRPr="00F72ED6">
              <w:t>Professional indemnity (expires, currency, limit)</w:t>
            </w:r>
          </w:p>
          <w:p w14:paraId="6A22771E" w14:textId="789FBADF" w:rsidR="003739A2" w:rsidRPr="00F72ED6" w:rsidRDefault="003739A2" w:rsidP="003018F2">
            <w:r w:rsidRPr="003739A2">
              <w:rPr>
                <w:rtl/>
              </w:rPr>
              <w:t xml:space="preserve">التعويض المهني (انتهاء </w:t>
            </w:r>
            <w:proofErr w:type="gramStart"/>
            <w:r w:rsidRPr="003739A2">
              <w:rPr>
                <w:rtl/>
              </w:rPr>
              <w:t>الصلاحية ،</w:t>
            </w:r>
            <w:proofErr w:type="gramEnd"/>
            <w:r w:rsidRPr="003739A2">
              <w:rPr>
                <w:rtl/>
              </w:rPr>
              <w:t xml:space="preserve"> العملة ، الحد)</w:t>
            </w:r>
          </w:p>
        </w:tc>
        <w:tc>
          <w:tcPr>
            <w:tcW w:w="4924" w:type="dxa"/>
            <w:shd w:val="clear" w:color="auto" w:fill="auto"/>
          </w:tcPr>
          <w:p w14:paraId="07459315" w14:textId="77777777" w:rsidR="007124DA" w:rsidRPr="00F72ED6" w:rsidRDefault="007124DA" w:rsidP="003018F2"/>
        </w:tc>
      </w:tr>
    </w:tbl>
    <w:p w14:paraId="6537F28F" w14:textId="77777777" w:rsidR="007124DA" w:rsidRDefault="007124DA" w:rsidP="003018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01"/>
      </w:tblGrid>
      <w:tr w:rsidR="007124DA" w:rsidRPr="00F72ED6" w14:paraId="422436F7" w14:textId="77777777" w:rsidTr="00310D6D">
        <w:tc>
          <w:tcPr>
            <w:tcW w:w="9847" w:type="dxa"/>
            <w:gridSpan w:val="2"/>
            <w:shd w:val="clear" w:color="auto" w:fill="D9D9D9"/>
            <w:vAlign w:val="center"/>
          </w:tcPr>
          <w:p w14:paraId="3C1541CD" w14:textId="04F8B55A" w:rsidR="007124DA" w:rsidRPr="00F72ED6" w:rsidRDefault="007124DA" w:rsidP="003018F2">
            <w:r w:rsidRPr="00F72ED6">
              <w:t xml:space="preserve">Bank </w:t>
            </w:r>
            <w:proofErr w:type="gramStart"/>
            <w:r w:rsidRPr="00F72ED6">
              <w:t>details</w:t>
            </w:r>
            <w:r w:rsidR="00AD4599" w:rsidRPr="00F72ED6">
              <w:t xml:space="preserve"> </w:t>
            </w:r>
            <w:r w:rsidR="00B23C50">
              <w:rPr>
                <w:rFonts w:hint="cs"/>
                <w:rtl/>
              </w:rPr>
              <w:t xml:space="preserve"> التفاصيل</w:t>
            </w:r>
            <w:proofErr w:type="gramEnd"/>
            <w:r w:rsidR="00B23C50">
              <w:rPr>
                <w:rFonts w:hint="cs"/>
                <w:rtl/>
              </w:rPr>
              <w:t xml:space="preserve"> البنكية</w:t>
            </w:r>
          </w:p>
        </w:tc>
      </w:tr>
      <w:tr w:rsidR="007124DA" w:rsidRPr="00F72ED6" w14:paraId="4B8333DA" w14:textId="77777777" w:rsidTr="00310D6D">
        <w:trPr>
          <w:trHeight w:val="293"/>
        </w:trPr>
        <w:tc>
          <w:tcPr>
            <w:tcW w:w="4923" w:type="dxa"/>
            <w:shd w:val="clear" w:color="auto" w:fill="auto"/>
          </w:tcPr>
          <w:p w14:paraId="5475E1CF" w14:textId="65E60C49" w:rsidR="007124DA" w:rsidRPr="00B23C50" w:rsidRDefault="007124DA" w:rsidP="003018F2">
            <w:pPr>
              <w:rPr>
                <w:rtl/>
                <w:lang w:val="en-GB"/>
              </w:rPr>
            </w:pPr>
            <w:r w:rsidRPr="00F72ED6">
              <w:t>Bank name</w:t>
            </w:r>
            <w:r w:rsidR="00B23C50">
              <w:rPr>
                <w:lang w:val="en-GB"/>
              </w:rPr>
              <w:t xml:space="preserve">/ </w:t>
            </w:r>
            <w:r w:rsidR="00B23C50">
              <w:rPr>
                <w:rFonts w:hint="cs"/>
                <w:rtl/>
                <w:lang w:val="en-GB"/>
              </w:rPr>
              <w:t>اسم البنك</w:t>
            </w:r>
          </w:p>
        </w:tc>
        <w:tc>
          <w:tcPr>
            <w:tcW w:w="4924" w:type="dxa"/>
            <w:shd w:val="clear" w:color="auto" w:fill="auto"/>
          </w:tcPr>
          <w:p w14:paraId="6DFB9E20" w14:textId="77777777" w:rsidR="007124DA" w:rsidRPr="00F72ED6" w:rsidRDefault="007124DA" w:rsidP="003018F2"/>
        </w:tc>
      </w:tr>
      <w:tr w:rsidR="007124DA" w:rsidRPr="00F72ED6" w14:paraId="47D2A083" w14:textId="77777777" w:rsidTr="00310D6D">
        <w:trPr>
          <w:trHeight w:val="292"/>
        </w:trPr>
        <w:tc>
          <w:tcPr>
            <w:tcW w:w="4923" w:type="dxa"/>
            <w:shd w:val="clear" w:color="auto" w:fill="auto"/>
          </w:tcPr>
          <w:p w14:paraId="071CC085" w14:textId="7C278DC2" w:rsidR="007124DA" w:rsidRPr="00B23C50" w:rsidRDefault="007124DA" w:rsidP="003018F2">
            <w:pPr>
              <w:rPr>
                <w:rtl/>
                <w:lang w:val="en-GB"/>
              </w:rPr>
            </w:pPr>
            <w:r w:rsidRPr="00F72ED6">
              <w:t>Address</w:t>
            </w:r>
            <w:r w:rsidR="00B23C50">
              <w:t xml:space="preserve">/ </w:t>
            </w:r>
            <w:r w:rsidR="00B23C50">
              <w:rPr>
                <w:rFonts w:hint="cs"/>
                <w:rtl/>
              </w:rPr>
              <w:t>العنوان</w:t>
            </w:r>
          </w:p>
        </w:tc>
        <w:tc>
          <w:tcPr>
            <w:tcW w:w="4924" w:type="dxa"/>
            <w:shd w:val="clear" w:color="auto" w:fill="auto"/>
          </w:tcPr>
          <w:p w14:paraId="70DF9E56" w14:textId="77777777" w:rsidR="007124DA" w:rsidRPr="00F72ED6" w:rsidRDefault="007124DA" w:rsidP="003018F2"/>
        </w:tc>
      </w:tr>
      <w:tr w:rsidR="007124DA" w:rsidRPr="00F72ED6" w14:paraId="64459D27" w14:textId="77777777" w:rsidTr="00310D6D">
        <w:trPr>
          <w:trHeight w:val="292"/>
        </w:trPr>
        <w:tc>
          <w:tcPr>
            <w:tcW w:w="4923" w:type="dxa"/>
            <w:shd w:val="clear" w:color="auto" w:fill="auto"/>
          </w:tcPr>
          <w:p w14:paraId="43773F0B" w14:textId="77777777" w:rsidR="007124DA" w:rsidRDefault="007124DA" w:rsidP="003018F2">
            <w:pPr>
              <w:rPr>
                <w:rtl/>
              </w:rPr>
            </w:pPr>
            <w:r w:rsidRPr="00F72ED6">
              <w:t>Swift / BIC address</w:t>
            </w:r>
            <w:r w:rsidR="00B23C50">
              <w:rPr>
                <w:rFonts w:hint="cs"/>
                <w:rtl/>
              </w:rPr>
              <w:t xml:space="preserve"> </w:t>
            </w:r>
          </w:p>
          <w:p w14:paraId="58CD7730" w14:textId="14BDEDBB" w:rsidR="00B23C50" w:rsidRPr="00F72ED6" w:rsidRDefault="00B23C50" w:rsidP="003018F2">
            <w:r>
              <w:rPr>
                <w:rFonts w:hint="cs"/>
                <w:rtl/>
              </w:rPr>
              <w:t xml:space="preserve">عنوان </w:t>
            </w:r>
            <w:r w:rsidRPr="00B23C50">
              <w:rPr>
                <w:rtl/>
              </w:rPr>
              <w:t>الرمز التعريفي للبنك</w:t>
            </w:r>
          </w:p>
        </w:tc>
        <w:tc>
          <w:tcPr>
            <w:tcW w:w="4924" w:type="dxa"/>
            <w:shd w:val="clear" w:color="auto" w:fill="auto"/>
          </w:tcPr>
          <w:p w14:paraId="44E871BC" w14:textId="77777777" w:rsidR="007124DA" w:rsidRPr="00F72ED6" w:rsidRDefault="007124DA" w:rsidP="003018F2"/>
        </w:tc>
      </w:tr>
      <w:tr w:rsidR="007124DA" w:rsidRPr="00F72ED6" w14:paraId="01B4A6DB" w14:textId="77777777" w:rsidTr="00310D6D">
        <w:trPr>
          <w:trHeight w:val="292"/>
        </w:trPr>
        <w:tc>
          <w:tcPr>
            <w:tcW w:w="4923" w:type="dxa"/>
            <w:shd w:val="clear" w:color="auto" w:fill="auto"/>
          </w:tcPr>
          <w:p w14:paraId="5B38F800" w14:textId="77777777" w:rsidR="007124DA" w:rsidRDefault="007124DA" w:rsidP="003018F2">
            <w:pPr>
              <w:rPr>
                <w:rtl/>
              </w:rPr>
            </w:pPr>
            <w:r w:rsidRPr="00F72ED6">
              <w:t>Bank account number</w:t>
            </w:r>
          </w:p>
          <w:p w14:paraId="474495BA" w14:textId="59E39D6A" w:rsidR="00B23C50" w:rsidRPr="00F72ED6" w:rsidRDefault="00B23C50" w:rsidP="003018F2">
            <w:r>
              <w:rPr>
                <w:rFonts w:hint="cs"/>
                <w:rtl/>
              </w:rPr>
              <w:t>رقم الحساب المصرفي</w:t>
            </w:r>
          </w:p>
        </w:tc>
        <w:tc>
          <w:tcPr>
            <w:tcW w:w="4924" w:type="dxa"/>
            <w:shd w:val="clear" w:color="auto" w:fill="auto"/>
          </w:tcPr>
          <w:p w14:paraId="144A5D23" w14:textId="77777777" w:rsidR="007124DA" w:rsidRPr="00F72ED6" w:rsidRDefault="007124DA" w:rsidP="003018F2"/>
        </w:tc>
      </w:tr>
      <w:tr w:rsidR="00764032" w:rsidRPr="00F72ED6" w14:paraId="66AE072A" w14:textId="77777777" w:rsidTr="00310D6D">
        <w:trPr>
          <w:trHeight w:val="292"/>
        </w:trPr>
        <w:tc>
          <w:tcPr>
            <w:tcW w:w="4923" w:type="dxa"/>
            <w:shd w:val="clear" w:color="auto" w:fill="auto"/>
          </w:tcPr>
          <w:p w14:paraId="2D216D0F" w14:textId="77777777" w:rsidR="00764032" w:rsidRDefault="00764032" w:rsidP="003018F2">
            <w:pPr>
              <w:rPr>
                <w:rtl/>
              </w:rPr>
            </w:pPr>
            <w:r w:rsidRPr="00F72ED6">
              <w:t>IBAN (if any)</w:t>
            </w:r>
          </w:p>
          <w:p w14:paraId="0E4B5381" w14:textId="1DA56B2F" w:rsidR="00B23C50" w:rsidRPr="00F72ED6" w:rsidRDefault="00B23C50" w:rsidP="003018F2">
            <w:r w:rsidRPr="00B23C50">
              <w:rPr>
                <w:rtl/>
              </w:rPr>
              <w:t>رقم الحساب المصرفي الدولي (إن وجد)</w:t>
            </w:r>
          </w:p>
        </w:tc>
        <w:tc>
          <w:tcPr>
            <w:tcW w:w="4924" w:type="dxa"/>
            <w:shd w:val="clear" w:color="auto" w:fill="auto"/>
          </w:tcPr>
          <w:p w14:paraId="738610EB" w14:textId="77777777" w:rsidR="00764032" w:rsidRPr="00F72ED6" w:rsidRDefault="00764032" w:rsidP="003018F2"/>
        </w:tc>
      </w:tr>
      <w:tr w:rsidR="007124DA" w:rsidRPr="00F72ED6" w14:paraId="4353A81F" w14:textId="77777777" w:rsidTr="00310D6D">
        <w:trPr>
          <w:trHeight w:val="292"/>
        </w:trPr>
        <w:tc>
          <w:tcPr>
            <w:tcW w:w="4923" w:type="dxa"/>
            <w:shd w:val="clear" w:color="auto" w:fill="auto"/>
          </w:tcPr>
          <w:p w14:paraId="50F831F4" w14:textId="2D5D9898" w:rsidR="007124DA" w:rsidRPr="00B23C50" w:rsidRDefault="007124DA" w:rsidP="003018F2">
            <w:pPr>
              <w:rPr>
                <w:lang w:val="en-GB"/>
              </w:rPr>
            </w:pPr>
            <w:r w:rsidRPr="00F72ED6">
              <w:t>Account</w:t>
            </w:r>
            <w:r w:rsidR="00764032" w:rsidRPr="00F72ED6">
              <w:t xml:space="preserve"> holder </w:t>
            </w:r>
            <w:r w:rsidRPr="00F72ED6">
              <w:t>nam</w:t>
            </w:r>
            <w:r w:rsidR="00B23C50">
              <w:t xml:space="preserve">e/ </w:t>
            </w:r>
            <w:r w:rsidR="00B23C50" w:rsidRPr="00B23C50">
              <w:rPr>
                <w:rtl/>
              </w:rPr>
              <w:t>اسم صاحب الحساب</w:t>
            </w:r>
          </w:p>
        </w:tc>
        <w:tc>
          <w:tcPr>
            <w:tcW w:w="4924" w:type="dxa"/>
            <w:shd w:val="clear" w:color="auto" w:fill="auto"/>
          </w:tcPr>
          <w:p w14:paraId="637805D2" w14:textId="77777777" w:rsidR="007124DA" w:rsidRPr="00F72ED6" w:rsidRDefault="007124DA" w:rsidP="003018F2"/>
        </w:tc>
      </w:tr>
    </w:tbl>
    <w:p w14:paraId="463F29E8" w14:textId="5FF3F146" w:rsidR="00BD04D4" w:rsidRDefault="00BD04D4" w:rsidP="003018F2">
      <w:pPr>
        <w:rPr>
          <w:rtl/>
        </w:rPr>
      </w:pPr>
    </w:p>
    <w:p w14:paraId="2C7BE8D7" w14:textId="28A054DA" w:rsidR="00B23C50" w:rsidRDefault="00B23C50" w:rsidP="003018F2">
      <w:pPr>
        <w:rPr>
          <w:rtl/>
        </w:rPr>
      </w:pPr>
    </w:p>
    <w:p w14:paraId="29E3F362" w14:textId="28FCB551" w:rsidR="00B23C50" w:rsidRDefault="00B23C50" w:rsidP="003018F2">
      <w:pPr>
        <w:rPr>
          <w:rtl/>
        </w:rPr>
      </w:pPr>
    </w:p>
    <w:p w14:paraId="01C4BF8B" w14:textId="73F4E62C" w:rsidR="00B23C50" w:rsidRDefault="00B23C50" w:rsidP="003018F2">
      <w:pPr>
        <w:rPr>
          <w:rtl/>
        </w:rPr>
      </w:pPr>
    </w:p>
    <w:p w14:paraId="152F2C69" w14:textId="4DC77D74" w:rsidR="00B23C50" w:rsidRDefault="00B23C50" w:rsidP="003018F2">
      <w:pPr>
        <w:rPr>
          <w:rtl/>
        </w:rPr>
      </w:pPr>
    </w:p>
    <w:p w14:paraId="60261E0A" w14:textId="77777777" w:rsidR="00B23C50" w:rsidRDefault="00B23C50" w:rsidP="003018F2"/>
    <w:p w14:paraId="577E5CF5" w14:textId="5C9271BD" w:rsidR="00BD04D4" w:rsidRPr="00B23C50" w:rsidRDefault="00BD04D4" w:rsidP="003018F2">
      <w:pPr>
        <w:rPr>
          <w:lang w:val="en-GB"/>
        </w:rPr>
      </w:pPr>
      <w:r w:rsidRPr="00AD3129">
        <w:t>Section 3: Others</w:t>
      </w:r>
      <w:r w:rsidR="00B23C50">
        <w:t xml:space="preserve">/ </w:t>
      </w:r>
      <w:r w:rsidR="00B23C50" w:rsidRPr="00B23C50">
        <w:rPr>
          <w:rtl/>
        </w:rPr>
        <w:t xml:space="preserve">القسم 3: </w:t>
      </w:r>
      <w:r w:rsidR="00B23C50">
        <w:rPr>
          <w:rFonts w:hint="cs"/>
          <w:rtl/>
        </w:rPr>
        <w:t>أخرى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3"/>
        <w:gridCol w:w="4788"/>
      </w:tblGrid>
      <w:tr w:rsidR="002E6252" w:rsidRPr="00F72ED6" w14:paraId="37A4D534" w14:textId="77777777" w:rsidTr="00310D6D">
        <w:tc>
          <w:tcPr>
            <w:tcW w:w="9847" w:type="dxa"/>
            <w:gridSpan w:val="2"/>
            <w:shd w:val="clear" w:color="auto" w:fill="D9D9D9"/>
            <w:vAlign w:val="center"/>
          </w:tcPr>
          <w:p w14:paraId="25DAE37A" w14:textId="7C133CF4" w:rsidR="002E6252" w:rsidRPr="00F72ED6" w:rsidRDefault="00562858" w:rsidP="003018F2">
            <w:pPr>
              <w:rPr>
                <w:rtl/>
              </w:rPr>
            </w:pPr>
            <w:r w:rsidRPr="00F72ED6">
              <w:t>General questions</w:t>
            </w:r>
            <w:r w:rsidR="00B23C50">
              <w:t xml:space="preserve"> </w:t>
            </w:r>
            <w:r w:rsidR="00B23C50">
              <w:rPr>
                <w:rFonts w:hint="cs"/>
                <w:rtl/>
              </w:rPr>
              <w:t>أسئلة عامة</w:t>
            </w:r>
          </w:p>
        </w:tc>
      </w:tr>
      <w:tr w:rsidR="00562858" w:rsidRPr="00F72ED6" w14:paraId="02D2DA07" w14:textId="77777777" w:rsidTr="00310D6D">
        <w:trPr>
          <w:trHeight w:val="293"/>
        </w:trPr>
        <w:tc>
          <w:tcPr>
            <w:tcW w:w="4923" w:type="dxa"/>
            <w:shd w:val="clear" w:color="auto" w:fill="auto"/>
          </w:tcPr>
          <w:p w14:paraId="648126F1" w14:textId="77777777" w:rsidR="00562858" w:rsidRDefault="00562858" w:rsidP="003018F2">
            <w:pPr>
              <w:bidi w:val="0"/>
              <w:rPr>
                <w:rtl/>
              </w:rPr>
            </w:pPr>
            <w:bookmarkStart w:id="0" w:name="_GoBack"/>
            <w:bookmarkEnd w:id="0"/>
            <w:r w:rsidRPr="00F72ED6">
              <w:t xml:space="preserve">Have you previously supplied any </w:t>
            </w:r>
            <w:proofErr w:type="spellStart"/>
            <w:r w:rsidRPr="00F72ED6">
              <w:t>Medair</w:t>
            </w:r>
            <w:proofErr w:type="spellEnd"/>
            <w:r w:rsidRPr="00F72ED6">
              <w:t xml:space="preserve"> sites (please list</w:t>
            </w:r>
            <w:proofErr w:type="gramStart"/>
            <w:r w:rsidRPr="00F72ED6">
              <w:t>) ?</w:t>
            </w:r>
            <w:proofErr w:type="gramEnd"/>
          </w:p>
          <w:p w14:paraId="028220F7" w14:textId="5A611876" w:rsidR="00B23C50" w:rsidRPr="00F72ED6" w:rsidRDefault="00B23C50" w:rsidP="003018F2">
            <w:r w:rsidRPr="00B23C50">
              <w:rPr>
                <w:rtl/>
              </w:rPr>
              <w:t>هل قمت مسبقًا بتزويد أي من مواقع</w:t>
            </w:r>
            <w:r w:rsidRPr="00B23C50">
              <w:t xml:space="preserve"> </w:t>
            </w:r>
            <w:proofErr w:type="spellStart"/>
            <w:r>
              <w:rPr>
                <w:rFonts w:hint="cs"/>
                <w:rtl/>
              </w:rPr>
              <w:t>ميدير</w:t>
            </w:r>
            <w:proofErr w:type="spellEnd"/>
            <w:r w:rsidRPr="00B23C50">
              <w:t xml:space="preserve"> </w:t>
            </w:r>
            <w:r w:rsidRPr="00B23C50">
              <w:rPr>
                <w:rtl/>
              </w:rPr>
              <w:t>(يرجى ذكر ذلك)؟</w:t>
            </w:r>
          </w:p>
        </w:tc>
        <w:tc>
          <w:tcPr>
            <w:tcW w:w="4924" w:type="dxa"/>
            <w:shd w:val="clear" w:color="auto" w:fill="auto"/>
          </w:tcPr>
          <w:p w14:paraId="3B7B4B86" w14:textId="77777777" w:rsidR="00562858" w:rsidRPr="00F72ED6" w:rsidRDefault="00562858" w:rsidP="003018F2"/>
        </w:tc>
      </w:tr>
      <w:tr w:rsidR="003C6B44" w:rsidRPr="00F72ED6" w14:paraId="7A69E998" w14:textId="77777777" w:rsidTr="00310D6D">
        <w:trPr>
          <w:trHeight w:val="293"/>
        </w:trPr>
        <w:tc>
          <w:tcPr>
            <w:tcW w:w="4923" w:type="dxa"/>
            <w:shd w:val="clear" w:color="auto" w:fill="auto"/>
          </w:tcPr>
          <w:p w14:paraId="0A2198BC" w14:textId="77777777" w:rsidR="003C6B44" w:rsidRDefault="003C6B44" w:rsidP="003018F2">
            <w:pPr>
              <w:bidi w:val="0"/>
              <w:rPr>
                <w:rtl/>
              </w:rPr>
            </w:pPr>
            <w:r w:rsidRPr="00F72ED6">
              <w:t xml:space="preserve">Have you previously supplied any other NGO and if so, which </w:t>
            </w:r>
            <w:proofErr w:type="gramStart"/>
            <w:r w:rsidRPr="00F72ED6">
              <w:t>ones ?</w:t>
            </w:r>
            <w:proofErr w:type="gramEnd"/>
          </w:p>
          <w:p w14:paraId="480A8E3F" w14:textId="3E6D4B83" w:rsidR="00B23C50" w:rsidRPr="00F72ED6" w:rsidRDefault="00B23C50" w:rsidP="003018F2">
            <w:r w:rsidRPr="00B23C50">
              <w:rPr>
                <w:rtl/>
              </w:rPr>
              <w:t xml:space="preserve">هل </w:t>
            </w:r>
            <w:r w:rsidR="00453178">
              <w:rPr>
                <w:rFonts w:hint="cs"/>
                <w:rtl/>
              </w:rPr>
              <w:t xml:space="preserve">زودت </w:t>
            </w:r>
            <w:r w:rsidRPr="00B23C50">
              <w:rPr>
                <w:rtl/>
              </w:rPr>
              <w:t xml:space="preserve">من قبل </w:t>
            </w:r>
            <w:r>
              <w:rPr>
                <w:rFonts w:hint="cs"/>
                <w:rtl/>
              </w:rPr>
              <w:t xml:space="preserve">في </w:t>
            </w:r>
            <w:r w:rsidRPr="00B23C50">
              <w:rPr>
                <w:rtl/>
              </w:rPr>
              <w:t xml:space="preserve">منظمة غير حكومية أخرى وإذا كان الأمر </w:t>
            </w:r>
            <w:proofErr w:type="gramStart"/>
            <w:r w:rsidRPr="00B23C50">
              <w:rPr>
                <w:rtl/>
              </w:rPr>
              <w:t>كذلك ،</w:t>
            </w:r>
            <w:proofErr w:type="gramEnd"/>
            <w:r w:rsidRPr="00B23C50">
              <w:rPr>
                <w:rtl/>
              </w:rPr>
              <w:t xml:space="preserve"> فما هي؟</w:t>
            </w:r>
          </w:p>
        </w:tc>
        <w:tc>
          <w:tcPr>
            <w:tcW w:w="4924" w:type="dxa"/>
            <w:shd w:val="clear" w:color="auto" w:fill="auto"/>
          </w:tcPr>
          <w:p w14:paraId="3A0FF5F2" w14:textId="77777777" w:rsidR="003C6B44" w:rsidRPr="00F72ED6" w:rsidRDefault="003C6B44" w:rsidP="003018F2"/>
        </w:tc>
      </w:tr>
      <w:tr w:rsidR="002E6252" w:rsidRPr="00F72ED6" w14:paraId="4BCFB56C" w14:textId="77777777" w:rsidTr="00310D6D">
        <w:trPr>
          <w:trHeight w:val="293"/>
        </w:trPr>
        <w:tc>
          <w:tcPr>
            <w:tcW w:w="4923" w:type="dxa"/>
            <w:shd w:val="clear" w:color="auto" w:fill="auto"/>
          </w:tcPr>
          <w:p w14:paraId="2E6F02FB" w14:textId="77777777" w:rsidR="002E6252" w:rsidRDefault="002E6252" w:rsidP="003018F2">
            <w:pPr>
              <w:bidi w:val="0"/>
              <w:rPr>
                <w:rtl/>
              </w:rPr>
            </w:pPr>
            <w:r w:rsidRPr="00F72ED6">
              <w:t xml:space="preserve">Has your organization been convicted in the last 3 years of breaching any </w:t>
            </w:r>
            <w:r w:rsidR="00562858" w:rsidRPr="00F72ED6">
              <w:t xml:space="preserve">national or international </w:t>
            </w:r>
            <w:proofErr w:type="gramStart"/>
            <w:r w:rsidR="00562858" w:rsidRPr="00F72ED6">
              <w:t>legislation ?</w:t>
            </w:r>
            <w:proofErr w:type="gramEnd"/>
          </w:p>
          <w:p w14:paraId="256B599C" w14:textId="244AFDAE" w:rsidR="00453178" w:rsidRPr="00F72ED6" w:rsidRDefault="00453178" w:rsidP="003018F2">
            <w:r w:rsidRPr="00453178">
              <w:rPr>
                <w:rtl/>
              </w:rPr>
              <w:t xml:space="preserve">هل أُدينت </w:t>
            </w:r>
            <w:r>
              <w:rPr>
                <w:rFonts w:hint="cs"/>
                <w:rtl/>
              </w:rPr>
              <w:t>شركتك</w:t>
            </w:r>
            <w:r w:rsidRPr="00453178">
              <w:rPr>
                <w:rtl/>
              </w:rPr>
              <w:t xml:space="preserve"> في السنوات الثلاث الماضية بخرق أي تشريع وطني أو دولي؟</w:t>
            </w:r>
          </w:p>
        </w:tc>
        <w:tc>
          <w:tcPr>
            <w:tcW w:w="4924" w:type="dxa"/>
            <w:shd w:val="clear" w:color="auto" w:fill="auto"/>
          </w:tcPr>
          <w:p w14:paraId="5630AD66" w14:textId="77777777" w:rsidR="002E6252" w:rsidRPr="00F72ED6" w:rsidRDefault="002E6252" w:rsidP="003018F2"/>
        </w:tc>
      </w:tr>
      <w:tr w:rsidR="002E6252" w:rsidRPr="00F72ED6" w14:paraId="1C6DBAD6" w14:textId="77777777" w:rsidTr="00310D6D">
        <w:trPr>
          <w:trHeight w:val="292"/>
        </w:trPr>
        <w:tc>
          <w:tcPr>
            <w:tcW w:w="4923" w:type="dxa"/>
            <w:shd w:val="clear" w:color="auto" w:fill="auto"/>
          </w:tcPr>
          <w:p w14:paraId="0B5C053A" w14:textId="77777777" w:rsidR="002E6252" w:rsidRPr="00F72ED6" w:rsidRDefault="002F4ABE" w:rsidP="003018F2">
            <w:pPr>
              <w:bidi w:val="0"/>
            </w:pPr>
            <w:r w:rsidRPr="00F72ED6">
              <w:t>Acceptance of payment terms and other discounts:</w:t>
            </w:r>
          </w:p>
          <w:p w14:paraId="484BBF1E" w14:textId="77777777" w:rsidR="002F4ABE" w:rsidRPr="00F72ED6" w:rsidRDefault="002F4ABE" w:rsidP="003018F2">
            <w:pPr>
              <w:pStyle w:val="ListParagraph"/>
              <w:numPr>
                <w:ilvl w:val="0"/>
                <w:numId w:val="46"/>
              </w:numPr>
              <w:bidi w:val="0"/>
            </w:pPr>
            <w:r w:rsidRPr="00F72ED6">
              <w:t xml:space="preserve">30 days </w:t>
            </w:r>
            <w:r w:rsidR="00CE105C" w:rsidRPr="00F72ED6">
              <w:t>net</w:t>
            </w:r>
          </w:p>
          <w:p w14:paraId="71D3C2A7" w14:textId="77777777" w:rsidR="002F4ABE" w:rsidRPr="00F72ED6" w:rsidRDefault="002F4ABE" w:rsidP="003018F2">
            <w:pPr>
              <w:pStyle w:val="ListParagraph"/>
              <w:numPr>
                <w:ilvl w:val="0"/>
                <w:numId w:val="46"/>
              </w:numPr>
              <w:bidi w:val="0"/>
            </w:pPr>
            <w:r w:rsidRPr="00F72ED6">
              <w:t>Prompt payment discount</w:t>
            </w:r>
          </w:p>
          <w:p w14:paraId="582AD951" w14:textId="77777777" w:rsidR="002F4ABE" w:rsidRDefault="002F4ABE" w:rsidP="003018F2">
            <w:pPr>
              <w:pStyle w:val="ListParagraph"/>
              <w:numPr>
                <w:ilvl w:val="0"/>
                <w:numId w:val="46"/>
              </w:numPr>
              <w:bidi w:val="0"/>
            </w:pPr>
            <w:r w:rsidRPr="00F72ED6">
              <w:t>Other discounts (specify)</w:t>
            </w:r>
          </w:p>
          <w:p w14:paraId="4218228F" w14:textId="77777777" w:rsidR="00453178" w:rsidRDefault="00453178" w:rsidP="003018F2">
            <w:pPr>
              <w:rPr>
                <w:rtl/>
              </w:rPr>
            </w:pPr>
            <w:r>
              <w:rPr>
                <w:rtl/>
              </w:rPr>
              <w:t>قبول شروط الدفع والخصومات الأخرى:</w:t>
            </w:r>
          </w:p>
          <w:p w14:paraId="32F2A922" w14:textId="77777777" w:rsidR="00453178" w:rsidRDefault="00453178" w:rsidP="003018F2">
            <w:pPr>
              <w:rPr>
                <w:rtl/>
              </w:rPr>
            </w:pPr>
            <w:r>
              <w:rPr>
                <w:rtl/>
              </w:rPr>
              <w:t>- 30 يوم صافي</w:t>
            </w:r>
          </w:p>
          <w:p w14:paraId="224F4762" w14:textId="77777777" w:rsidR="00453178" w:rsidRDefault="00453178" w:rsidP="003018F2">
            <w:pPr>
              <w:rPr>
                <w:rtl/>
              </w:rPr>
            </w:pPr>
            <w:r>
              <w:rPr>
                <w:rtl/>
              </w:rPr>
              <w:t>- خصم الدفع الفوري</w:t>
            </w:r>
          </w:p>
          <w:p w14:paraId="1E7C5EB1" w14:textId="56723FC2" w:rsidR="00453178" w:rsidRPr="00F72ED6" w:rsidRDefault="00453178" w:rsidP="003018F2">
            <w:r>
              <w:rPr>
                <w:rtl/>
              </w:rPr>
              <w:t>- خصومات أخرى (يرجى التحديد)</w:t>
            </w:r>
          </w:p>
        </w:tc>
        <w:tc>
          <w:tcPr>
            <w:tcW w:w="4924" w:type="dxa"/>
            <w:shd w:val="clear" w:color="auto" w:fill="auto"/>
          </w:tcPr>
          <w:p w14:paraId="61829076" w14:textId="77777777" w:rsidR="002E6252" w:rsidRPr="00F72ED6" w:rsidRDefault="002E6252" w:rsidP="003018F2"/>
        </w:tc>
      </w:tr>
    </w:tbl>
    <w:p w14:paraId="2BA226A1" w14:textId="77777777" w:rsidR="007124DA" w:rsidRDefault="007124DA" w:rsidP="003018F2"/>
    <w:p w14:paraId="3C16D606" w14:textId="2F3DB1EC" w:rsidR="00562858" w:rsidRDefault="00562858" w:rsidP="003018F2">
      <w:pPr>
        <w:rPr>
          <w:rtl/>
        </w:rPr>
      </w:pPr>
      <w:r w:rsidRPr="00AD3129">
        <w:t>If you have 50 or more employees worldwide the following additional questions are mandatory:</w:t>
      </w:r>
    </w:p>
    <w:p w14:paraId="6CDF640D" w14:textId="2B81A6BF" w:rsidR="00453178" w:rsidRPr="00AD3129" w:rsidRDefault="00453178" w:rsidP="003018F2">
      <w:r w:rsidRPr="00453178">
        <w:rPr>
          <w:rtl/>
        </w:rPr>
        <w:t xml:space="preserve">إذا كان لديك 50 موظفًا أو أكثر في جميع أنحاء </w:t>
      </w:r>
      <w:proofErr w:type="gramStart"/>
      <w:r w:rsidRPr="00453178">
        <w:rPr>
          <w:rtl/>
        </w:rPr>
        <w:t>العالم ،</w:t>
      </w:r>
      <w:proofErr w:type="gramEnd"/>
      <w:r w:rsidRPr="00453178">
        <w:rPr>
          <w:rtl/>
        </w:rPr>
        <w:t xml:space="preserve"> فإن الأسئلة الإضافية التالية إلزامية</w:t>
      </w:r>
      <w:r w:rsidRPr="0045317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1"/>
        <w:gridCol w:w="4780"/>
      </w:tblGrid>
      <w:tr w:rsidR="002E6252" w:rsidRPr="00F72ED6" w14:paraId="50664263" w14:textId="77777777" w:rsidTr="00310D6D">
        <w:tc>
          <w:tcPr>
            <w:tcW w:w="9847" w:type="dxa"/>
            <w:gridSpan w:val="2"/>
            <w:shd w:val="clear" w:color="auto" w:fill="D9D9D9"/>
            <w:vAlign w:val="center"/>
          </w:tcPr>
          <w:p w14:paraId="719FFD37" w14:textId="09AF9FAC" w:rsidR="002E6252" w:rsidRPr="00F72ED6" w:rsidRDefault="00562858" w:rsidP="003018F2">
            <w:pPr>
              <w:bidi w:val="0"/>
            </w:pPr>
            <w:r w:rsidRPr="00F72ED6">
              <w:t xml:space="preserve">Environmental &amp; Ethical </w:t>
            </w:r>
            <w:proofErr w:type="gramStart"/>
            <w:r w:rsidRPr="00F72ED6">
              <w:t>policy</w:t>
            </w:r>
            <w:r w:rsidR="00453178">
              <w:rPr>
                <w:rFonts w:hint="cs"/>
                <w:rtl/>
              </w:rPr>
              <w:t xml:space="preserve">  </w:t>
            </w:r>
            <w:r w:rsidR="00453178" w:rsidRPr="00453178">
              <w:rPr>
                <w:rtl/>
              </w:rPr>
              <w:t>السياسة</w:t>
            </w:r>
            <w:proofErr w:type="gramEnd"/>
            <w:r w:rsidR="00453178" w:rsidRPr="00453178">
              <w:rPr>
                <w:rtl/>
              </w:rPr>
              <w:t xml:space="preserve"> البيئية والأخلاقية</w:t>
            </w:r>
            <w:r w:rsidR="00453178">
              <w:rPr>
                <w:rFonts w:hint="cs"/>
                <w:rtl/>
              </w:rPr>
              <w:t xml:space="preserve"> </w:t>
            </w:r>
          </w:p>
        </w:tc>
      </w:tr>
      <w:tr w:rsidR="00562858" w:rsidRPr="00F72ED6" w14:paraId="33677A92" w14:textId="77777777" w:rsidTr="00310D6D">
        <w:trPr>
          <w:trHeight w:val="293"/>
        </w:trPr>
        <w:tc>
          <w:tcPr>
            <w:tcW w:w="4923" w:type="dxa"/>
            <w:shd w:val="clear" w:color="auto" w:fill="auto"/>
          </w:tcPr>
          <w:p w14:paraId="3CC54758" w14:textId="77777777" w:rsidR="00562858" w:rsidRDefault="00562858" w:rsidP="003018F2">
            <w:pPr>
              <w:rPr>
                <w:lang w:val="en-GB"/>
              </w:rPr>
            </w:pPr>
            <w:r w:rsidRPr="00F72ED6">
              <w:t>Do you have a written health &amp; safety policy</w:t>
            </w:r>
            <w:r w:rsidR="00453178">
              <w:rPr>
                <w:lang w:val="en-GB"/>
              </w:rPr>
              <w:t>?</w:t>
            </w:r>
          </w:p>
          <w:p w14:paraId="7D43C8F5" w14:textId="23C8B795" w:rsidR="00453178" w:rsidRPr="00453178" w:rsidRDefault="00453178" w:rsidP="003018F2">
            <w:pPr>
              <w:rPr>
                <w:lang w:val="en-GB"/>
              </w:rPr>
            </w:pPr>
            <w:r w:rsidRPr="00453178">
              <w:rPr>
                <w:rtl/>
                <w:lang w:val="en-GB"/>
              </w:rPr>
              <w:t>هل لديك سياسة مكتوبة تتعلق بالصحة والسلامة</w:t>
            </w:r>
          </w:p>
        </w:tc>
        <w:tc>
          <w:tcPr>
            <w:tcW w:w="4924" w:type="dxa"/>
            <w:shd w:val="clear" w:color="auto" w:fill="auto"/>
          </w:tcPr>
          <w:p w14:paraId="17AD93B2" w14:textId="77777777" w:rsidR="00562858" w:rsidRPr="00F72ED6" w:rsidRDefault="00562858" w:rsidP="003018F2"/>
        </w:tc>
      </w:tr>
      <w:tr w:rsidR="00562858" w:rsidRPr="00F72ED6" w14:paraId="1C1F2AC7" w14:textId="77777777" w:rsidTr="00310D6D">
        <w:trPr>
          <w:trHeight w:val="293"/>
        </w:trPr>
        <w:tc>
          <w:tcPr>
            <w:tcW w:w="4923" w:type="dxa"/>
            <w:shd w:val="clear" w:color="auto" w:fill="auto"/>
          </w:tcPr>
          <w:p w14:paraId="7C7A9C7E" w14:textId="77777777" w:rsidR="002F4ABE" w:rsidRPr="00F72ED6" w:rsidRDefault="002F4ABE" w:rsidP="003018F2">
            <w:r w:rsidRPr="00F72ED6">
              <w:t xml:space="preserve">Do you hold quality assurance accreditation to ISO standard (e.g. ISO9000 or its equivalent International or national certification for </w:t>
            </w:r>
            <w:proofErr w:type="gramStart"/>
            <w:r w:rsidRPr="00F72ED6">
              <w:t>quality assurance).</w:t>
            </w:r>
            <w:proofErr w:type="gramEnd"/>
          </w:p>
          <w:p w14:paraId="5C41F859" w14:textId="77777777" w:rsidR="002F4ABE" w:rsidRDefault="002F4ABE" w:rsidP="003018F2">
            <w:r w:rsidRPr="00F72ED6">
              <w:t>Please list any quality assurance certificates that have been issued to your company and provide a copy of your latest certificates.</w:t>
            </w:r>
          </w:p>
          <w:p w14:paraId="3DC02448" w14:textId="77777777" w:rsidR="00453178" w:rsidRDefault="00453178" w:rsidP="003018F2">
            <w:pPr>
              <w:rPr>
                <w:rtl/>
              </w:rPr>
            </w:pPr>
            <w:r>
              <w:rPr>
                <w:rtl/>
              </w:rPr>
              <w:t xml:space="preserve">هل تحمل اعتماد ضمان الجودة وفقًا لمعايير </w:t>
            </w:r>
            <w:r>
              <w:t>ISO</w:t>
            </w:r>
            <w:r>
              <w:rPr>
                <w:rtl/>
              </w:rPr>
              <w:t xml:space="preserve"> (مثل </w:t>
            </w:r>
            <w:r>
              <w:t>ISO9000</w:t>
            </w:r>
            <w:r>
              <w:rPr>
                <w:rtl/>
              </w:rPr>
              <w:t xml:space="preserve"> أو ما يعادلها من الشهادة الدولية أو الوطنية لضمان الجودة).</w:t>
            </w:r>
          </w:p>
          <w:p w14:paraId="1FC05D7F" w14:textId="0F3CBDFF" w:rsidR="00453178" w:rsidRPr="00F72ED6" w:rsidRDefault="00453178" w:rsidP="003018F2">
            <w:r>
              <w:rPr>
                <w:rtl/>
              </w:rPr>
              <w:lastRenderedPageBreak/>
              <w:t>يرجى ذكر أي شهادات ضمان جودة تم إصدارها لشركتك وتقديم نسخة من أحدث شهاداتك.</w:t>
            </w:r>
          </w:p>
        </w:tc>
        <w:tc>
          <w:tcPr>
            <w:tcW w:w="4924" w:type="dxa"/>
            <w:shd w:val="clear" w:color="auto" w:fill="auto"/>
          </w:tcPr>
          <w:p w14:paraId="0DE4B5B7" w14:textId="77777777" w:rsidR="00562858" w:rsidRPr="00F72ED6" w:rsidRDefault="00562858" w:rsidP="003018F2"/>
        </w:tc>
      </w:tr>
      <w:tr w:rsidR="00562858" w:rsidRPr="00F72ED6" w14:paraId="73AD4AE0" w14:textId="77777777" w:rsidTr="00310D6D">
        <w:trPr>
          <w:trHeight w:val="293"/>
        </w:trPr>
        <w:tc>
          <w:tcPr>
            <w:tcW w:w="4923" w:type="dxa"/>
            <w:shd w:val="clear" w:color="auto" w:fill="auto"/>
          </w:tcPr>
          <w:p w14:paraId="70DABF06" w14:textId="2CD6BD2F" w:rsidR="00562858" w:rsidRDefault="002F4ABE" w:rsidP="003018F2">
            <w:r w:rsidRPr="00F72ED6">
              <w:t>Do you have a written environmental policy</w:t>
            </w:r>
            <w:r w:rsidR="00453178">
              <w:t>?</w:t>
            </w:r>
          </w:p>
          <w:p w14:paraId="48D067EF" w14:textId="188B2352" w:rsidR="00453178" w:rsidRPr="00F72ED6" w:rsidRDefault="00453178" w:rsidP="003018F2">
            <w:r w:rsidRPr="00453178">
              <w:rPr>
                <w:rtl/>
              </w:rPr>
              <w:t>هل لديك سياسة بيئية مكتوبة</w:t>
            </w:r>
          </w:p>
        </w:tc>
        <w:tc>
          <w:tcPr>
            <w:tcW w:w="4924" w:type="dxa"/>
            <w:shd w:val="clear" w:color="auto" w:fill="auto"/>
          </w:tcPr>
          <w:p w14:paraId="66204FF1" w14:textId="77777777" w:rsidR="00562858" w:rsidRPr="00F72ED6" w:rsidRDefault="00562858" w:rsidP="003018F2"/>
        </w:tc>
      </w:tr>
      <w:tr w:rsidR="00562858" w:rsidRPr="00F72ED6" w14:paraId="5AC2B1AD" w14:textId="77777777" w:rsidTr="00310D6D">
        <w:trPr>
          <w:trHeight w:val="293"/>
        </w:trPr>
        <w:tc>
          <w:tcPr>
            <w:tcW w:w="4923" w:type="dxa"/>
            <w:shd w:val="clear" w:color="auto" w:fill="auto"/>
          </w:tcPr>
          <w:p w14:paraId="0D3B3545" w14:textId="77777777" w:rsidR="00562858" w:rsidRDefault="002F4ABE" w:rsidP="003018F2">
            <w:r w:rsidRPr="00F72ED6">
              <w:t>Do you have a certified environmental management system (if yes, please specify)</w:t>
            </w:r>
            <w:r w:rsidR="00453178">
              <w:t>?</w:t>
            </w:r>
          </w:p>
          <w:p w14:paraId="0886B607" w14:textId="03FE5523" w:rsidR="00453178" w:rsidRPr="00F72ED6" w:rsidRDefault="00453178" w:rsidP="003018F2">
            <w:r w:rsidRPr="00453178">
              <w:rPr>
                <w:rtl/>
              </w:rPr>
              <w:t xml:space="preserve">هل لديك نظام إدارة بيئية معتمد (إذا كانت الإجابة </w:t>
            </w:r>
            <w:proofErr w:type="gramStart"/>
            <w:r w:rsidRPr="00453178">
              <w:rPr>
                <w:rtl/>
              </w:rPr>
              <w:t>بنعم ،</w:t>
            </w:r>
            <w:proofErr w:type="gramEnd"/>
            <w:r w:rsidRPr="00453178">
              <w:rPr>
                <w:rtl/>
              </w:rPr>
              <w:t xml:space="preserve"> يرجى التحديد)</w:t>
            </w:r>
          </w:p>
        </w:tc>
        <w:tc>
          <w:tcPr>
            <w:tcW w:w="4924" w:type="dxa"/>
            <w:shd w:val="clear" w:color="auto" w:fill="auto"/>
          </w:tcPr>
          <w:p w14:paraId="2DBF0D7D" w14:textId="77777777" w:rsidR="00562858" w:rsidRPr="00F72ED6" w:rsidRDefault="00562858" w:rsidP="003018F2"/>
        </w:tc>
      </w:tr>
      <w:tr w:rsidR="002E6252" w:rsidRPr="00F72ED6" w14:paraId="6DE8B801" w14:textId="77777777" w:rsidTr="00310D6D">
        <w:trPr>
          <w:trHeight w:val="293"/>
        </w:trPr>
        <w:tc>
          <w:tcPr>
            <w:tcW w:w="4923" w:type="dxa"/>
            <w:shd w:val="clear" w:color="auto" w:fill="auto"/>
          </w:tcPr>
          <w:p w14:paraId="3567712A" w14:textId="77777777" w:rsidR="002E6252" w:rsidRDefault="00562858" w:rsidP="003018F2">
            <w:r w:rsidRPr="00F72ED6">
              <w:t>Do you have an equal opportunity policy</w:t>
            </w:r>
            <w:r w:rsidR="00453178">
              <w:t>?</w:t>
            </w:r>
          </w:p>
          <w:p w14:paraId="0EAF109B" w14:textId="6389A1DD" w:rsidR="00453178" w:rsidRPr="00F72ED6" w:rsidRDefault="00453178" w:rsidP="003018F2">
            <w:r w:rsidRPr="00453178">
              <w:rPr>
                <w:rtl/>
              </w:rPr>
              <w:t>هل لديكم سياسة تكافؤ الفرص</w:t>
            </w:r>
          </w:p>
        </w:tc>
        <w:tc>
          <w:tcPr>
            <w:tcW w:w="4924" w:type="dxa"/>
            <w:shd w:val="clear" w:color="auto" w:fill="auto"/>
          </w:tcPr>
          <w:p w14:paraId="6B62F1B3" w14:textId="77777777" w:rsidR="002E6252" w:rsidRPr="00F72ED6" w:rsidRDefault="002E6252" w:rsidP="003018F2"/>
        </w:tc>
      </w:tr>
      <w:tr w:rsidR="00562858" w:rsidRPr="00F72ED6" w14:paraId="470EE6D9" w14:textId="77777777" w:rsidTr="00310D6D">
        <w:trPr>
          <w:trHeight w:val="292"/>
        </w:trPr>
        <w:tc>
          <w:tcPr>
            <w:tcW w:w="4923" w:type="dxa"/>
            <w:shd w:val="clear" w:color="auto" w:fill="auto"/>
          </w:tcPr>
          <w:p w14:paraId="0E7CD9D7" w14:textId="77777777" w:rsidR="00562858" w:rsidRDefault="00562858" w:rsidP="003018F2">
            <w:r w:rsidRPr="00F72ED6">
              <w:t>Do you have a training &amp; development policy</w:t>
            </w:r>
            <w:r w:rsidR="00453178">
              <w:t>?</w:t>
            </w:r>
          </w:p>
          <w:p w14:paraId="12B99C62" w14:textId="18586864" w:rsidR="00453178" w:rsidRPr="00F72ED6" w:rsidRDefault="00453178" w:rsidP="003018F2">
            <w:r w:rsidRPr="00453178">
              <w:rPr>
                <w:rtl/>
              </w:rPr>
              <w:t>هل لديك سياسة تدريب وتطوير؟</w:t>
            </w:r>
          </w:p>
        </w:tc>
        <w:tc>
          <w:tcPr>
            <w:tcW w:w="4924" w:type="dxa"/>
            <w:shd w:val="clear" w:color="auto" w:fill="auto"/>
          </w:tcPr>
          <w:p w14:paraId="02F2C34E" w14:textId="77777777" w:rsidR="00562858" w:rsidRPr="00F72ED6" w:rsidRDefault="00562858" w:rsidP="003018F2"/>
        </w:tc>
      </w:tr>
      <w:tr w:rsidR="00562858" w:rsidRPr="00F72ED6" w14:paraId="774D6339" w14:textId="77777777" w:rsidTr="00310D6D">
        <w:trPr>
          <w:trHeight w:val="292"/>
        </w:trPr>
        <w:tc>
          <w:tcPr>
            <w:tcW w:w="4923" w:type="dxa"/>
            <w:shd w:val="clear" w:color="auto" w:fill="auto"/>
          </w:tcPr>
          <w:p w14:paraId="2035722B" w14:textId="77777777" w:rsidR="00562858" w:rsidRDefault="00562858" w:rsidP="003018F2">
            <w:r w:rsidRPr="00F72ED6">
              <w:t xml:space="preserve">Do you carry out supplier assessment </w:t>
            </w:r>
            <w:proofErr w:type="spellStart"/>
            <w:r w:rsidRPr="00F72ED6">
              <w:t>programmes</w:t>
            </w:r>
            <w:proofErr w:type="spellEnd"/>
            <w:r w:rsidR="00453178">
              <w:t>?</w:t>
            </w:r>
          </w:p>
          <w:p w14:paraId="61D85DD5" w14:textId="1918DBED" w:rsidR="00453178" w:rsidRPr="00F72ED6" w:rsidRDefault="00453178" w:rsidP="003018F2">
            <w:r w:rsidRPr="00453178">
              <w:rPr>
                <w:rtl/>
              </w:rPr>
              <w:t>هل تنفذ برامج تقييم الموردين</w:t>
            </w:r>
          </w:p>
        </w:tc>
        <w:tc>
          <w:tcPr>
            <w:tcW w:w="4924" w:type="dxa"/>
            <w:shd w:val="clear" w:color="auto" w:fill="auto"/>
          </w:tcPr>
          <w:p w14:paraId="680A4E5D" w14:textId="77777777" w:rsidR="00562858" w:rsidRPr="00F72ED6" w:rsidRDefault="00562858" w:rsidP="003018F2"/>
        </w:tc>
      </w:tr>
      <w:tr w:rsidR="00562858" w:rsidRPr="00F72ED6" w14:paraId="1D720E12" w14:textId="77777777" w:rsidTr="00310D6D">
        <w:trPr>
          <w:trHeight w:val="292"/>
        </w:trPr>
        <w:tc>
          <w:tcPr>
            <w:tcW w:w="4923" w:type="dxa"/>
            <w:shd w:val="clear" w:color="auto" w:fill="auto"/>
          </w:tcPr>
          <w:p w14:paraId="7AC4189A" w14:textId="77777777" w:rsidR="00562858" w:rsidRDefault="00BF64AD" w:rsidP="003018F2">
            <w:r w:rsidRPr="00F72ED6">
              <w:t>Do you subcontract/outsource production</w:t>
            </w:r>
            <w:r>
              <w:t>/support</w:t>
            </w:r>
            <w:r w:rsidRPr="00F72ED6">
              <w:t xml:space="preserve"> of goods or services (if yes, give details</w:t>
            </w:r>
            <w:r>
              <w:t xml:space="preserve"> and company names/country</w:t>
            </w:r>
            <w:r w:rsidRPr="00F72ED6">
              <w:t>)</w:t>
            </w:r>
            <w:r w:rsidR="00453178">
              <w:t>.</w:t>
            </w:r>
          </w:p>
          <w:p w14:paraId="780281B2" w14:textId="63CBFFDD" w:rsidR="00453178" w:rsidRPr="00F72ED6" w:rsidRDefault="00453178" w:rsidP="003018F2">
            <w:r w:rsidRPr="00453178">
              <w:rPr>
                <w:rtl/>
              </w:rPr>
              <w:t xml:space="preserve">هل تقوم بالتعاقد من الباطن / الاستعانة بمصادر خارجية للإنتاج / دعم السلع أو الخدمات (إذا كانت الإجابة </w:t>
            </w:r>
            <w:proofErr w:type="gramStart"/>
            <w:r w:rsidRPr="00453178">
              <w:rPr>
                <w:rtl/>
              </w:rPr>
              <w:t>بنعم ،</w:t>
            </w:r>
            <w:proofErr w:type="gramEnd"/>
            <w:r w:rsidRPr="00453178">
              <w:rPr>
                <w:rtl/>
              </w:rPr>
              <w:t xml:space="preserve"> يرجى تقديم التفاصيل وأسماء الشركة / البلد)</w:t>
            </w:r>
          </w:p>
        </w:tc>
        <w:tc>
          <w:tcPr>
            <w:tcW w:w="4924" w:type="dxa"/>
            <w:shd w:val="clear" w:color="auto" w:fill="auto"/>
          </w:tcPr>
          <w:p w14:paraId="19219836" w14:textId="77777777" w:rsidR="00562858" w:rsidRPr="00F72ED6" w:rsidRDefault="00562858" w:rsidP="003018F2"/>
        </w:tc>
      </w:tr>
    </w:tbl>
    <w:p w14:paraId="296FEF7D" w14:textId="77777777" w:rsidR="002E6252" w:rsidRDefault="002E6252" w:rsidP="003018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9"/>
        <w:gridCol w:w="4792"/>
      </w:tblGrid>
      <w:tr w:rsidR="002F4ABE" w:rsidRPr="00F72ED6" w14:paraId="1E5156CD" w14:textId="77777777" w:rsidTr="00EC69FA">
        <w:tc>
          <w:tcPr>
            <w:tcW w:w="9621" w:type="dxa"/>
            <w:gridSpan w:val="2"/>
            <w:shd w:val="clear" w:color="auto" w:fill="D9D9D9"/>
            <w:vAlign w:val="center"/>
          </w:tcPr>
          <w:p w14:paraId="071E4E01" w14:textId="77777777" w:rsidR="002F4ABE" w:rsidRPr="00F72ED6" w:rsidRDefault="002F4ABE" w:rsidP="003018F2">
            <w:r w:rsidRPr="00F72ED6">
              <w:t>References</w:t>
            </w:r>
          </w:p>
          <w:p w14:paraId="7F819FC0" w14:textId="77777777" w:rsidR="002F4ABE" w:rsidRDefault="002F4ABE" w:rsidP="003018F2">
            <w:r w:rsidRPr="00F72ED6">
              <w:t>(details of two sources we may contact to seek references in relation to services rendered by your business)</w:t>
            </w:r>
          </w:p>
          <w:p w14:paraId="23250D68" w14:textId="77777777" w:rsidR="00453178" w:rsidRDefault="00453178" w:rsidP="003018F2">
            <w:pPr>
              <w:rPr>
                <w:rtl/>
              </w:rPr>
            </w:pPr>
            <w:r>
              <w:rPr>
                <w:rtl/>
              </w:rPr>
              <w:t>مراجع</w:t>
            </w:r>
          </w:p>
          <w:p w14:paraId="2F3B6260" w14:textId="5F8012E4" w:rsidR="00453178" w:rsidRPr="00F72ED6" w:rsidRDefault="00453178" w:rsidP="003018F2">
            <w:r>
              <w:rPr>
                <w:rtl/>
              </w:rPr>
              <w:t>(تفاصيل مصدرين قد نتصل بهما للحصول على مراجع فيما يتعلق بالخدمات التي يقدمها عملك)</w:t>
            </w:r>
          </w:p>
        </w:tc>
      </w:tr>
      <w:tr w:rsidR="002F4ABE" w:rsidRPr="00F72ED6" w14:paraId="02BCFEE9" w14:textId="77777777" w:rsidTr="00EC69FA">
        <w:trPr>
          <w:trHeight w:val="293"/>
        </w:trPr>
        <w:tc>
          <w:tcPr>
            <w:tcW w:w="4829" w:type="dxa"/>
            <w:shd w:val="clear" w:color="auto" w:fill="auto"/>
          </w:tcPr>
          <w:p w14:paraId="48540596" w14:textId="77777777" w:rsidR="00EC69FA" w:rsidRDefault="002F4ABE" w:rsidP="003018F2">
            <w:pPr>
              <w:rPr>
                <w:rtl/>
              </w:rPr>
            </w:pPr>
            <w:r w:rsidRPr="00F72ED6">
              <w:t>Business name</w:t>
            </w:r>
          </w:p>
          <w:p w14:paraId="3A0525B8" w14:textId="4281F40E" w:rsidR="002F4ABE" w:rsidRPr="00F72ED6" w:rsidRDefault="00EC69FA" w:rsidP="003018F2">
            <w:pPr>
              <w:rPr>
                <w:rtl/>
              </w:rPr>
            </w:pPr>
            <w:r>
              <w:rPr>
                <w:rFonts w:hint="cs"/>
                <w:rtl/>
              </w:rPr>
              <w:t>اسم الشركة</w:t>
            </w:r>
            <w:r>
              <w:t xml:space="preserve"> </w:t>
            </w:r>
          </w:p>
        </w:tc>
        <w:tc>
          <w:tcPr>
            <w:tcW w:w="4792" w:type="dxa"/>
            <w:shd w:val="clear" w:color="auto" w:fill="auto"/>
          </w:tcPr>
          <w:p w14:paraId="7194DBDC" w14:textId="77777777" w:rsidR="002F4ABE" w:rsidRPr="00F72ED6" w:rsidRDefault="002F4ABE" w:rsidP="003018F2"/>
        </w:tc>
      </w:tr>
      <w:tr w:rsidR="002F4ABE" w:rsidRPr="00F72ED6" w14:paraId="6499BA3E" w14:textId="77777777" w:rsidTr="00EC69FA">
        <w:trPr>
          <w:trHeight w:val="292"/>
        </w:trPr>
        <w:tc>
          <w:tcPr>
            <w:tcW w:w="4829" w:type="dxa"/>
            <w:shd w:val="clear" w:color="auto" w:fill="auto"/>
          </w:tcPr>
          <w:p w14:paraId="6352E4D4" w14:textId="77777777" w:rsidR="002F4ABE" w:rsidRDefault="002F4ABE" w:rsidP="003018F2">
            <w:pPr>
              <w:rPr>
                <w:rtl/>
              </w:rPr>
            </w:pPr>
            <w:r w:rsidRPr="00F72ED6">
              <w:t>Address</w:t>
            </w:r>
          </w:p>
          <w:p w14:paraId="128DC43F" w14:textId="2C6AE03A" w:rsidR="00EC69FA" w:rsidRPr="00F72ED6" w:rsidRDefault="00EC69FA" w:rsidP="003018F2">
            <w:r>
              <w:rPr>
                <w:rFonts w:hint="cs"/>
                <w:rtl/>
              </w:rPr>
              <w:t>العنوان</w:t>
            </w:r>
          </w:p>
        </w:tc>
        <w:tc>
          <w:tcPr>
            <w:tcW w:w="4792" w:type="dxa"/>
            <w:shd w:val="clear" w:color="auto" w:fill="auto"/>
          </w:tcPr>
          <w:p w14:paraId="769D0D3C" w14:textId="77777777" w:rsidR="002F4ABE" w:rsidRPr="00F72ED6" w:rsidRDefault="002F4ABE" w:rsidP="003018F2"/>
        </w:tc>
      </w:tr>
      <w:tr w:rsidR="002F4ABE" w:rsidRPr="00F72ED6" w14:paraId="5F423017" w14:textId="77777777" w:rsidTr="00EC69FA">
        <w:trPr>
          <w:trHeight w:val="292"/>
        </w:trPr>
        <w:tc>
          <w:tcPr>
            <w:tcW w:w="4829" w:type="dxa"/>
            <w:shd w:val="clear" w:color="auto" w:fill="auto"/>
          </w:tcPr>
          <w:p w14:paraId="37C90BF5" w14:textId="77777777" w:rsidR="002F4ABE" w:rsidRDefault="002F4ABE" w:rsidP="003018F2">
            <w:pPr>
              <w:rPr>
                <w:rtl/>
              </w:rPr>
            </w:pPr>
            <w:r w:rsidRPr="00F72ED6">
              <w:t>Contact name</w:t>
            </w:r>
          </w:p>
          <w:p w14:paraId="7A106448" w14:textId="42B2EF3E" w:rsidR="00EC69FA" w:rsidRPr="00F72ED6" w:rsidRDefault="00EC69FA" w:rsidP="003018F2">
            <w:r w:rsidRPr="00EC69FA">
              <w:rPr>
                <w:rtl/>
              </w:rPr>
              <w:t>اسم جهة الاتصال</w:t>
            </w:r>
          </w:p>
        </w:tc>
        <w:tc>
          <w:tcPr>
            <w:tcW w:w="4792" w:type="dxa"/>
            <w:shd w:val="clear" w:color="auto" w:fill="auto"/>
          </w:tcPr>
          <w:p w14:paraId="54CD245A" w14:textId="77777777" w:rsidR="002F4ABE" w:rsidRPr="00F72ED6" w:rsidRDefault="002F4ABE" w:rsidP="003018F2"/>
        </w:tc>
      </w:tr>
      <w:tr w:rsidR="002F4ABE" w:rsidRPr="00F72ED6" w14:paraId="72AD11C8" w14:textId="77777777" w:rsidTr="00EC69FA">
        <w:trPr>
          <w:trHeight w:val="70"/>
        </w:trPr>
        <w:tc>
          <w:tcPr>
            <w:tcW w:w="4829" w:type="dxa"/>
            <w:shd w:val="clear" w:color="auto" w:fill="auto"/>
          </w:tcPr>
          <w:p w14:paraId="033DF5AE" w14:textId="77777777" w:rsidR="002F4ABE" w:rsidRDefault="002F4ABE" w:rsidP="003018F2">
            <w:pPr>
              <w:rPr>
                <w:rtl/>
              </w:rPr>
            </w:pPr>
            <w:r w:rsidRPr="00F72ED6">
              <w:t>Telephone number</w:t>
            </w:r>
          </w:p>
          <w:p w14:paraId="718442A7" w14:textId="4FF1CB76" w:rsidR="00EC69FA" w:rsidRPr="00EC69FA" w:rsidRDefault="00EC69FA" w:rsidP="003018F2">
            <w:pPr>
              <w:rPr>
                <w:lang w:val="en-GB"/>
              </w:rPr>
            </w:pPr>
            <w:r>
              <w:rPr>
                <w:rFonts w:hint="cs"/>
                <w:rtl/>
                <w:lang w:val="en-GB"/>
              </w:rPr>
              <w:t>رقم الهاتف</w:t>
            </w:r>
          </w:p>
        </w:tc>
        <w:tc>
          <w:tcPr>
            <w:tcW w:w="4792" w:type="dxa"/>
            <w:shd w:val="clear" w:color="auto" w:fill="auto"/>
          </w:tcPr>
          <w:p w14:paraId="1231BE67" w14:textId="77777777" w:rsidR="002F4ABE" w:rsidRPr="00F72ED6" w:rsidRDefault="002F4ABE" w:rsidP="003018F2"/>
        </w:tc>
      </w:tr>
      <w:tr w:rsidR="002F4ABE" w:rsidRPr="00F72ED6" w14:paraId="564F5B35" w14:textId="77777777" w:rsidTr="00EC69FA">
        <w:trPr>
          <w:trHeight w:val="292"/>
        </w:trPr>
        <w:tc>
          <w:tcPr>
            <w:tcW w:w="4829" w:type="dxa"/>
            <w:shd w:val="clear" w:color="auto" w:fill="auto"/>
          </w:tcPr>
          <w:p w14:paraId="1DF17324" w14:textId="77777777" w:rsidR="002F4ABE" w:rsidRDefault="002F4ABE" w:rsidP="003018F2">
            <w:pPr>
              <w:rPr>
                <w:rtl/>
              </w:rPr>
            </w:pPr>
            <w:r w:rsidRPr="00F72ED6">
              <w:t>Number of years providing goods/services to the business</w:t>
            </w:r>
          </w:p>
          <w:p w14:paraId="5C2BF816" w14:textId="365107A0" w:rsidR="00EC69FA" w:rsidRPr="00F72ED6" w:rsidRDefault="00EC69FA" w:rsidP="003018F2">
            <w:r w:rsidRPr="00EC69FA">
              <w:rPr>
                <w:rtl/>
              </w:rPr>
              <w:t>عدد سنوات تقديم السلع / الخدمات للأعمال</w:t>
            </w:r>
          </w:p>
        </w:tc>
        <w:tc>
          <w:tcPr>
            <w:tcW w:w="4792" w:type="dxa"/>
            <w:shd w:val="clear" w:color="auto" w:fill="auto"/>
          </w:tcPr>
          <w:p w14:paraId="36FEB5B0" w14:textId="77777777" w:rsidR="002F4ABE" w:rsidRPr="00F72ED6" w:rsidRDefault="002F4ABE" w:rsidP="003018F2"/>
        </w:tc>
      </w:tr>
      <w:tr w:rsidR="002F4ABE" w:rsidRPr="00F72ED6" w14:paraId="613A8BCF" w14:textId="77777777" w:rsidTr="00EC69FA">
        <w:trPr>
          <w:trHeight w:val="292"/>
        </w:trPr>
        <w:tc>
          <w:tcPr>
            <w:tcW w:w="4829" w:type="dxa"/>
            <w:tcBorders>
              <w:bottom w:val="single" w:sz="4" w:space="0" w:color="auto"/>
            </w:tcBorders>
            <w:shd w:val="clear" w:color="auto" w:fill="auto"/>
          </w:tcPr>
          <w:p w14:paraId="1399BBFB" w14:textId="77777777" w:rsidR="002F4ABE" w:rsidRDefault="002F4ABE" w:rsidP="003018F2">
            <w:pPr>
              <w:rPr>
                <w:rtl/>
              </w:rPr>
            </w:pPr>
            <w:r w:rsidRPr="00F72ED6">
              <w:t>Goods/services provided</w:t>
            </w:r>
          </w:p>
          <w:p w14:paraId="0153F1F2" w14:textId="5C608472" w:rsidR="00EC69FA" w:rsidRPr="00F72ED6" w:rsidRDefault="00EC69FA" w:rsidP="003018F2">
            <w:r w:rsidRPr="00EC69FA">
              <w:rPr>
                <w:rtl/>
              </w:rPr>
              <w:t>السلع / الخدمات المقدمة</w:t>
            </w:r>
          </w:p>
        </w:tc>
        <w:tc>
          <w:tcPr>
            <w:tcW w:w="4792" w:type="dxa"/>
            <w:tcBorders>
              <w:bottom w:val="single" w:sz="4" w:space="0" w:color="auto"/>
            </w:tcBorders>
            <w:shd w:val="clear" w:color="auto" w:fill="auto"/>
          </w:tcPr>
          <w:p w14:paraId="30D7AA69" w14:textId="77777777" w:rsidR="002F4ABE" w:rsidRPr="00F72ED6" w:rsidRDefault="002F4ABE" w:rsidP="003018F2"/>
        </w:tc>
      </w:tr>
      <w:tr w:rsidR="002F4ABE" w:rsidRPr="00F72ED6" w14:paraId="7196D064" w14:textId="77777777" w:rsidTr="00EC69FA">
        <w:trPr>
          <w:trHeight w:val="292"/>
        </w:trPr>
        <w:tc>
          <w:tcPr>
            <w:tcW w:w="9621" w:type="dxa"/>
            <w:gridSpan w:val="2"/>
            <w:shd w:val="clear" w:color="auto" w:fill="F3F3F3"/>
          </w:tcPr>
          <w:p w14:paraId="34FF1C98" w14:textId="77777777" w:rsidR="002F4ABE" w:rsidRPr="00F72ED6" w:rsidRDefault="002F4ABE" w:rsidP="003018F2"/>
        </w:tc>
      </w:tr>
      <w:tr w:rsidR="00EC69FA" w:rsidRPr="00F72ED6" w14:paraId="3A54EF2D" w14:textId="77777777" w:rsidTr="00EC69FA">
        <w:trPr>
          <w:trHeight w:val="292"/>
        </w:trPr>
        <w:tc>
          <w:tcPr>
            <w:tcW w:w="4829" w:type="dxa"/>
            <w:shd w:val="clear" w:color="auto" w:fill="auto"/>
          </w:tcPr>
          <w:p w14:paraId="47001226" w14:textId="77777777" w:rsidR="00EC69FA" w:rsidRDefault="00EC69FA" w:rsidP="003018F2">
            <w:pPr>
              <w:rPr>
                <w:rtl/>
              </w:rPr>
            </w:pPr>
            <w:r w:rsidRPr="00F72ED6">
              <w:lastRenderedPageBreak/>
              <w:t>Business name</w:t>
            </w:r>
          </w:p>
          <w:p w14:paraId="0C531406" w14:textId="68C51CFC" w:rsidR="00EC69FA" w:rsidRPr="00F72ED6" w:rsidRDefault="00EC69FA" w:rsidP="003018F2">
            <w:r>
              <w:rPr>
                <w:rFonts w:hint="cs"/>
                <w:rtl/>
              </w:rPr>
              <w:t>اسم الشركة</w:t>
            </w:r>
            <w:r>
              <w:t xml:space="preserve"> </w:t>
            </w:r>
          </w:p>
        </w:tc>
        <w:tc>
          <w:tcPr>
            <w:tcW w:w="4792" w:type="dxa"/>
            <w:shd w:val="clear" w:color="auto" w:fill="auto"/>
          </w:tcPr>
          <w:p w14:paraId="6D072C0D" w14:textId="77777777" w:rsidR="00EC69FA" w:rsidRPr="00F72ED6" w:rsidRDefault="00EC69FA" w:rsidP="003018F2"/>
        </w:tc>
      </w:tr>
      <w:tr w:rsidR="00EC69FA" w:rsidRPr="00F72ED6" w14:paraId="21A0B17D" w14:textId="77777777" w:rsidTr="00EC69FA">
        <w:trPr>
          <w:trHeight w:val="292"/>
        </w:trPr>
        <w:tc>
          <w:tcPr>
            <w:tcW w:w="4829" w:type="dxa"/>
            <w:shd w:val="clear" w:color="auto" w:fill="auto"/>
          </w:tcPr>
          <w:p w14:paraId="2F9CE5B6" w14:textId="77777777" w:rsidR="00EC69FA" w:rsidRDefault="00EC69FA" w:rsidP="003018F2">
            <w:pPr>
              <w:rPr>
                <w:rtl/>
              </w:rPr>
            </w:pPr>
            <w:r w:rsidRPr="00F72ED6">
              <w:t>Address</w:t>
            </w:r>
          </w:p>
          <w:p w14:paraId="0254A86E" w14:textId="312543C5" w:rsidR="00EC69FA" w:rsidRPr="00F72ED6" w:rsidRDefault="00EC69FA" w:rsidP="003018F2">
            <w:r>
              <w:rPr>
                <w:rFonts w:hint="cs"/>
                <w:rtl/>
              </w:rPr>
              <w:t>العنوان</w:t>
            </w:r>
          </w:p>
        </w:tc>
        <w:tc>
          <w:tcPr>
            <w:tcW w:w="4792" w:type="dxa"/>
            <w:shd w:val="clear" w:color="auto" w:fill="auto"/>
          </w:tcPr>
          <w:p w14:paraId="48A21919" w14:textId="77777777" w:rsidR="00EC69FA" w:rsidRPr="00F72ED6" w:rsidRDefault="00EC69FA" w:rsidP="003018F2"/>
        </w:tc>
      </w:tr>
      <w:tr w:rsidR="00EC69FA" w:rsidRPr="00F72ED6" w14:paraId="479EBE19" w14:textId="77777777" w:rsidTr="00EC69FA">
        <w:trPr>
          <w:trHeight w:val="292"/>
        </w:trPr>
        <w:tc>
          <w:tcPr>
            <w:tcW w:w="4829" w:type="dxa"/>
            <w:shd w:val="clear" w:color="auto" w:fill="auto"/>
          </w:tcPr>
          <w:p w14:paraId="5848317B" w14:textId="77777777" w:rsidR="00EC69FA" w:rsidRDefault="00EC69FA" w:rsidP="003018F2">
            <w:pPr>
              <w:rPr>
                <w:rtl/>
              </w:rPr>
            </w:pPr>
            <w:r w:rsidRPr="00F72ED6">
              <w:t>Contact name</w:t>
            </w:r>
          </w:p>
          <w:p w14:paraId="28733FBB" w14:textId="649F14C5" w:rsidR="00EC69FA" w:rsidRPr="00F72ED6" w:rsidRDefault="00EC69FA" w:rsidP="003018F2">
            <w:r w:rsidRPr="00EC69FA">
              <w:rPr>
                <w:rtl/>
              </w:rPr>
              <w:t>اسم جهة الاتصال</w:t>
            </w:r>
          </w:p>
        </w:tc>
        <w:tc>
          <w:tcPr>
            <w:tcW w:w="4792" w:type="dxa"/>
            <w:shd w:val="clear" w:color="auto" w:fill="auto"/>
          </w:tcPr>
          <w:p w14:paraId="6BD18F9B" w14:textId="77777777" w:rsidR="00EC69FA" w:rsidRPr="00F72ED6" w:rsidRDefault="00EC69FA" w:rsidP="003018F2"/>
        </w:tc>
      </w:tr>
      <w:tr w:rsidR="00EC69FA" w:rsidRPr="00F72ED6" w14:paraId="2C5A55EB" w14:textId="77777777" w:rsidTr="00EC69FA">
        <w:trPr>
          <w:trHeight w:val="292"/>
        </w:trPr>
        <w:tc>
          <w:tcPr>
            <w:tcW w:w="4829" w:type="dxa"/>
            <w:shd w:val="clear" w:color="auto" w:fill="auto"/>
          </w:tcPr>
          <w:p w14:paraId="27DA3E2E" w14:textId="77777777" w:rsidR="00EC69FA" w:rsidRDefault="00EC69FA" w:rsidP="003018F2">
            <w:pPr>
              <w:rPr>
                <w:rtl/>
              </w:rPr>
            </w:pPr>
            <w:r w:rsidRPr="00F72ED6">
              <w:t>Telephone number</w:t>
            </w:r>
          </w:p>
          <w:p w14:paraId="189F797E" w14:textId="7A903530" w:rsidR="00EC69FA" w:rsidRPr="00F72ED6" w:rsidRDefault="00EC69FA" w:rsidP="003018F2">
            <w:r>
              <w:rPr>
                <w:rFonts w:hint="cs"/>
                <w:rtl/>
                <w:lang w:val="en-GB"/>
              </w:rPr>
              <w:t>رقم الهاتف</w:t>
            </w:r>
          </w:p>
        </w:tc>
        <w:tc>
          <w:tcPr>
            <w:tcW w:w="4792" w:type="dxa"/>
            <w:shd w:val="clear" w:color="auto" w:fill="auto"/>
          </w:tcPr>
          <w:p w14:paraId="238601FE" w14:textId="77777777" w:rsidR="00EC69FA" w:rsidRPr="00F72ED6" w:rsidRDefault="00EC69FA" w:rsidP="003018F2"/>
        </w:tc>
      </w:tr>
      <w:tr w:rsidR="00EC69FA" w:rsidRPr="00F72ED6" w14:paraId="464B42AD" w14:textId="77777777" w:rsidTr="00EC69FA">
        <w:trPr>
          <w:trHeight w:val="292"/>
        </w:trPr>
        <w:tc>
          <w:tcPr>
            <w:tcW w:w="4829" w:type="dxa"/>
            <w:shd w:val="clear" w:color="auto" w:fill="auto"/>
          </w:tcPr>
          <w:p w14:paraId="2B86AD12" w14:textId="77777777" w:rsidR="00EC69FA" w:rsidRDefault="00EC69FA" w:rsidP="003018F2">
            <w:pPr>
              <w:rPr>
                <w:rtl/>
              </w:rPr>
            </w:pPr>
            <w:r w:rsidRPr="00F72ED6">
              <w:t>Number of years providing goods/services to the business</w:t>
            </w:r>
          </w:p>
          <w:p w14:paraId="769111CC" w14:textId="68AA60A8" w:rsidR="00EC69FA" w:rsidRPr="00F72ED6" w:rsidRDefault="00EC69FA" w:rsidP="003018F2">
            <w:r w:rsidRPr="00EC69FA">
              <w:rPr>
                <w:rtl/>
              </w:rPr>
              <w:t>عدد سنوات تقديم السلع / الخدمات للأعمال</w:t>
            </w:r>
          </w:p>
        </w:tc>
        <w:tc>
          <w:tcPr>
            <w:tcW w:w="4792" w:type="dxa"/>
            <w:shd w:val="clear" w:color="auto" w:fill="auto"/>
          </w:tcPr>
          <w:p w14:paraId="0F3CABC7" w14:textId="77777777" w:rsidR="00EC69FA" w:rsidRPr="00F72ED6" w:rsidRDefault="00EC69FA" w:rsidP="003018F2"/>
        </w:tc>
      </w:tr>
      <w:tr w:rsidR="00EC69FA" w:rsidRPr="00F72ED6" w14:paraId="7F350A6C" w14:textId="77777777" w:rsidTr="00EC69FA">
        <w:trPr>
          <w:trHeight w:val="292"/>
        </w:trPr>
        <w:tc>
          <w:tcPr>
            <w:tcW w:w="4829" w:type="dxa"/>
            <w:shd w:val="clear" w:color="auto" w:fill="auto"/>
          </w:tcPr>
          <w:p w14:paraId="3581B3EC" w14:textId="77777777" w:rsidR="00EC69FA" w:rsidRDefault="00EC69FA" w:rsidP="003018F2">
            <w:pPr>
              <w:rPr>
                <w:rtl/>
              </w:rPr>
            </w:pPr>
            <w:r w:rsidRPr="00F72ED6">
              <w:t>Goods/services provided</w:t>
            </w:r>
          </w:p>
          <w:p w14:paraId="498CD9C0" w14:textId="4BE041DF" w:rsidR="00EC69FA" w:rsidRPr="00F72ED6" w:rsidRDefault="00EC69FA" w:rsidP="003018F2">
            <w:r w:rsidRPr="00EC69FA">
              <w:rPr>
                <w:rtl/>
              </w:rPr>
              <w:t>السلع / الخدمات المقدمة</w:t>
            </w:r>
          </w:p>
        </w:tc>
        <w:tc>
          <w:tcPr>
            <w:tcW w:w="4792" w:type="dxa"/>
            <w:shd w:val="clear" w:color="auto" w:fill="auto"/>
          </w:tcPr>
          <w:p w14:paraId="5B08B5D1" w14:textId="77777777" w:rsidR="00EC69FA" w:rsidRPr="00F72ED6" w:rsidRDefault="00EC69FA" w:rsidP="003018F2"/>
        </w:tc>
      </w:tr>
    </w:tbl>
    <w:p w14:paraId="16DEB4AB" w14:textId="77777777" w:rsidR="00CC72A8" w:rsidRDefault="00CC72A8" w:rsidP="003018F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1"/>
      </w:tblGrid>
      <w:tr w:rsidR="002F4ABE" w:rsidRPr="00F72ED6" w14:paraId="3F229CF3" w14:textId="77777777" w:rsidTr="329CB064">
        <w:tc>
          <w:tcPr>
            <w:tcW w:w="9847" w:type="dxa"/>
            <w:shd w:val="clear" w:color="auto" w:fill="D9D9D9" w:themeFill="background1" w:themeFillShade="D9"/>
            <w:vAlign w:val="center"/>
          </w:tcPr>
          <w:p w14:paraId="2DC598AA" w14:textId="77777777" w:rsidR="00EC69FA" w:rsidRDefault="002F4ABE" w:rsidP="003018F2">
            <w:pPr>
              <w:rPr>
                <w:lang w:val="en-GB"/>
              </w:rPr>
            </w:pPr>
            <w:r w:rsidRPr="00F72ED6">
              <w:t>Certification</w:t>
            </w:r>
            <w:r w:rsidR="00EC69FA">
              <w:rPr>
                <w:lang w:val="en-GB"/>
              </w:rPr>
              <w:t xml:space="preserve">   </w:t>
            </w:r>
          </w:p>
          <w:p w14:paraId="029F4596" w14:textId="527A02AD" w:rsidR="002F4ABE" w:rsidRPr="00EC69FA" w:rsidRDefault="00EC69FA" w:rsidP="003018F2">
            <w:pPr>
              <w:rPr>
                <w:lang w:val="en-GB"/>
              </w:rPr>
            </w:pPr>
            <w:r w:rsidRPr="00EC69FA">
              <w:rPr>
                <w:rtl/>
                <w:lang w:val="en-GB"/>
              </w:rPr>
              <w:t>شهادة</w:t>
            </w:r>
            <w:r>
              <w:rPr>
                <w:lang w:val="en-GB"/>
              </w:rPr>
              <w:t xml:space="preserve"> </w:t>
            </w:r>
          </w:p>
        </w:tc>
      </w:tr>
      <w:tr w:rsidR="002F4ABE" w:rsidRPr="00F72ED6" w14:paraId="7BA510EF" w14:textId="77777777" w:rsidTr="329CB064">
        <w:trPr>
          <w:trHeight w:val="293"/>
        </w:trPr>
        <w:tc>
          <w:tcPr>
            <w:tcW w:w="9847" w:type="dxa"/>
            <w:shd w:val="clear" w:color="auto" w:fill="auto"/>
          </w:tcPr>
          <w:p w14:paraId="5C050F06" w14:textId="77777777" w:rsidR="004077D7" w:rsidRPr="0076708C" w:rsidRDefault="002F4ABE" w:rsidP="003018F2">
            <w:pPr>
              <w:pStyle w:val="StyleNormalWebAfterAuto"/>
            </w:pPr>
            <w:r w:rsidRPr="0076708C">
              <w:t xml:space="preserve">I, the </w:t>
            </w:r>
            <w:proofErr w:type="spellStart"/>
            <w:r w:rsidRPr="0076708C">
              <w:t>undersigned</w:t>
            </w:r>
            <w:proofErr w:type="spellEnd"/>
            <w:r w:rsidRPr="0076708C">
              <w:t xml:space="preserve">, warrant </w:t>
            </w:r>
            <w:proofErr w:type="spellStart"/>
            <w:r w:rsidRPr="0076708C">
              <w:t>that</w:t>
            </w:r>
            <w:proofErr w:type="spellEnd"/>
            <w:r w:rsidRPr="0076708C">
              <w:t xml:space="preserve"> the information </w:t>
            </w:r>
            <w:proofErr w:type="spellStart"/>
            <w:r w:rsidRPr="0076708C">
              <w:t>provided</w:t>
            </w:r>
            <w:proofErr w:type="spellEnd"/>
            <w:r w:rsidRPr="0076708C">
              <w:t xml:space="preserve"> in </w:t>
            </w:r>
            <w:proofErr w:type="spellStart"/>
            <w:r w:rsidRPr="0076708C">
              <w:t>this</w:t>
            </w:r>
            <w:proofErr w:type="spellEnd"/>
            <w:r w:rsidRPr="0076708C">
              <w:t xml:space="preserve"> </w:t>
            </w:r>
            <w:proofErr w:type="spellStart"/>
            <w:r w:rsidRPr="0076708C">
              <w:t>form</w:t>
            </w:r>
            <w:proofErr w:type="spellEnd"/>
            <w:r w:rsidRPr="0076708C">
              <w:t xml:space="preserve"> </w:t>
            </w:r>
            <w:proofErr w:type="spellStart"/>
            <w:r w:rsidRPr="0076708C">
              <w:t>is</w:t>
            </w:r>
            <w:proofErr w:type="spellEnd"/>
            <w:r w:rsidRPr="0076708C">
              <w:t xml:space="preserve"> correct, and in the </w:t>
            </w:r>
            <w:proofErr w:type="spellStart"/>
            <w:r w:rsidRPr="0076708C">
              <w:t>event</w:t>
            </w:r>
            <w:proofErr w:type="spellEnd"/>
            <w:r w:rsidRPr="0076708C">
              <w:t xml:space="preserve"> of changes </w:t>
            </w:r>
            <w:proofErr w:type="spellStart"/>
            <w:r w:rsidRPr="0076708C">
              <w:t>d</w:t>
            </w:r>
            <w:r w:rsidR="002A6FD3" w:rsidRPr="0076708C">
              <w:t>e</w:t>
            </w:r>
            <w:r w:rsidRPr="0076708C">
              <w:t>tails</w:t>
            </w:r>
            <w:proofErr w:type="spellEnd"/>
            <w:r w:rsidRPr="0076708C">
              <w:t xml:space="preserve"> </w:t>
            </w:r>
            <w:proofErr w:type="spellStart"/>
            <w:r w:rsidRPr="0076708C">
              <w:t>will</w:t>
            </w:r>
            <w:proofErr w:type="spellEnd"/>
            <w:r w:rsidRPr="0076708C">
              <w:t xml:space="preserve"> </w:t>
            </w:r>
            <w:proofErr w:type="spellStart"/>
            <w:r w:rsidRPr="0076708C">
              <w:t>be</w:t>
            </w:r>
            <w:proofErr w:type="spellEnd"/>
            <w:r w:rsidRPr="0076708C">
              <w:t xml:space="preserve"> </w:t>
            </w:r>
            <w:proofErr w:type="spellStart"/>
            <w:r w:rsidRPr="0076708C">
              <w:t>provided</w:t>
            </w:r>
            <w:proofErr w:type="spellEnd"/>
            <w:r w:rsidRPr="0076708C">
              <w:t xml:space="preserve"> as </w:t>
            </w:r>
            <w:proofErr w:type="spellStart"/>
            <w:r w:rsidRPr="0076708C">
              <w:t>soon</w:t>
            </w:r>
            <w:proofErr w:type="spellEnd"/>
            <w:r w:rsidRPr="0076708C">
              <w:t xml:space="preserve"> as possible</w:t>
            </w:r>
            <w:r w:rsidR="003D695E" w:rsidRPr="0076708C">
              <w:t xml:space="preserve">. </w:t>
            </w:r>
            <w:r w:rsidR="004077D7" w:rsidRPr="00BF64AD">
              <w:rPr>
                <w:lang w:val="en-US"/>
              </w:rPr>
              <w:t>I am aware that any false presentation or omi</w:t>
            </w:r>
            <w:r w:rsidR="009F1C0C" w:rsidRPr="00BF64AD">
              <w:rPr>
                <w:lang w:val="en-US"/>
              </w:rPr>
              <w:t>t</w:t>
            </w:r>
            <w:r w:rsidR="004077D7" w:rsidRPr="00BF64AD">
              <w:rPr>
                <w:lang w:val="en-US"/>
              </w:rPr>
              <w:t xml:space="preserve">tance of the information required in this form entitles </w:t>
            </w:r>
            <w:proofErr w:type="spellStart"/>
            <w:r w:rsidR="004077D7" w:rsidRPr="0076708C">
              <w:t>Medair</w:t>
            </w:r>
            <w:proofErr w:type="spellEnd"/>
            <w:r w:rsidR="004077D7" w:rsidRPr="0076708C">
              <w:t xml:space="preserve"> to </w:t>
            </w:r>
            <w:proofErr w:type="spellStart"/>
            <w:r w:rsidR="004077D7" w:rsidRPr="0076708C">
              <w:t>terminate</w:t>
            </w:r>
            <w:proofErr w:type="spellEnd"/>
            <w:r w:rsidR="004077D7" w:rsidRPr="0076708C">
              <w:t xml:space="preserve"> the relation </w:t>
            </w:r>
            <w:proofErr w:type="spellStart"/>
            <w:r w:rsidR="004077D7" w:rsidRPr="0076708C">
              <w:t>immediately</w:t>
            </w:r>
            <w:proofErr w:type="spellEnd"/>
            <w:r w:rsidR="004077D7" w:rsidRPr="0076708C">
              <w:t xml:space="preserve"> </w:t>
            </w:r>
            <w:proofErr w:type="spellStart"/>
            <w:r w:rsidR="004077D7" w:rsidRPr="0076708C">
              <w:t>upon</w:t>
            </w:r>
            <w:proofErr w:type="spellEnd"/>
            <w:r w:rsidR="004077D7" w:rsidRPr="0076708C">
              <w:t xml:space="preserve"> notification to the supplier </w:t>
            </w:r>
            <w:proofErr w:type="spellStart"/>
            <w:r w:rsidR="004077D7" w:rsidRPr="0076708C">
              <w:t>without</w:t>
            </w:r>
            <w:proofErr w:type="spellEnd"/>
            <w:r w:rsidR="004077D7" w:rsidRPr="0076708C">
              <w:t xml:space="preserve"> </w:t>
            </w:r>
            <w:proofErr w:type="spellStart"/>
            <w:r w:rsidR="004077D7" w:rsidRPr="0076708C">
              <w:t>any</w:t>
            </w:r>
            <w:proofErr w:type="spellEnd"/>
            <w:r w:rsidR="004077D7" w:rsidRPr="0076708C">
              <w:t xml:space="preserve"> </w:t>
            </w:r>
            <w:proofErr w:type="spellStart"/>
            <w:r w:rsidR="004077D7" w:rsidRPr="0076708C">
              <w:t>cost</w:t>
            </w:r>
            <w:proofErr w:type="spellEnd"/>
            <w:r w:rsidR="004077D7" w:rsidRPr="0076708C">
              <w:t xml:space="preserve"> to </w:t>
            </w:r>
            <w:proofErr w:type="spellStart"/>
            <w:r w:rsidR="004077D7" w:rsidRPr="0076708C">
              <w:t>Medair</w:t>
            </w:r>
            <w:proofErr w:type="spellEnd"/>
            <w:r w:rsidR="004077D7" w:rsidRPr="0076708C">
              <w:t>.</w:t>
            </w:r>
          </w:p>
          <w:p w14:paraId="45FB4D10" w14:textId="77777777" w:rsidR="00A24C4A" w:rsidRPr="0076708C" w:rsidRDefault="00A24C4A" w:rsidP="003018F2">
            <w:pPr>
              <w:pStyle w:val="StyleNormalWebAfterAuto"/>
            </w:pPr>
            <w:r w:rsidRPr="0076708C">
              <w:t xml:space="preserve">By </w:t>
            </w:r>
            <w:proofErr w:type="spellStart"/>
            <w:r w:rsidRPr="0076708C">
              <w:t>signing</w:t>
            </w:r>
            <w:proofErr w:type="spellEnd"/>
            <w:r w:rsidRPr="0076708C">
              <w:t xml:space="preserve"> </w:t>
            </w:r>
            <w:proofErr w:type="spellStart"/>
            <w:r w:rsidRPr="0076708C">
              <w:t>this</w:t>
            </w:r>
            <w:proofErr w:type="spellEnd"/>
            <w:r w:rsidRPr="0076708C">
              <w:t xml:space="preserve"> </w:t>
            </w:r>
            <w:proofErr w:type="spellStart"/>
            <w:r w:rsidRPr="0076708C">
              <w:t>forms</w:t>
            </w:r>
            <w:proofErr w:type="spellEnd"/>
            <w:r w:rsidRPr="0076708C">
              <w:t xml:space="preserve"> I </w:t>
            </w:r>
            <w:proofErr w:type="spellStart"/>
            <w:r w:rsidRPr="0076708C">
              <w:t>confirm</w:t>
            </w:r>
            <w:proofErr w:type="spellEnd"/>
            <w:r w:rsidRPr="0076708C">
              <w:t xml:space="preserve"> </w:t>
            </w:r>
            <w:proofErr w:type="spellStart"/>
            <w:r w:rsidRPr="0076708C">
              <w:t>that</w:t>
            </w:r>
            <w:proofErr w:type="spellEnd"/>
            <w:r w:rsidRPr="0076708C">
              <w:t xml:space="preserve"> I or </w:t>
            </w:r>
            <w:proofErr w:type="spellStart"/>
            <w:r w:rsidRPr="0076708C">
              <w:t>my</w:t>
            </w:r>
            <w:proofErr w:type="spellEnd"/>
            <w:r w:rsidRPr="0076708C">
              <w:t xml:space="preserve"> </w:t>
            </w:r>
            <w:proofErr w:type="spellStart"/>
            <w:r w:rsidRPr="0076708C">
              <w:t>company</w:t>
            </w:r>
            <w:proofErr w:type="spellEnd"/>
            <w:r w:rsidRPr="0076708C">
              <w:t xml:space="preserve"> are not in </w:t>
            </w:r>
            <w:proofErr w:type="spellStart"/>
            <w:r w:rsidRPr="0076708C">
              <w:t>any</w:t>
            </w:r>
            <w:proofErr w:type="spellEnd"/>
            <w:r w:rsidRPr="0076708C">
              <w:t xml:space="preserve"> of the situation </w:t>
            </w:r>
            <w:proofErr w:type="spellStart"/>
            <w:r w:rsidRPr="0076708C">
              <w:t>listed</w:t>
            </w:r>
            <w:proofErr w:type="spellEnd"/>
            <w:r w:rsidRPr="0076708C">
              <w:t xml:space="preserve"> in Annex</w:t>
            </w:r>
            <w:r w:rsidR="00F615A3" w:rsidRPr="0076708C">
              <w:t xml:space="preserve"> </w:t>
            </w:r>
            <w:r w:rsidRPr="0076708C">
              <w:t>1.</w:t>
            </w:r>
          </w:p>
          <w:p w14:paraId="73F43FA3" w14:textId="120EAABC" w:rsidR="00BF64AD" w:rsidRDefault="329CB064" w:rsidP="003018F2">
            <w:pPr>
              <w:rPr>
                <w:sz w:val="20"/>
                <w:szCs w:val="20"/>
              </w:rPr>
            </w:pPr>
            <w:r w:rsidRPr="329CB064">
              <w:rPr>
                <w:lang w:val="en-GB"/>
              </w:rPr>
              <w:t xml:space="preserve">I, the undersigned also understand that </w:t>
            </w:r>
            <w:proofErr w:type="spellStart"/>
            <w:r w:rsidRPr="329CB064">
              <w:rPr>
                <w:lang w:val="en-GB"/>
              </w:rPr>
              <w:t>Medair</w:t>
            </w:r>
            <w:proofErr w:type="spellEnd"/>
            <w:r w:rsidRPr="329CB064">
              <w:rPr>
                <w:lang w:val="en-GB"/>
              </w:rPr>
              <w:t xml:space="preserve"> is expecting me and my company to follow ethical business practices and be socially accountable as set up in </w:t>
            </w:r>
            <w:proofErr w:type="spellStart"/>
            <w:r w:rsidRPr="329CB064">
              <w:rPr>
                <w:lang w:val="en-GB"/>
              </w:rPr>
              <w:t>Medair’s</w:t>
            </w:r>
            <w:proofErr w:type="spellEnd"/>
            <w:r w:rsidRPr="329CB064">
              <w:rPr>
                <w:lang w:val="en-GB"/>
              </w:rPr>
              <w:t xml:space="preserve"> Code of Ethics available in ANNEX 2 or </w:t>
            </w:r>
            <w:hyperlink r:id="rId7">
              <w:r w:rsidRPr="329CB064">
                <w:rPr>
                  <w:rStyle w:val="Hyperlink"/>
                  <w:rFonts w:cs="Calibri"/>
                  <w:i/>
                  <w:iCs/>
                </w:rPr>
                <w:t>https://www.medair.org/wp-content/uploads/2022/01/Medair-Code-of-Ethics.pdf</w:t>
              </w:r>
            </w:hyperlink>
            <w:r w:rsidRPr="329CB064">
              <w:rPr>
                <w:sz w:val="20"/>
                <w:szCs w:val="20"/>
              </w:rPr>
              <w:t xml:space="preserve"> </w:t>
            </w:r>
          </w:p>
          <w:p w14:paraId="6CB372EC" w14:textId="77777777" w:rsidR="00EC69FA" w:rsidRDefault="00EC69FA" w:rsidP="003018F2">
            <w:proofErr w:type="gramStart"/>
            <w:r>
              <w:rPr>
                <w:rtl/>
              </w:rPr>
              <w:t>أنا ،</w:t>
            </w:r>
            <w:proofErr w:type="gramEnd"/>
            <w:r>
              <w:rPr>
                <w:rtl/>
              </w:rPr>
              <w:t xml:space="preserve"> الموقع أدناه ، أتعهد بأن المعلومات المقدمة في هذا النموذج صحيحة ، وفي حالة حدوث تغييرات ، سيتم تقديم التفاصيل في أقرب وقت ممكن. أدرك أن أي عرض خاطئ أو حذف للمعلومات المطلوبة في هذا النموذج يخول </w:t>
            </w:r>
            <w:proofErr w:type="spellStart"/>
            <w:r>
              <w:t>Medair</w:t>
            </w:r>
            <w:proofErr w:type="spellEnd"/>
            <w:r>
              <w:rPr>
                <w:rtl/>
              </w:rPr>
              <w:t xml:space="preserve"> إنهاء العلاقة فور إخطار المورد دون أي تكلفة على </w:t>
            </w:r>
            <w:proofErr w:type="spellStart"/>
            <w:r>
              <w:t>Medair</w:t>
            </w:r>
            <w:proofErr w:type="spellEnd"/>
            <w:r>
              <w:rPr>
                <w:rtl/>
              </w:rPr>
              <w:t>.</w:t>
            </w:r>
          </w:p>
          <w:p w14:paraId="3B4CAB51" w14:textId="77777777" w:rsidR="00EC69FA" w:rsidRDefault="00EC69FA" w:rsidP="003018F2">
            <w:pPr>
              <w:rPr>
                <w:rtl/>
              </w:rPr>
            </w:pPr>
            <w:r>
              <w:rPr>
                <w:rtl/>
              </w:rPr>
              <w:t xml:space="preserve">من خلال التوقيع على هذه </w:t>
            </w:r>
            <w:proofErr w:type="gramStart"/>
            <w:r>
              <w:rPr>
                <w:rtl/>
              </w:rPr>
              <w:t>النماذج ،</w:t>
            </w:r>
            <w:proofErr w:type="gramEnd"/>
            <w:r>
              <w:rPr>
                <w:rtl/>
              </w:rPr>
              <w:t xml:space="preserve"> أؤكد أنني أو شركتي لسنا في أي من المواقف المدرجة في الملحق 1.</w:t>
            </w:r>
          </w:p>
          <w:p w14:paraId="57B89D47" w14:textId="796E4F4C" w:rsidR="00EC69FA" w:rsidRDefault="00EC69FA" w:rsidP="003018F2">
            <w:proofErr w:type="gramStart"/>
            <w:r>
              <w:rPr>
                <w:rtl/>
              </w:rPr>
              <w:t>أنا ،</w:t>
            </w:r>
            <w:proofErr w:type="gramEnd"/>
            <w:r>
              <w:rPr>
                <w:rtl/>
              </w:rPr>
              <w:t xml:space="preserve"> الموقع أدناه ، أفهم أيضًا أن </w:t>
            </w:r>
            <w:proofErr w:type="spellStart"/>
            <w:r>
              <w:t>Medair</w:t>
            </w:r>
            <w:proofErr w:type="spellEnd"/>
            <w:r>
              <w:rPr>
                <w:rtl/>
              </w:rPr>
              <w:t xml:space="preserve"> تتوقع مني ومن شركتي اتباع الممارسات التجارية الأخلاقية وأن نكون مسؤولين اجتماعيًا على النحو المنصوص عليه في مدونة </w:t>
            </w:r>
            <w:proofErr w:type="spellStart"/>
            <w:r>
              <w:rPr>
                <w:rtl/>
              </w:rPr>
              <w:t>ميدير</w:t>
            </w:r>
            <w:proofErr w:type="spellEnd"/>
            <w:r>
              <w:rPr>
                <w:rtl/>
              </w:rPr>
              <w:t xml:space="preserve"> للأخلاقيات المتاحة في الملحق 2 أو</w:t>
            </w:r>
            <w:r>
              <w:t xml:space="preserve"> </w:t>
            </w:r>
          </w:p>
          <w:p w14:paraId="17E51697" w14:textId="4AA05B9F" w:rsidR="00EC69FA" w:rsidRPr="00BF64AD" w:rsidRDefault="0078640C" w:rsidP="003018F2">
            <w:hyperlink r:id="rId8">
              <w:r w:rsidR="00EC69FA" w:rsidRPr="329CB064">
                <w:rPr>
                  <w:rStyle w:val="Hyperlink"/>
                  <w:rFonts w:cs="Calibri"/>
                  <w:i/>
                  <w:iCs/>
                </w:rPr>
                <w:t>https://www.medair.org/wp-content/uploads/2022/01/Medair-Code-of-Ethics.pdf</w:t>
              </w:r>
            </w:hyperlink>
          </w:p>
          <w:p w14:paraId="746BF597" w14:textId="08986CDE" w:rsidR="00EC69FA" w:rsidRPr="00BF64AD" w:rsidRDefault="002A6FD3" w:rsidP="003018F2">
            <w:pPr>
              <w:pStyle w:val="StyleNormalWebAfterAuto"/>
            </w:pPr>
            <w:proofErr w:type="gramStart"/>
            <w:r w:rsidRPr="00BF64AD">
              <w:t>Name:</w:t>
            </w:r>
            <w:proofErr w:type="gramEnd"/>
            <w:r w:rsidR="00EC69FA">
              <w:rPr>
                <w:rFonts w:hint="cs"/>
                <w:rtl/>
              </w:rPr>
              <w:t xml:space="preserve"> الاسم</w:t>
            </w:r>
          </w:p>
          <w:p w14:paraId="0A849FD5" w14:textId="4543A695" w:rsidR="002A6FD3" w:rsidRPr="00BF64AD" w:rsidRDefault="003C6B44" w:rsidP="003018F2">
            <w:r w:rsidRPr="00BF64AD">
              <w:t>Position</w:t>
            </w:r>
            <w:r w:rsidR="002A6FD3" w:rsidRPr="00BF64AD">
              <w:t>:</w:t>
            </w:r>
            <w:r w:rsidR="00EC69FA">
              <w:rPr>
                <w:rFonts w:hint="cs"/>
                <w:rtl/>
              </w:rPr>
              <w:t xml:space="preserve"> الوصف الوظيفي</w:t>
            </w:r>
          </w:p>
          <w:p w14:paraId="0AD9C6F4" w14:textId="77777777" w:rsidR="002A6FD3" w:rsidRPr="00BF64AD" w:rsidRDefault="002A6FD3" w:rsidP="003018F2"/>
          <w:p w14:paraId="3101716D" w14:textId="2D09F487" w:rsidR="002A6FD3" w:rsidRPr="00BF64AD" w:rsidRDefault="002A6FD3" w:rsidP="003018F2">
            <w:r w:rsidRPr="00BF64AD">
              <w:t>Date:</w:t>
            </w:r>
            <w:r w:rsidR="00EC69FA">
              <w:rPr>
                <w:rFonts w:hint="cs"/>
                <w:rtl/>
              </w:rPr>
              <w:t xml:space="preserve"> التاريخ</w:t>
            </w:r>
          </w:p>
          <w:p w14:paraId="4B1F511A" w14:textId="77777777" w:rsidR="002A6FD3" w:rsidRPr="00BF64AD" w:rsidRDefault="002A6FD3" w:rsidP="003018F2"/>
          <w:p w14:paraId="3F6D6C16" w14:textId="7F16CA84" w:rsidR="004B65CA" w:rsidRPr="00BF64AD" w:rsidRDefault="002A6FD3" w:rsidP="003018F2">
            <w:r w:rsidRPr="00BF64AD">
              <w:t>Signature:</w:t>
            </w:r>
            <w:r w:rsidR="00EC69FA">
              <w:rPr>
                <w:rFonts w:hint="cs"/>
                <w:rtl/>
              </w:rPr>
              <w:t xml:space="preserve"> التوقيع</w:t>
            </w:r>
          </w:p>
        </w:tc>
      </w:tr>
    </w:tbl>
    <w:p w14:paraId="65F9C3DC" w14:textId="77777777" w:rsidR="00A24C4A" w:rsidRDefault="00A24C4A" w:rsidP="003018F2">
      <w:pPr>
        <w:sectPr w:rsidR="00A24C4A" w:rsidSect="00A139DD">
          <w:headerReference w:type="even" r:id="rId9"/>
          <w:headerReference w:type="default" r:id="rId10"/>
          <w:footerReference w:type="even" r:id="rId11"/>
          <w:footerReference w:type="default" r:id="rId12"/>
          <w:pgSz w:w="11907" w:h="16840" w:code="9"/>
          <w:pgMar w:top="720" w:right="1138" w:bottom="720" w:left="1138" w:header="562" w:footer="288" w:gutter="0"/>
          <w:cols w:space="708"/>
          <w:docGrid w:linePitch="360"/>
        </w:sectPr>
      </w:pPr>
    </w:p>
    <w:p w14:paraId="7221670F" w14:textId="77777777" w:rsidR="005214BC" w:rsidRPr="00A24C4A" w:rsidRDefault="00A24C4A" w:rsidP="003018F2">
      <w:r w:rsidRPr="00A24C4A">
        <w:lastRenderedPageBreak/>
        <w:t>ANNEX 1</w:t>
      </w:r>
    </w:p>
    <w:p w14:paraId="427B38BC" w14:textId="77777777" w:rsidR="005214BC" w:rsidRPr="00C404B7" w:rsidRDefault="005214BC" w:rsidP="003018F2">
      <w:pPr>
        <w:pStyle w:val="ListParagraph"/>
        <w:numPr>
          <w:ilvl w:val="0"/>
          <w:numId w:val="48"/>
        </w:numPr>
      </w:pPr>
      <w:r w:rsidRPr="00C404B7">
        <w:t>They are bankrupt or being wound up, are having their affairs administered by the courts, have entered into an arrangement with creditors, have suspended business activities, are the subject of proceedings concerning those matters, or are in a situation arising from a similar procedure provided for in national legislation or regulations.</w:t>
      </w:r>
    </w:p>
    <w:p w14:paraId="194251EE" w14:textId="77777777" w:rsidR="005214BC" w:rsidRPr="00C404B7" w:rsidRDefault="005214BC" w:rsidP="003018F2">
      <w:pPr>
        <w:pStyle w:val="ListParagraph"/>
        <w:numPr>
          <w:ilvl w:val="0"/>
          <w:numId w:val="48"/>
        </w:numPr>
      </w:pPr>
      <w:r w:rsidRPr="00C404B7">
        <w:t>They have been convicted of an offence concerning their professional conduct by a judgment that has the force of res judicata (= a matter already settled in court, cannot be raised again).</w:t>
      </w:r>
    </w:p>
    <w:p w14:paraId="02B93BDE" w14:textId="77777777" w:rsidR="005214BC" w:rsidRPr="00C404B7" w:rsidRDefault="005214BC" w:rsidP="003018F2">
      <w:pPr>
        <w:pStyle w:val="ListParagraph"/>
        <w:numPr>
          <w:ilvl w:val="0"/>
          <w:numId w:val="48"/>
        </w:numPr>
      </w:pPr>
      <w:r w:rsidRPr="00C404B7">
        <w:t xml:space="preserve">They have been guilty of grave professional misconduct proven by any means that </w:t>
      </w:r>
      <w:proofErr w:type="spellStart"/>
      <w:r w:rsidRPr="00C404B7">
        <w:t>Medair</w:t>
      </w:r>
      <w:proofErr w:type="spellEnd"/>
      <w:r w:rsidRPr="00C404B7">
        <w:t xml:space="preserve"> can justify.</w:t>
      </w:r>
    </w:p>
    <w:p w14:paraId="37F997D7" w14:textId="77777777" w:rsidR="005214BC" w:rsidRPr="00C404B7" w:rsidRDefault="005214BC" w:rsidP="003018F2">
      <w:pPr>
        <w:pStyle w:val="ListParagraph"/>
        <w:numPr>
          <w:ilvl w:val="0"/>
          <w:numId w:val="48"/>
        </w:numPr>
      </w:pPr>
      <w:r w:rsidRPr="00C404B7">
        <w:t>They have not fulfilled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2EFD4537" w14:textId="77777777" w:rsidR="005214BC" w:rsidRPr="00C404B7" w:rsidRDefault="005214BC" w:rsidP="003018F2">
      <w:pPr>
        <w:pStyle w:val="ListParagraph"/>
        <w:numPr>
          <w:ilvl w:val="0"/>
          <w:numId w:val="48"/>
        </w:numPr>
      </w:pPr>
      <w:r w:rsidRPr="00C404B7">
        <w:t xml:space="preserve">They have been the subject of a judgment that has the force of res judicata for fraud, corruption, involvement in a criminal </w:t>
      </w:r>
      <w:proofErr w:type="spellStart"/>
      <w:r w:rsidRPr="00C404B7">
        <w:t>organisation</w:t>
      </w:r>
      <w:proofErr w:type="spellEnd"/>
      <w:r w:rsidRPr="00C404B7">
        <w:t xml:space="preserve"> or any other illegal activity.</w:t>
      </w:r>
    </w:p>
    <w:p w14:paraId="1BBFB195" w14:textId="77777777" w:rsidR="005214BC" w:rsidRDefault="005214BC" w:rsidP="003018F2">
      <w:pPr>
        <w:pStyle w:val="ListParagraph"/>
        <w:numPr>
          <w:ilvl w:val="0"/>
          <w:numId w:val="48"/>
        </w:numPr>
      </w:pPr>
      <w:r w:rsidRPr="00C404B7">
        <w:t>They have been declared in serious breach of contract for failure to comply wit</w:t>
      </w:r>
      <w:r w:rsidR="00633A64">
        <w:t>h their contractual obligations by another NGO</w:t>
      </w:r>
      <w:r w:rsidRPr="00C404B7">
        <w:t xml:space="preserve">. </w:t>
      </w:r>
    </w:p>
    <w:p w14:paraId="5023141B" w14:textId="77777777" w:rsidR="00ED1E9D" w:rsidRDefault="00ED1E9D" w:rsidP="003018F2"/>
    <w:p w14:paraId="609CFA9F" w14:textId="77777777" w:rsidR="00ED1E9D" w:rsidRDefault="00ED1E9D" w:rsidP="003018F2">
      <w:r>
        <w:t>ANNEX 2</w:t>
      </w:r>
    </w:p>
    <w:p w14:paraId="58FAA541" w14:textId="614CFF63" w:rsidR="00ED1E9D" w:rsidRDefault="0078640C" w:rsidP="003018F2">
      <w:pPr>
        <w:rPr>
          <w:rStyle w:val="Hyperlink"/>
          <w:rFonts w:cs="Calibri"/>
          <w:i/>
          <w:rtl/>
        </w:rPr>
      </w:pPr>
      <w:hyperlink r:id="rId13" w:history="1">
        <w:r w:rsidR="00ED1E9D" w:rsidRPr="00430790">
          <w:rPr>
            <w:rStyle w:val="Hyperlink"/>
            <w:rFonts w:cs="Calibri"/>
            <w:i/>
          </w:rPr>
          <w:t>https://www.medair.org/wp-content/uploads/2022/01/Medair-Code-of-Ethics.pdf</w:t>
        </w:r>
      </w:hyperlink>
    </w:p>
    <w:p w14:paraId="61EE5F8A" w14:textId="10D42487" w:rsidR="00EC69FA" w:rsidRDefault="00EC69FA" w:rsidP="003018F2">
      <w:pPr>
        <w:rPr>
          <w:rtl/>
        </w:rPr>
      </w:pPr>
    </w:p>
    <w:p w14:paraId="4FC34728" w14:textId="77777777" w:rsidR="00EC69FA" w:rsidRDefault="00EC69FA" w:rsidP="003018F2">
      <w:pPr>
        <w:rPr>
          <w:rtl/>
        </w:rPr>
      </w:pPr>
      <w:r>
        <w:rPr>
          <w:rtl/>
        </w:rPr>
        <w:t>المرفق 1</w:t>
      </w:r>
    </w:p>
    <w:p w14:paraId="118D9E94" w14:textId="77777777" w:rsidR="00EC69FA" w:rsidRDefault="00EC69FA" w:rsidP="003018F2">
      <w:pPr>
        <w:rPr>
          <w:rtl/>
        </w:rPr>
      </w:pPr>
      <w:r>
        <w:rPr>
          <w:rtl/>
        </w:rPr>
        <w:t xml:space="preserve">أ. إذا كانوا مفلسين أو يتم </w:t>
      </w:r>
      <w:proofErr w:type="gramStart"/>
      <w:r>
        <w:rPr>
          <w:rtl/>
        </w:rPr>
        <w:t>تصفيتهم ،</w:t>
      </w:r>
      <w:proofErr w:type="gramEnd"/>
      <w:r>
        <w:rPr>
          <w:rtl/>
        </w:rPr>
        <w:t xml:space="preserve"> أو يديرون شؤونهم من قبل المحاكم ، أو دخلوا في ترتيب مع الدائنين ، أو أوقفوا الأنشطة التجارية ، أو يخضعون لإجراءات تتعلق بهذه الأمور ، أو في موقف ناشئ عن إجراء مماثل منصوص عليه في التشريعات أو اللوائح الوطنية.</w:t>
      </w:r>
    </w:p>
    <w:p w14:paraId="01094D77" w14:textId="77777777" w:rsidR="00EC69FA" w:rsidRDefault="00EC69FA" w:rsidP="003018F2">
      <w:pPr>
        <w:rPr>
          <w:rtl/>
        </w:rPr>
      </w:pPr>
      <w:r>
        <w:rPr>
          <w:rtl/>
        </w:rPr>
        <w:t xml:space="preserve">ب. تمت إدانتهم بجريمة تتعلق بسلوكهم المهني بحكم له قوة الأمر المقضي (= مسألة تمت تسويتها بالفعل في </w:t>
      </w:r>
      <w:proofErr w:type="gramStart"/>
      <w:r>
        <w:rPr>
          <w:rtl/>
        </w:rPr>
        <w:t>المحكمة ،</w:t>
      </w:r>
      <w:proofErr w:type="gramEnd"/>
      <w:r>
        <w:rPr>
          <w:rtl/>
        </w:rPr>
        <w:t xml:space="preserve"> لا يمكن طرحها مرة أخرى).</w:t>
      </w:r>
    </w:p>
    <w:p w14:paraId="5CED7C76" w14:textId="77777777" w:rsidR="00EC69FA" w:rsidRDefault="00EC69FA" w:rsidP="003018F2">
      <w:pPr>
        <w:rPr>
          <w:rtl/>
        </w:rPr>
      </w:pPr>
      <w:r>
        <w:rPr>
          <w:rtl/>
        </w:rPr>
        <w:t xml:space="preserve">ج. لقد أدينوا بارتكاب سوء سلوك مهني جسيم تم إثباته بأي وسيلة يمكن لـ </w:t>
      </w:r>
      <w:proofErr w:type="spellStart"/>
      <w:r>
        <w:t>Medair</w:t>
      </w:r>
      <w:proofErr w:type="spellEnd"/>
      <w:r>
        <w:rPr>
          <w:rtl/>
        </w:rPr>
        <w:t xml:space="preserve"> تبريرها.</w:t>
      </w:r>
    </w:p>
    <w:p w14:paraId="1DCC977B" w14:textId="77777777" w:rsidR="00EC69FA" w:rsidRDefault="00EC69FA" w:rsidP="003018F2">
      <w:pPr>
        <w:rPr>
          <w:rtl/>
        </w:rPr>
      </w:pPr>
      <w:r>
        <w:rPr>
          <w:rtl/>
        </w:rPr>
        <w:t xml:space="preserve">د. لم يفوا بالالتزامات المتعلقة بدفع اشتراكات الضمان الاجتماعي أو دفع الضرائب وفقًا للأحكام القانونية للبلد الذي تم تأسيسهم </w:t>
      </w:r>
      <w:proofErr w:type="gramStart"/>
      <w:r>
        <w:rPr>
          <w:rtl/>
        </w:rPr>
        <w:t>فيه ،</w:t>
      </w:r>
      <w:proofErr w:type="gramEnd"/>
      <w:r>
        <w:rPr>
          <w:rtl/>
        </w:rPr>
        <w:t xml:space="preserve"> أو مع تلك الخاصة ببلد السلطة المتعاقدة أو تلك الخاصة بالدولة التي يوجد فيها يتم تنفيذ العقد.</w:t>
      </w:r>
    </w:p>
    <w:p w14:paraId="4CDC1C1B" w14:textId="77777777" w:rsidR="00EC69FA" w:rsidRDefault="00EC69FA" w:rsidP="003018F2">
      <w:pPr>
        <w:rPr>
          <w:rtl/>
        </w:rPr>
      </w:pPr>
      <w:r>
        <w:rPr>
          <w:rtl/>
        </w:rPr>
        <w:t>ه. لقد كانوا موضوع حكم له قوة الأمر المقضي به فيما يتعلق بالاحتيال أو الفساد أو التورط في منظمة إجرامية أو أي نشاط غير قانوني آخر.</w:t>
      </w:r>
    </w:p>
    <w:p w14:paraId="332F0A28" w14:textId="77777777" w:rsidR="00EC69FA" w:rsidRDefault="00EC69FA" w:rsidP="003018F2">
      <w:pPr>
        <w:rPr>
          <w:rtl/>
        </w:rPr>
      </w:pPr>
      <w:r>
        <w:t>F</w:t>
      </w:r>
      <w:r>
        <w:rPr>
          <w:rtl/>
        </w:rPr>
        <w:t>. تم الإعلان عن انتهاكهم الجسيم للعقد بسبب عدم امتثالهم لالتزاماتهم التعاقدية من قبل منظمة غير حكومية أخرى.</w:t>
      </w:r>
    </w:p>
    <w:p w14:paraId="2EA56BE9" w14:textId="77777777" w:rsidR="00EC69FA" w:rsidRDefault="00EC69FA" w:rsidP="003018F2">
      <w:pPr>
        <w:rPr>
          <w:rtl/>
        </w:rPr>
      </w:pPr>
    </w:p>
    <w:p w14:paraId="1B299925" w14:textId="77777777" w:rsidR="00EC69FA" w:rsidRDefault="00EC69FA" w:rsidP="003018F2">
      <w:pPr>
        <w:rPr>
          <w:rtl/>
        </w:rPr>
      </w:pPr>
      <w:r>
        <w:rPr>
          <w:rtl/>
        </w:rPr>
        <w:t>الملحق 2</w:t>
      </w:r>
    </w:p>
    <w:p w14:paraId="3589F808" w14:textId="25E4EF91" w:rsidR="00EC69FA" w:rsidRPr="00C404B7" w:rsidRDefault="00EC69FA" w:rsidP="003018F2">
      <w:r>
        <w:t>https://www.medair.org/wp-content/uploads/2022/01/Medair-Code-of-Ethics.pdf</w:t>
      </w:r>
    </w:p>
    <w:p w14:paraId="1F3B1409" w14:textId="77777777" w:rsidR="00F066F1" w:rsidRDefault="00F066F1" w:rsidP="003018F2"/>
    <w:sectPr w:rsidR="00F066F1" w:rsidSect="00A139DD">
      <w:pgSz w:w="11907" w:h="16840" w:code="9"/>
      <w:pgMar w:top="720" w:right="1138" w:bottom="720" w:left="1138" w:header="562" w:footer="2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D08C0" w14:textId="77777777" w:rsidR="0078640C" w:rsidRDefault="0078640C" w:rsidP="003018F2">
      <w:r>
        <w:separator/>
      </w:r>
    </w:p>
    <w:p w14:paraId="5A157B99" w14:textId="77777777" w:rsidR="0078640C" w:rsidRDefault="0078640C" w:rsidP="003018F2"/>
    <w:p w14:paraId="05339239" w14:textId="77777777" w:rsidR="0078640C" w:rsidRDefault="0078640C" w:rsidP="003018F2"/>
    <w:p w14:paraId="267D4EEE" w14:textId="77777777" w:rsidR="0078640C" w:rsidRDefault="0078640C" w:rsidP="003018F2"/>
    <w:p w14:paraId="3049B91C" w14:textId="77777777" w:rsidR="0078640C" w:rsidRDefault="0078640C" w:rsidP="003018F2"/>
    <w:p w14:paraId="174F26F0" w14:textId="77777777" w:rsidR="0078640C" w:rsidRDefault="0078640C" w:rsidP="003018F2"/>
    <w:p w14:paraId="52958EC4" w14:textId="77777777" w:rsidR="0078640C" w:rsidRDefault="0078640C" w:rsidP="003018F2"/>
    <w:p w14:paraId="4E92DD47" w14:textId="77777777" w:rsidR="0078640C" w:rsidRDefault="0078640C" w:rsidP="003018F2"/>
    <w:p w14:paraId="733FD218" w14:textId="77777777" w:rsidR="0078640C" w:rsidRDefault="0078640C" w:rsidP="003018F2"/>
    <w:p w14:paraId="726BD2BC" w14:textId="77777777" w:rsidR="0078640C" w:rsidRDefault="0078640C" w:rsidP="003018F2"/>
    <w:p w14:paraId="2D80656B" w14:textId="77777777" w:rsidR="0078640C" w:rsidRDefault="0078640C" w:rsidP="003018F2"/>
    <w:p w14:paraId="31BF7BBC" w14:textId="77777777" w:rsidR="0078640C" w:rsidRDefault="0078640C" w:rsidP="003018F2"/>
    <w:p w14:paraId="19FAA82D" w14:textId="77777777" w:rsidR="0078640C" w:rsidRDefault="0078640C" w:rsidP="003018F2"/>
    <w:p w14:paraId="401287C3" w14:textId="77777777" w:rsidR="0078640C" w:rsidRDefault="0078640C" w:rsidP="003018F2"/>
    <w:p w14:paraId="21EF0D46" w14:textId="77777777" w:rsidR="0078640C" w:rsidRDefault="0078640C" w:rsidP="003018F2"/>
    <w:p w14:paraId="6ADCEA34" w14:textId="77777777" w:rsidR="0078640C" w:rsidRDefault="0078640C" w:rsidP="003018F2"/>
    <w:p w14:paraId="3811BA70" w14:textId="77777777" w:rsidR="0078640C" w:rsidRDefault="0078640C" w:rsidP="003018F2"/>
    <w:p w14:paraId="1B2A23BF" w14:textId="77777777" w:rsidR="0078640C" w:rsidRDefault="0078640C" w:rsidP="003018F2"/>
    <w:p w14:paraId="3AAA0DAF" w14:textId="77777777" w:rsidR="0078640C" w:rsidRDefault="0078640C" w:rsidP="003018F2"/>
    <w:p w14:paraId="28DBCE5D" w14:textId="77777777" w:rsidR="0078640C" w:rsidRDefault="0078640C" w:rsidP="003018F2"/>
    <w:p w14:paraId="13888CD2" w14:textId="77777777" w:rsidR="0078640C" w:rsidRDefault="0078640C" w:rsidP="003018F2"/>
    <w:p w14:paraId="788F0F41" w14:textId="77777777" w:rsidR="0078640C" w:rsidRDefault="0078640C" w:rsidP="003018F2"/>
    <w:p w14:paraId="23492EF2" w14:textId="77777777" w:rsidR="0078640C" w:rsidRDefault="0078640C" w:rsidP="003018F2"/>
    <w:p w14:paraId="499AB6FB" w14:textId="77777777" w:rsidR="0078640C" w:rsidRDefault="0078640C" w:rsidP="003018F2"/>
    <w:p w14:paraId="4F6A9672" w14:textId="77777777" w:rsidR="0078640C" w:rsidRDefault="0078640C" w:rsidP="003018F2"/>
    <w:p w14:paraId="471A7665" w14:textId="77777777" w:rsidR="0078640C" w:rsidRDefault="0078640C" w:rsidP="003018F2"/>
    <w:p w14:paraId="5D3CD882" w14:textId="77777777" w:rsidR="0078640C" w:rsidRDefault="0078640C" w:rsidP="003018F2"/>
    <w:p w14:paraId="024AC893" w14:textId="77777777" w:rsidR="0078640C" w:rsidRDefault="0078640C" w:rsidP="003018F2"/>
    <w:p w14:paraId="09FD5E9C" w14:textId="77777777" w:rsidR="0078640C" w:rsidRDefault="0078640C" w:rsidP="003018F2"/>
    <w:p w14:paraId="58234AC8" w14:textId="77777777" w:rsidR="0078640C" w:rsidRDefault="0078640C" w:rsidP="003018F2"/>
    <w:p w14:paraId="5CF8CFC2" w14:textId="77777777" w:rsidR="0078640C" w:rsidRDefault="0078640C" w:rsidP="003018F2"/>
    <w:p w14:paraId="504732B9" w14:textId="77777777" w:rsidR="0078640C" w:rsidRDefault="0078640C" w:rsidP="003018F2"/>
    <w:p w14:paraId="5671B69A" w14:textId="77777777" w:rsidR="0078640C" w:rsidRDefault="0078640C" w:rsidP="003018F2"/>
    <w:p w14:paraId="63771227" w14:textId="77777777" w:rsidR="0078640C" w:rsidRDefault="0078640C" w:rsidP="003018F2"/>
  </w:endnote>
  <w:endnote w:type="continuationSeparator" w:id="0">
    <w:p w14:paraId="27585B66" w14:textId="77777777" w:rsidR="0078640C" w:rsidRDefault="0078640C" w:rsidP="003018F2">
      <w:r>
        <w:continuationSeparator/>
      </w:r>
    </w:p>
    <w:p w14:paraId="03B71FC4" w14:textId="77777777" w:rsidR="0078640C" w:rsidRDefault="0078640C" w:rsidP="003018F2"/>
    <w:p w14:paraId="234A4F2A" w14:textId="77777777" w:rsidR="0078640C" w:rsidRDefault="0078640C" w:rsidP="003018F2"/>
    <w:p w14:paraId="74CBB122" w14:textId="77777777" w:rsidR="0078640C" w:rsidRDefault="0078640C" w:rsidP="003018F2"/>
    <w:p w14:paraId="45574C01" w14:textId="77777777" w:rsidR="0078640C" w:rsidRDefault="0078640C" w:rsidP="003018F2"/>
    <w:p w14:paraId="410B9682" w14:textId="77777777" w:rsidR="0078640C" w:rsidRDefault="0078640C" w:rsidP="003018F2"/>
    <w:p w14:paraId="7499D263" w14:textId="77777777" w:rsidR="0078640C" w:rsidRDefault="0078640C" w:rsidP="003018F2"/>
    <w:p w14:paraId="4C292603" w14:textId="77777777" w:rsidR="0078640C" w:rsidRDefault="0078640C" w:rsidP="003018F2"/>
    <w:p w14:paraId="61A41947" w14:textId="77777777" w:rsidR="0078640C" w:rsidRDefault="0078640C" w:rsidP="003018F2"/>
    <w:p w14:paraId="6F6AB0FA" w14:textId="77777777" w:rsidR="0078640C" w:rsidRDefault="0078640C" w:rsidP="003018F2"/>
    <w:p w14:paraId="6B144E25" w14:textId="77777777" w:rsidR="0078640C" w:rsidRDefault="0078640C" w:rsidP="003018F2"/>
    <w:p w14:paraId="0506CDDE" w14:textId="77777777" w:rsidR="0078640C" w:rsidRDefault="0078640C" w:rsidP="003018F2"/>
    <w:p w14:paraId="71146AD4" w14:textId="77777777" w:rsidR="0078640C" w:rsidRDefault="0078640C" w:rsidP="003018F2"/>
    <w:p w14:paraId="37533529" w14:textId="77777777" w:rsidR="0078640C" w:rsidRDefault="0078640C" w:rsidP="003018F2"/>
    <w:p w14:paraId="0E2B4056" w14:textId="77777777" w:rsidR="0078640C" w:rsidRDefault="0078640C" w:rsidP="003018F2"/>
    <w:p w14:paraId="2C4FDFF0" w14:textId="77777777" w:rsidR="0078640C" w:rsidRDefault="0078640C" w:rsidP="003018F2"/>
    <w:p w14:paraId="0F4EB29D" w14:textId="77777777" w:rsidR="0078640C" w:rsidRDefault="0078640C" w:rsidP="003018F2"/>
    <w:p w14:paraId="5926DBE5" w14:textId="77777777" w:rsidR="0078640C" w:rsidRDefault="0078640C" w:rsidP="003018F2"/>
    <w:p w14:paraId="42CEB622" w14:textId="77777777" w:rsidR="0078640C" w:rsidRDefault="0078640C" w:rsidP="003018F2"/>
    <w:p w14:paraId="0F2E1D4E" w14:textId="77777777" w:rsidR="0078640C" w:rsidRDefault="0078640C" w:rsidP="003018F2"/>
    <w:p w14:paraId="772702D6" w14:textId="77777777" w:rsidR="0078640C" w:rsidRDefault="0078640C" w:rsidP="003018F2"/>
    <w:p w14:paraId="2EA4D337" w14:textId="77777777" w:rsidR="0078640C" w:rsidRDefault="0078640C" w:rsidP="003018F2"/>
    <w:p w14:paraId="0447A80C" w14:textId="77777777" w:rsidR="0078640C" w:rsidRDefault="0078640C" w:rsidP="003018F2"/>
    <w:p w14:paraId="4C067747" w14:textId="77777777" w:rsidR="0078640C" w:rsidRDefault="0078640C" w:rsidP="003018F2"/>
    <w:p w14:paraId="2F1AAAFF" w14:textId="77777777" w:rsidR="0078640C" w:rsidRDefault="0078640C" w:rsidP="003018F2"/>
    <w:p w14:paraId="2D1EC810" w14:textId="77777777" w:rsidR="0078640C" w:rsidRDefault="0078640C" w:rsidP="003018F2"/>
    <w:p w14:paraId="10EDD5F9" w14:textId="77777777" w:rsidR="0078640C" w:rsidRDefault="0078640C" w:rsidP="003018F2"/>
    <w:p w14:paraId="0F3661DD" w14:textId="77777777" w:rsidR="0078640C" w:rsidRDefault="0078640C" w:rsidP="003018F2"/>
    <w:p w14:paraId="34551BCD" w14:textId="77777777" w:rsidR="0078640C" w:rsidRDefault="0078640C" w:rsidP="003018F2"/>
    <w:p w14:paraId="40184A02" w14:textId="77777777" w:rsidR="0078640C" w:rsidRDefault="0078640C" w:rsidP="003018F2"/>
    <w:p w14:paraId="7EDC13F4" w14:textId="77777777" w:rsidR="0078640C" w:rsidRDefault="0078640C" w:rsidP="003018F2"/>
    <w:p w14:paraId="5BF660B0" w14:textId="77777777" w:rsidR="0078640C" w:rsidRDefault="0078640C" w:rsidP="003018F2"/>
    <w:p w14:paraId="15E83341" w14:textId="77777777" w:rsidR="0078640C" w:rsidRDefault="0078640C" w:rsidP="003018F2"/>
    <w:p w14:paraId="08030CFF" w14:textId="77777777" w:rsidR="0078640C" w:rsidRDefault="0078640C" w:rsidP="003018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F1AA2" w14:textId="77777777" w:rsidR="00B877D9" w:rsidRDefault="00B877D9" w:rsidP="003018F2">
    <w:pPr>
      <w:pStyle w:val="Footer"/>
    </w:pPr>
  </w:p>
  <w:p w14:paraId="1A499DFC" w14:textId="77777777" w:rsidR="00B877D9" w:rsidRDefault="00B877D9" w:rsidP="003018F2"/>
  <w:p w14:paraId="5E7E3C41" w14:textId="77777777" w:rsidR="00B877D9" w:rsidRDefault="00B877D9" w:rsidP="003018F2"/>
  <w:p w14:paraId="03F828E4" w14:textId="77777777" w:rsidR="00B877D9" w:rsidRDefault="00B877D9" w:rsidP="003018F2"/>
  <w:p w14:paraId="2AC57CB0" w14:textId="77777777" w:rsidR="00B877D9" w:rsidRDefault="00B877D9" w:rsidP="003018F2"/>
  <w:p w14:paraId="5186B13D" w14:textId="77777777" w:rsidR="00B877D9" w:rsidRDefault="00B877D9" w:rsidP="003018F2"/>
  <w:p w14:paraId="6C57C439" w14:textId="77777777" w:rsidR="00B877D9" w:rsidRDefault="00B877D9" w:rsidP="003018F2"/>
  <w:p w14:paraId="3D404BC9" w14:textId="77777777" w:rsidR="00B877D9" w:rsidRDefault="00B877D9" w:rsidP="003018F2"/>
  <w:p w14:paraId="61319B8A" w14:textId="77777777" w:rsidR="00B877D9" w:rsidRDefault="00B877D9" w:rsidP="003018F2"/>
  <w:p w14:paraId="31A560F4" w14:textId="77777777" w:rsidR="00B877D9" w:rsidRDefault="00B877D9" w:rsidP="003018F2"/>
  <w:p w14:paraId="70DF735C" w14:textId="77777777" w:rsidR="00B877D9" w:rsidRDefault="00B877D9" w:rsidP="003018F2"/>
  <w:p w14:paraId="3A413BF6" w14:textId="77777777" w:rsidR="00B877D9" w:rsidRDefault="00B877D9" w:rsidP="003018F2"/>
  <w:p w14:paraId="33D28B4B" w14:textId="77777777" w:rsidR="00B877D9" w:rsidRDefault="00B877D9" w:rsidP="003018F2"/>
  <w:p w14:paraId="37EFA3E3" w14:textId="77777777" w:rsidR="00B877D9" w:rsidRDefault="00B877D9" w:rsidP="003018F2"/>
  <w:p w14:paraId="41C6AC2A" w14:textId="77777777" w:rsidR="00B877D9" w:rsidRDefault="00B877D9" w:rsidP="003018F2"/>
  <w:p w14:paraId="2DC44586" w14:textId="77777777" w:rsidR="00B877D9" w:rsidRDefault="00B877D9" w:rsidP="003018F2"/>
  <w:p w14:paraId="4FFCBC07" w14:textId="77777777" w:rsidR="00B877D9" w:rsidRDefault="00B877D9" w:rsidP="003018F2"/>
  <w:p w14:paraId="1728B4D0" w14:textId="77777777" w:rsidR="00B877D9" w:rsidRDefault="00B877D9" w:rsidP="003018F2"/>
  <w:p w14:paraId="34959D4B" w14:textId="77777777" w:rsidR="00B877D9" w:rsidRDefault="00B877D9" w:rsidP="003018F2"/>
  <w:p w14:paraId="7BD58BA2" w14:textId="77777777" w:rsidR="00B877D9" w:rsidRDefault="00B877D9" w:rsidP="003018F2"/>
  <w:p w14:paraId="4357A966" w14:textId="77777777" w:rsidR="00B877D9" w:rsidRDefault="00B877D9" w:rsidP="003018F2"/>
  <w:p w14:paraId="44690661" w14:textId="77777777" w:rsidR="00B877D9" w:rsidRDefault="00B877D9" w:rsidP="003018F2"/>
  <w:p w14:paraId="74539910" w14:textId="77777777" w:rsidR="00B877D9" w:rsidRDefault="00B877D9" w:rsidP="003018F2"/>
  <w:p w14:paraId="5A7E0CF2" w14:textId="77777777" w:rsidR="00B877D9" w:rsidRDefault="00B877D9" w:rsidP="003018F2"/>
  <w:p w14:paraId="60FA6563" w14:textId="77777777" w:rsidR="00B877D9" w:rsidRDefault="00B877D9" w:rsidP="003018F2"/>
  <w:p w14:paraId="1AC5CDBE" w14:textId="77777777" w:rsidR="00B877D9" w:rsidRDefault="00B877D9" w:rsidP="003018F2"/>
  <w:p w14:paraId="342D4C27" w14:textId="77777777" w:rsidR="00B877D9" w:rsidRDefault="00B877D9" w:rsidP="003018F2"/>
  <w:p w14:paraId="3572E399" w14:textId="77777777" w:rsidR="00B877D9" w:rsidRDefault="00B877D9" w:rsidP="003018F2"/>
  <w:p w14:paraId="6CEB15CE" w14:textId="77777777" w:rsidR="00B877D9" w:rsidRDefault="00B877D9" w:rsidP="003018F2"/>
  <w:p w14:paraId="66518E39" w14:textId="77777777" w:rsidR="00B877D9" w:rsidRDefault="00B877D9" w:rsidP="003018F2"/>
  <w:p w14:paraId="7E75FCD0" w14:textId="77777777" w:rsidR="00B877D9" w:rsidRDefault="00B877D9" w:rsidP="003018F2"/>
  <w:p w14:paraId="10FDAA0E" w14:textId="77777777" w:rsidR="00B877D9" w:rsidRDefault="00B877D9" w:rsidP="003018F2"/>
  <w:p w14:paraId="774AF2BF" w14:textId="77777777" w:rsidR="00B877D9" w:rsidRDefault="00B877D9" w:rsidP="003018F2"/>
  <w:p w14:paraId="7A292896" w14:textId="77777777" w:rsidR="00B877D9" w:rsidRDefault="00B877D9" w:rsidP="003018F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28" w:type="dxa"/>
      <w:tblLook w:val="01E0" w:firstRow="1" w:lastRow="1" w:firstColumn="1" w:lastColumn="1" w:noHBand="0" w:noVBand="0"/>
    </w:tblPr>
    <w:tblGrid>
      <w:gridCol w:w="1368"/>
      <w:gridCol w:w="7380"/>
      <w:gridCol w:w="1080"/>
    </w:tblGrid>
    <w:tr w:rsidR="00B877D9" w:rsidRPr="00F72ED6" w14:paraId="7E85A96A" w14:textId="77777777" w:rsidTr="004B0EA9">
      <w:trPr>
        <w:trHeight w:val="225"/>
      </w:trPr>
      <w:tc>
        <w:tcPr>
          <w:tcW w:w="1368" w:type="dxa"/>
        </w:tcPr>
        <w:p w14:paraId="4D2016F7" w14:textId="77777777" w:rsidR="00B877D9" w:rsidRPr="002C231A" w:rsidRDefault="00EC0A39" w:rsidP="003018F2">
          <w:pPr>
            <w:pStyle w:val="Footer"/>
          </w:pPr>
          <w:r>
            <w:t>July 2022</w:t>
          </w:r>
        </w:p>
      </w:tc>
      <w:tc>
        <w:tcPr>
          <w:tcW w:w="7380" w:type="dxa"/>
        </w:tcPr>
        <w:p w14:paraId="03EE01D0" w14:textId="77777777" w:rsidR="00B877D9" w:rsidRPr="002C231A" w:rsidRDefault="00B877D9" w:rsidP="003018F2">
          <w:pPr>
            <w:pStyle w:val="Footer"/>
          </w:pPr>
          <w:r>
            <w:fldChar w:fldCharType="begin"/>
          </w:r>
          <w:r>
            <w:instrText xml:space="preserve"> FILENAME </w:instrText>
          </w:r>
          <w:r>
            <w:fldChar w:fldCharType="separate"/>
          </w:r>
          <w:r>
            <w:rPr>
              <w:noProof/>
            </w:rPr>
            <w:t>Medair Supplier Registration form EN v1.</w:t>
          </w:r>
          <w:r w:rsidR="00EC0A39">
            <w:rPr>
              <w:noProof/>
            </w:rPr>
            <w:t>3</w:t>
          </w:r>
          <w:r w:rsidR="00A24C4A">
            <w:rPr>
              <w:noProof/>
            </w:rPr>
            <w:t xml:space="preserve"> </w:t>
          </w:r>
          <w:r>
            <w:rPr>
              <w:noProof/>
            </w:rPr>
            <w:t>doc</w:t>
          </w:r>
          <w:r>
            <w:fldChar w:fldCharType="end"/>
          </w:r>
        </w:p>
      </w:tc>
      <w:tc>
        <w:tcPr>
          <w:tcW w:w="1080" w:type="dxa"/>
        </w:tcPr>
        <w:p w14:paraId="638DB0AB" w14:textId="77777777" w:rsidR="00B877D9" w:rsidRPr="002C231A" w:rsidRDefault="00B877D9" w:rsidP="003018F2">
          <w:pPr>
            <w:pStyle w:val="Footer"/>
          </w:pPr>
          <w:r w:rsidRPr="004B0EA9">
            <w:t xml:space="preserve">Page </w:t>
          </w:r>
          <w:r w:rsidRPr="004B0EA9">
            <w:fldChar w:fldCharType="begin"/>
          </w:r>
          <w:r w:rsidRPr="004B0EA9">
            <w:instrText xml:space="preserve"> PAGE </w:instrText>
          </w:r>
          <w:r w:rsidRPr="004B0EA9">
            <w:fldChar w:fldCharType="separate"/>
          </w:r>
          <w:r w:rsidR="006121C7">
            <w:rPr>
              <w:noProof/>
            </w:rPr>
            <w:t>5</w:t>
          </w:r>
          <w:r w:rsidRPr="004B0EA9">
            <w:fldChar w:fldCharType="end"/>
          </w:r>
          <w:r w:rsidRPr="004B0EA9">
            <w:t xml:space="preserve"> of </w:t>
          </w:r>
          <w:r w:rsidRPr="004B0EA9">
            <w:fldChar w:fldCharType="begin"/>
          </w:r>
          <w:r w:rsidRPr="004B0EA9">
            <w:instrText xml:space="preserve"> NUMPAGES </w:instrText>
          </w:r>
          <w:r w:rsidRPr="004B0EA9">
            <w:fldChar w:fldCharType="separate"/>
          </w:r>
          <w:r w:rsidR="006121C7">
            <w:rPr>
              <w:noProof/>
            </w:rPr>
            <w:t>5</w:t>
          </w:r>
          <w:r w:rsidRPr="004B0EA9">
            <w:fldChar w:fldCharType="end"/>
          </w:r>
        </w:p>
      </w:tc>
    </w:tr>
  </w:tbl>
  <w:p w14:paraId="3B88899E" w14:textId="77777777" w:rsidR="00B877D9" w:rsidRDefault="00B877D9" w:rsidP="003018F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6E131" w14:textId="77777777" w:rsidR="0078640C" w:rsidRDefault="0078640C" w:rsidP="003018F2">
      <w:r>
        <w:separator/>
      </w:r>
    </w:p>
    <w:p w14:paraId="2B1A0D70" w14:textId="77777777" w:rsidR="0078640C" w:rsidRDefault="0078640C" w:rsidP="003018F2"/>
    <w:p w14:paraId="21824619" w14:textId="77777777" w:rsidR="0078640C" w:rsidRDefault="0078640C" w:rsidP="003018F2"/>
    <w:p w14:paraId="1DC800B4" w14:textId="77777777" w:rsidR="0078640C" w:rsidRDefault="0078640C" w:rsidP="003018F2"/>
    <w:p w14:paraId="1CCFC825" w14:textId="77777777" w:rsidR="0078640C" w:rsidRDefault="0078640C" w:rsidP="003018F2"/>
    <w:p w14:paraId="6A3DE33E" w14:textId="77777777" w:rsidR="0078640C" w:rsidRDefault="0078640C" w:rsidP="003018F2"/>
    <w:p w14:paraId="6343BD61" w14:textId="77777777" w:rsidR="0078640C" w:rsidRDefault="0078640C" w:rsidP="003018F2"/>
    <w:p w14:paraId="38C515BE" w14:textId="77777777" w:rsidR="0078640C" w:rsidRDefault="0078640C" w:rsidP="003018F2"/>
    <w:p w14:paraId="7BDFFC40" w14:textId="77777777" w:rsidR="0078640C" w:rsidRDefault="0078640C" w:rsidP="003018F2"/>
    <w:p w14:paraId="5ADD2879" w14:textId="77777777" w:rsidR="0078640C" w:rsidRDefault="0078640C" w:rsidP="003018F2"/>
    <w:p w14:paraId="7166824B" w14:textId="77777777" w:rsidR="0078640C" w:rsidRDefault="0078640C" w:rsidP="003018F2"/>
    <w:p w14:paraId="04A17D5F" w14:textId="77777777" w:rsidR="0078640C" w:rsidRDefault="0078640C" w:rsidP="003018F2"/>
    <w:p w14:paraId="42535E62" w14:textId="77777777" w:rsidR="0078640C" w:rsidRDefault="0078640C" w:rsidP="003018F2"/>
    <w:p w14:paraId="1358AA46" w14:textId="77777777" w:rsidR="0078640C" w:rsidRDefault="0078640C" w:rsidP="003018F2"/>
    <w:p w14:paraId="4B88FCA5" w14:textId="77777777" w:rsidR="0078640C" w:rsidRDefault="0078640C" w:rsidP="003018F2"/>
    <w:p w14:paraId="61512F24" w14:textId="77777777" w:rsidR="0078640C" w:rsidRDefault="0078640C" w:rsidP="003018F2"/>
    <w:p w14:paraId="028A52D2" w14:textId="77777777" w:rsidR="0078640C" w:rsidRDefault="0078640C" w:rsidP="003018F2"/>
    <w:p w14:paraId="0F97F47F" w14:textId="77777777" w:rsidR="0078640C" w:rsidRDefault="0078640C" w:rsidP="003018F2"/>
    <w:p w14:paraId="538B5413" w14:textId="77777777" w:rsidR="0078640C" w:rsidRDefault="0078640C" w:rsidP="003018F2"/>
    <w:p w14:paraId="232546A1" w14:textId="77777777" w:rsidR="0078640C" w:rsidRDefault="0078640C" w:rsidP="003018F2"/>
    <w:p w14:paraId="68134D47" w14:textId="77777777" w:rsidR="0078640C" w:rsidRDefault="0078640C" w:rsidP="003018F2"/>
    <w:p w14:paraId="47887EE0" w14:textId="77777777" w:rsidR="0078640C" w:rsidRDefault="0078640C" w:rsidP="003018F2"/>
    <w:p w14:paraId="5A78284C" w14:textId="77777777" w:rsidR="0078640C" w:rsidRDefault="0078640C" w:rsidP="003018F2"/>
    <w:p w14:paraId="4EAECC0B" w14:textId="77777777" w:rsidR="0078640C" w:rsidRDefault="0078640C" w:rsidP="003018F2"/>
    <w:p w14:paraId="22D69312" w14:textId="77777777" w:rsidR="0078640C" w:rsidRDefault="0078640C" w:rsidP="003018F2"/>
    <w:p w14:paraId="1CD4E18C" w14:textId="77777777" w:rsidR="0078640C" w:rsidRDefault="0078640C" w:rsidP="003018F2"/>
    <w:p w14:paraId="2DDD80B1" w14:textId="77777777" w:rsidR="0078640C" w:rsidRDefault="0078640C" w:rsidP="003018F2"/>
    <w:p w14:paraId="259ECF0F" w14:textId="77777777" w:rsidR="0078640C" w:rsidRDefault="0078640C" w:rsidP="003018F2"/>
    <w:p w14:paraId="587A343C" w14:textId="77777777" w:rsidR="0078640C" w:rsidRDefault="0078640C" w:rsidP="003018F2"/>
    <w:p w14:paraId="6332CE11" w14:textId="77777777" w:rsidR="0078640C" w:rsidRDefault="0078640C" w:rsidP="003018F2"/>
    <w:p w14:paraId="2F184E13" w14:textId="77777777" w:rsidR="0078640C" w:rsidRDefault="0078640C" w:rsidP="003018F2"/>
    <w:p w14:paraId="5277F7F5" w14:textId="77777777" w:rsidR="0078640C" w:rsidRDefault="0078640C" w:rsidP="003018F2"/>
    <w:p w14:paraId="5F704FAA" w14:textId="77777777" w:rsidR="0078640C" w:rsidRDefault="0078640C" w:rsidP="003018F2"/>
    <w:p w14:paraId="72AD088B" w14:textId="77777777" w:rsidR="0078640C" w:rsidRDefault="0078640C" w:rsidP="003018F2"/>
  </w:footnote>
  <w:footnote w:type="continuationSeparator" w:id="0">
    <w:p w14:paraId="39DB7129" w14:textId="77777777" w:rsidR="0078640C" w:rsidRDefault="0078640C" w:rsidP="003018F2">
      <w:r>
        <w:continuationSeparator/>
      </w:r>
    </w:p>
    <w:p w14:paraId="329109F0" w14:textId="77777777" w:rsidR="0078640C" w:rsidRDefault="0078640C" w:rsidP="003018F2"/>
    <w:p w14:paraId="01370014" w14:textId="77777777" w:rsidR="0078640C" w:rsidRDefault="0078640C" w:rsidP="003018F2"/>
    <w:p w14:paraId="360AA21C" w14:textId="77777777" w:rsidR="0078640C" w:rsidRDefault="0078640C" w:rsidP="003018F2"/>
    <w:p w14:paraId="50F9D168" w14:textId="77777777" w:rsidR="0078640C" w:rsidRDefault="0078640C" w:rsidP="003018F2"/>
    <w:p w14:paraId="1AE361CB" w14:textId="77777777" w:rsidR="0078640C" w:rsidRDefault="0078640C" w:rsidP="003018F2"/>
    <w:p w14:paraId="202B6883" w14:textId="77777777" w:rsidR="0078640C" w:rsidRDefault="0078640C" w:rsidP="003018F2"/>
    <w:p w14:paraId="3C55332C" w14:textId="77777777" w:rsidR="0078640C" w:rsidRDefault="0078640C" w:rsidP="003018F2"/>
    <w:p w14:paraId="2B98E0B3" w14:textId="77777777" w:rsidR="0078640C" w:rsidRDefault="0078640C" w:rsidP="003018F2"/>
    <w:p w14:paraId="22F0F1F8" w14:textId="77777777" w:rsidR="0078640C" w:rsidRDefault="0078640C" w:rsidP="003018F2"/>
    <w:p w14:paraId="107F80C0" w14:textId="77777777" w:rsidR="0078640C" w:rsidRDefault="0078640C" w:rsidP="003018F2"/>
    <w:p w14:paraId="067B0E6F" w14:textId="77777777" w:rsidR="0078640C" w:rsidRDefault="0078640C" w:rsidP="003018F2"/>
    <w:p w14:paraId="39E57325" w14:textId="77777777" w:rsidR="0078640C" w:rsidRDefault="0078640C" w:rsidP="003018F2"/>
    <w:p w14:paraId="327F1C79" w14:textId="77777777" w:rsidR="0078640C" w:rsidRDefault="0078640C" w:rsidP="003018F2"/>
    <w:p w14:paraId="5174131D" w14:textId="77777777" w:rsidR="0078640C" w:rsidRDefault="0078640C" w:rsidP="003018F2"/>
    <w:p w14:paraId="6D0E3279" w14:textId="77777777" w:rsidR="0078640C" w:rsidRDefault="0078640C" w:rsidP="003018F2"/>
    <w:p w14:paraId="54B33E39" w14:textId="77777777" w:rsidR="0078640C" w:rsidRDefault="0078640C" w:rsidP="003018F2"/>
    <w:p w14:paraId="7B66EAB1" w14:textId="77777777" w:rsidR="0078640C" w:rsidRDefault="0078640C" w:rsidP="003018F2"/>
    <w:p w14:paraId="36468E46" w14:textId="77777777" w:rsidR="0078640C" w:rsidRDefault="0078640C" w:rsidP="003018F2"/>
    <w:p w14:paraId="4BCCE494" w14:textId="77777777" w:rsidR="0078640C" w:rsidRDefault="0078640C" w:rsidP="003018F2"/>
    <w:p w14:paraId="0E69D0BE" w14:textId="77777777" w:rsidR="0078640C" w:rsidRDefault="0078640C" w:rsidP="003018F2"/>
    <w:p w14:paraId="0C79CDBC" w14:textId="77777777" w:rsidR="0078640C" w:rsidRDefault="0078640C" w:rsidP="003018F2"/>
    <w:p w14:paraId="37D66E6D" w14:textId="77777777" w:rsidR="0078640C" w:rsidRDefault="0078640C" w:rsidP="003018F2"/>
    <w:p w14:paraId="3857303A" w14:textId="77777777" w:rsidR="0078640C" w:rsidRDefault="0078640C" w:rsidP="003018F2"/>
    <w:p w14:paraId="03E1F8BE" w14:textId="77777777" w:rsidR="0078640C" w:rsidRDefault="0078640C" w:rsidP="003018F2"/>
    <w:p w14:paraId="0F103212" w14:textId="77777777" w:rsidR="0078640C" w:rsidRDefault="0078640C" w:rsidP="003018F2"/>
    <w:p w14:paraId="7B5D93FC" w14:textId="77777777" w:rsidR="0078640C" w:rsidRDefault="0078640C" w:rsidP="003018F2"/>
    <w:p w14:paraId="50031445" w14:textId="77777777" w:rsidR="0078640C" w:rsidRDefault="0078640C" w:rsidP="003018F2"/>
    <w:p w14:paraId="212D804C" w14:textId="77777777" w:rsidR="0078640C" w:rsidRDefault="0078640C" w:rsidP="003018F2"/>
    <w:p w14:paraId="699FA64B" w14:textId="77777777" w:rsidR="0078640C" w:rsidRDefault="0078640C" w:rsidP="003018F2"/>
    <w:p w14:paraId="2CBB7E6A" w14:textId="77777777" w:rsidR="0078640C" w:rsidRDefault="0078640C" w:rsidP="003018F2"/>
    <w:p w14:paraId="2FED62F4" w14:textId="77777777" w:rsidR="0078640C" w:rsidRDefault="0078640C" w:rsidP="003018F2"/>
    <w:p w14:paraId="40F9F831" w14:textId="77777777" w:rsidR="0078640C" w:rsidRDefault="0078640C" w:rsidP="003018F2"/>
    <w:p w14:paraId="50B34990" w14:textId="77777777" w:rsidR="0078640C" w:rsidRDefault="0078640C" w:rsidP="003018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C75D1" w14:textId="77777777" w:rsidR="00B877D9" w:rsidRDefault="00B877D9" w:rsidP="003018F2">
    <w:pPr>
      <w:pStyle w:val="Header"/>
    </w:pPr>
  </w:p>
  <w:p w14:paraId="664355AD" w14:textId="77777777" w:rsidR="00B877D9" w:rsidRDefault="00B877D9" w:rsidP="003018F2"/>
  <w:p w14:paraId="1A965116" w14:textId="77777777" w:rsidR="00B877D9" w:rsidRDefault="00B877D9" w:rsidP="003018F2"/>
  <w:p w14:paraId="7DF4E37C" w14:textId="77777777" w:rsidR="00B877D9" w:rsidRDefault="00B877D9" w:rsidP="003018F2"/>
  <w:p w14:paraId="44FB30F8" w14:textId="77777777" w:rsidR="00B877D9" w:rsidRDefault="00B877D9" w:rsidP="003018F2"/>
  <w:p w14:paraId="1DA6542E" w14:textId="77777777" w:rsidR="00B877D9" w:rsidRDefault="00B877D9" w:rsidP="003018F2"/>
  <w:p w14:paraId="3041E394" w14:textId="77777777" w:rsidR="00B877D9" w:rsidRDefault="00B877D9" w:rsidP="003018F2"/>
  <w:p w14:paraId="722B00AE" w14:textId="77777777" w:rsidR="00B877D9" w:rsidRDefault="00B877D9" w:rsidP="003018F2"/>
  <w:p w14:paraId="42C6D796" w14:textId="77777777" w:rsidR="00B877D9" w:rsidRDefault="00B877D9" w:rsidP="003018F2"/>
  <w:p w14:paraId="6E1831B3" w14:textId="77777777" w:rsidR="00B877D9" w:rsidRDefault="00B877D9" w:rsidP="003018F2"/>
  <w:p w14:paraId="54E11D2A" w14:textId="77777777" w:rsidR="00B877D9" w:rsidRDefault="00B877D9" w:rsidP="003018F2"/>
  <w:p w14:paraId="31126E5D" w14:textId="77777777" w:rsidR="00B877D9" w:rsidRDefault="00B877D9" w:rsidP="003018F2"/>
  <w:p w14:paraId="2DE403A5" w14:textId="77777777" w:rsidR="00B877D9" w:rsidRDefault="00B877D9" w:rsidP="003018F2"/>
  <w:p w14:paraId="62431CDC" w14:textId="77777777" w:rsidR="00B877D9" w:rsidRDefault="00B877D9" w:rsidP="003018F2"/>
  <w:p w14:paraId="49E398E2" w14:textId="77777777" w:rsidR="00B877D9" w:rsidRDefault="00B877D9" w:rsidP="003018F2"/>
  <w:p w14:paraId="16287F21" w14:textId="77777777" w:rsidR="00B877D9" w:rsidRDefault="00B877D9" w:rsidP="003018F2"/>
  <w:p w14:paraId="5BE93A62" w14:textId="77777777" w:rsidR="00B877D9" w:rsidRDefault="00B877D9" w:rsidP="003018F2"/>
  <w:p w14:paraId="384BA73E" w14:textId="77777777" w:rsidR="00B877D9" w:rsidRDefault="00B877D9" w:rsidP="003018F2"/>
  <w:p w14:paraId="34B3F2EB" w14:textId="77777777" w:rsidR="00B877D9" w:rsidRDefault="00B877D9" w:rsidP="003018F2"/>
  <w:p w14:paraId="7D34F5C7" w14:textId="77777777" w:rsidR="00B877D9" w:rsidRDefault="00B877D9" w:rsidP="003018F2"/>
  <w:p w14:paraId="0B4020A7" w14:textId="77777777" w:rsidR="00B877D9" w:rsidRDefault="00B877D9" w:rsidP="003018F2"/>
  <w:p w14:paraId="1D7B270A" w14:textId="77777777" w:rsidR="00B877D9" w:rsidRDefault="00B877D9" w:rsidP="003018F2"/>
  <w:p w14:paraId="4F904CB7" w14:textId="77777777" w:rsidR="00B877D9" w:rsidRDefault="00B877D9" w:rsidP="003018F2"/>
  <w:p w14:paraId="06971CD3" w14:textId="77777777" w:rsidR="00B877D9" w:rsidRDefault="00B877D9" w:rsidP="003018F2"/>
  <w:p w14:paraId="2A1F701D" w14:textId="77777777" w:rsidR="00B877D9" w:rsidRDefault="00B877D9" w:rsidP="003018F2"/>
  <w:p w14:paraId="03EFCA41" w14:textId="77777777" w:rsidR="00B877D9" w:rsidRDefault="00B877D9" w:rsidP="003018F2"/>
  <w:p w14:paraId="5F96A722" w14:textId="77777777" w:rsidR="00B877D9" w:rsidRDefault="00B877D9" w:rsidP="003018F2"/>
  <w:p w14:paraId="5B95CD12" w14:textId="77777777" w:rsidR="00B877D9" w:rsidRDefault="00B877D9" w:rsidP="003018F2"/>
  <w:p w14:paraId="5220BBB2" w14:textId="77777777" w:rsidR="00B877D9" w:rsidRDefault="00B877D9" w:rsidP="003018F2"/>
  <w:p w14:paraId="13CB595B" w14:textId="77777777" w:rsidR="00B877D9" w:rsidRDefault="00B877D9" w:rsidP="003018F2"/>
  <w:p w14:paraId="6D9C8D39" w14:textId="77777777" w:rsidR="00B877D9" w:rsidRDefault="00B877D9" w:rsidP="003018F2"/>
  <w:p w14:paraId="675E05EE" w14:textId="77777777" w:rsidR="00B877D9" w:rsidRDefault="00B877D9" w:rsidP="003018F2"/>
  <w:p w14:paraId="2FC17F8B" w14:textId="77777777" w:rsidR="00B877D9" w:rsidRDefault="00B877D9" w:rsidP="003018F2"/>
  <w:p w14:paraId="0A4F7224" w14:textId="77777777" w:rsidR="00B877D9" w:rsidRDefault="00B877D9" w:rsidP="003018F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11" w:type="dxa"/>
      <w:tblInd w:w="-72" w:type="dxa"/>
      <w:tblLook w:val="01E0" w:firstRow="1" w:lastRow="1" w:firstColumn="1" w:lastColumn="1" w:noHBand="0" w:noVBand="0"/>
    </w:tblPr>
    <w:tblGrid>
      <w:gridCol w:w="2004"/>
      <w:gridCol w:w="7907"/>
    </w:tblGrid>
    <w:tr w:rsidR="00B877D9" w:rsidRPr="00F72ED6" w14:paraId="68F1B8F0" w14:textId="77777777" w:rsidTr="000655F9">
      <w:trPr>
        <w:trHeight w:val="865"/>
      </w:trPr>
      <w:tc>
        <w:tcPr>
          <w:tcW w:w="2004" w:type="dxa"/>
        </w:tcPr>
        <w:p w14:paraId="4442DA10" w14:textId="77777777" w:rsidR="00A24C4A" w:rsidRDefault="004F24F2" w:rsidP="003018F2">
          <w:pPr>
            <w:pStyle w:val="Header"/>
          </w:pPr>
          <w:r>
            <w:rPr>
              <w:noProof/>
            </w:rPr>
            <w:drawing>
              <wp:anchor distT="0" distB="0" distL="114300" distR="114300" simplePos="0" relativeHeight="251657728" behindDoc="0" locked="0" layoutInCell="1" allowOverlap="1" wp14:anchorId="49A5FCC2" wp14:editId="07777777">
                <wp:simplePos x="0" y="0"/>
                <wp:positionH relativeFrom="column">
                  <wp:posOffset>177800</wp:posOffset>
                </wp:positionH>
                <wp:positionV relativeFrom="paragraph">
                  <wp:posOffset>-10160</wp:posOffset>
                </wp:positionV>
                <wp:extent cx="1733550" cy="742950"/>
                <wp:effectExtent l="0" t="0" r="0" b="0"/>
                <wp:wrapNone/>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91599E" w14:textId="77777777" w:rsidR="00A24C4A" w:rsidRPr="00F72ED6" w:rsidRDefault="00A24C4A" w:rsidP="003018F2"/>
        <w:p w14:paraId="7673E5AE" w14:textId="77777777" w:rsidR="00B877D9" w:rsidRPr="00F72ED6" w:rsidRDefault="00B877D9" w:rsidP="003018F2"/>
      </w:tc>
      <w:tc>
        <w:tcPr>
          <w:tcW w:w="7907" w:type="dxa"/>
          <w:vAlign w:val="center"/>
        </w:tcPr>
        <w:p w14:paraId="65FC3B8A" w14:textId="77777777" w:rsidR="00B877D9" w:rsidRDefault="00B877D9" w:rsidP="003018F2">
          <w:pPr>
            <w:pStyle w:val="Title"/>
          </w:pPr>
          <w:r>
            <w:br/>
            <w:t>Supplier Registration Form</w:t>
          </w:r>
          <w:r>
            <w:br/>
          </w:r>
        </w:p>
      </w:tc>
    </w:tr>
  </w:tbl>
  <w:p w14:paraId="041D98D7" w14:textId="77777777" w:rsidR="00B877D9" w:rsidRDefault="00B877D9" w:rsidP="003018F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80C092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92CC20C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5304C3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1E0E38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DE0A4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64DB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C810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D2A4C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DA3FA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756A5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3F5D43"/>
    <w:multiLevelType w:val="hybridMultilevel"/>
    <w:tmpl w:val="4FE20840"/>
    <w:lvl w:ilvl="0" w:tplc="5AE69B28">
      <w:start w:val="1"/>
      <w:numFmt w:val="bullet"/>
      <w:lvlText w:val="&gt;"/>
      <w:lvlJc w:val="left"/>
      <w:pPr>
        <w:ind w:left="720" w:hanging="360"/>
      </w:pPr>
      <w:rPr>
        <w:rFonts w:ascii="Arial" w:eastAsia="Times New Roman"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1F7E49B0"/>
    <w:multiLevelType w:val="hybridMultilevel"/>
    <w:tmpl w:val="6A9C7E7C"/>
    <w:lvl w:ilvl="0" w:tplc="9984F4FE">
      <w:start w:val="1"/>
      <w:numFmt w:val="decimal"/>
      <w:pStyle w:val="heading3numbered"/>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040715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268440A7"/>
    <w:multiLevelType w:val="hybridMultilevel"/>
    <w:tmpl w:val="16F28CE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B6D421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3B442F8"/>
    <w:multiLevelType w:val="hybridMultilevel"/>
    <w:tmpl w:val="BFD4A47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8DE55F3"/>
    <w:multiLevelType w:val="hybridMultilevel"/>
    <w:tmpl w:val="41885AF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6282773"/>
    <w:multiLevelType w:val="hybridMultilevel"/>
    <w:tmpl w:val="3A5C2B6A"/>
    <w:lvl w:ilvl="0" w:tplc="0409000F">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AFB52C0"/>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E7645D0"/>
    <w:multiLevelType w:val="hybridMultilevel"/>
    <w:tmpl w:val="CBC02E56"/>
    <w:lvl w:ilvl="0" w:tplc="48FEB3F6">
      <w:start w:val="1"/>
      <w:numFmt w:val="bullet"/>
      <w:pStyle w:val="bulletarrow"/>
      <w:lvlText w:val="&gt;"/>
      <w:lvlJc w:val="left"/>
      <w:pPr>
        <w:tabs>
          <w:tab w:val="num" w:pos="360"/>
        </w:tabs>
        <w:ind w:left="36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4F41D2"/>
    <w:multiLevelType w:val="hybridMultilevel"/>
    <w:tmpl w:val="BA0AB0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615843FF"/>
    <w:multiLevelType w:val="hybridMultilevel"/>
    <w:tmpl w:val="66C40744"/>
    <w:lvl w:ilvl="0" w:tplc="C32E44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27312E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2FF10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98A2E9A"/>
    <w:multiLevelType w:val="hybridMultilevel"/>
    <w:tmpl w:val="E906365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B530FBA"/>
    <w:multiLevelType w:val="hybridMultilevel"/>
    <w:tmpl w:val="EA8236F8"/>
    <w:lvl w:ilvl="0" w:tplc="FEDE14F4">
      <w:start w:val="5"/>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171D2B"/>
    <w:multiLevelType w:val="hybridMultilevel"/>
    <w:tmpl w:val="7E4004C6"/>
    <w:lvl w:ilvl="0" w:tplc="43600B68">
      <w:start w:val="1"/>
      <w:numFmt w:val="decimal"/>
      <w:pStyle w:val="numberedbulletlist"/>
      <w:lvlText w:val="%1."/>
      <w:lvlJc w:val="left"/>
      <w:pPr>
        <w:tabs>
          <w:tab w:val="num" w:pos="1080"/>
        </w:tabs>
        <w:ind w:left="108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C225E1"/>
    <w:multiLevelType w:val="hybridMultilevel"/>
    <w:tmpl w:val="BC68663C"/>
    <w:lvl w:ilvl="0" w:tplc="A6F478E8">
      <w:start w:val="1"/>
      <w:numFmt w:val="lowerLetter"/>
      <w:lvlText w:val="%1."/>
      <w:lvlJc w:val="left"/>
      <w:pPr>
        <w:tabs>
          <w:tab w:val="num" w:pos="720"/>
        </w:tabs>
        <w:ind w:left="720" w:hanging="360"/>
      </w:pPr>
      <w:rPr>
        <w:rFonts w:ascii="Arial" w:hAnsi="Arial" w:cs="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0594730"/>
    <w:multiLevelType w:val="multilevel"/>
    <w:tmpl w:val="E9063658"/>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79F63F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4"/>
  </w:num>
  <w:num w:numId="2">
    <w:abstractNumId w:val="13"/>
  </w:num>
  <w:num w:numId="3">
    <w:abstractNumId w:val="15"/>
  </w:num>
  <w:num w:numId="4">
    <w:abstractNumId w:val="16"/>
  </w:num>
  <w:num w:numId="5">
    <w:abstractNumId w:val="20"/>
  </w:num>
  <w:num w:numId="6">
    <w:abstractNumId w:val="28"/>
  </w:num>
  <w:num w:numId="7">
    <w:abstractNumId w:val="17"/>
  </w:num>
  <w:num w:numId="8">
    <w:abstractNumId w:val="2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6"/>
  </w:num>
  <w:num w:numId="20">
    <w:abstractNumId w:val="26"/>
  </w:num>
  <w:num w:numId="21">
    <w:abstractNumId w:val="19"/>
  </w:num>
  <w:num w:numId="22">
    <w:abstractNumId w:val="19"/>
  </w:num>
  <w:num w:numId="23">
    <w:abstractNumId w:val="19"/>
  </w:num>
  <w:num w:numId="24">
    <w:abstractNumId w:val="11"/>
  </w:num>
  <w:num w:numId="25">
    <w:abstractNumId w:val="26"/>
  </w:num>
  <w:num w:numId="26">
    <w:abstractNumId w:val="14"/>
  </w:num>
  <w:num w:numId="27">
    <w:abstractNumId w:val="29"/>
  </w:num>
  <w:num w:numId="28">
    <w:abstractNumId w:val="22"/>
  </w:num>
  <w:num w:numId="29">
    <w:abstractNumId w:val="23"/>
  </w:num>
  <w:num w:numId="30">
    <w:abstractNumId w:val="18"/>
  </w:num>
  <w:num w:numId="31">
    <w:abstractNumId w:val="12"/>
  </w:num>
  <w:num w:numId="32">
    <w:abstractNumId w:val="19"/>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26"/>
  </w:num>
  <w:num w:numId="44">
    <w:abstractNumId w:val="19"/>
  </w:num>
  <w:num w:numId="45">
    <w:abstractNumId w:val="19"/>
  </w:num>
  <w:num w:numId="46">
    <w:abstractNumId w:val="25"/>
  </w:num>
  <w:num w:numId="47">
    <w:abstractNumId w:val="10"/>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875"/>
    <w:rsid w:val="0001626D"/>
    <w:rsid w:val="000655F9"/>
    <w:rsid w:val="00091C61"/>
    <w:rsid w:val="000B42E9"/>
    <w:rsid w:val="000B442C"/>
    <w:rsid w:val="000C0E6D"/>
    <w:rsid w:val="000C170C"/>
    <w:rsid w:val="000F0827"/>
    <w:rsid w:val="000F13D9"/>
    <w:rsid w:val="0012018B"/>
    <w:rsid w:val="0014690A"/>
    <w:rsid w:val="0018418F"/>
    <w:rsid w:val="001A3BBB"/>
    <w:rsid w:val="001A5204"/>
    <w:rsid w:val="001C3725"/>
    <w:rsid w:val="00226637"/>
    <w:rsid w:val="00235C1D"/>
    <w:rsid w:val="00244DA0"/>
    <w:rsid w:val="00267EE5"/>
    <w:rsid w:val="002A01F5"/>
    <w:rsid w:val="002A6FD3"/>
    <w:rsid w:val="002B016F"/>
    <w:rsid w:val="002B59B8"/>
    <w:rsid w:val="002C231A"/>
    <w:rsid w:val="002D34D4"/>
    <w:rsid w:val="002E6252"/>
    <w:rsid w:val="002F4ABE"/>
    <w:rsid w:val="002F5AC2"/>
    <w:rsid w:val="003018F2"/>
    <w:rsid w:val="00310D6D"/>
    <w:rsid w:val="00332C08"/>
    <w:rsid w:val="00333706"/>
    <w:rsid w:val="00345D65"/>
    <w:rsid w:val="003739A2"/>
    <w:rsid w:val="00387ED3"/>
    <w:rsid w:val="00391A11"/>
    <w:rsid w:val="003960F5"/>
    <w:rsid w:val="00397EDB"/>
    <w:rsid w:val="003C0D5F"/>
    <w:rsid w:val="003C6B44"/>
    <w:rsid w:val="003D695E"/>
    <w:rsid w:val="003F2F9C"/>
    <w:rsid w:val="00400B22"/>
    <w:rsid w:val="004039C9"/>
    <w:rsid w:val="004077D7"/>
    <w:rsid w:val="00410A5B"/>
    <w:rsid w:val="00430790"/>
    <w:rsid w:val="00446F6A"/>
    <w:rsid w:val="00453012"/>
    <w:rsid w:val="00453178"/>
    <w:rsid w:val="004549F6"/>
    <w:rsid w:val="0047041C"/>
    <w:rsid w:val="00470FF7"/>
    <w:rsid w:val="00476BC1"/>
    <w:rsid w:val="00486A8B"/>
    <w:rsid w:val="004B0EA9"/>
    <w:rsid w:val="004B65CA"/>
    <w:rsid w:val="004C1DCF"/>
    <w:rsid w:val="004F24F2"/>
    <w:rsid w:val="004F2DE8"/>
    <w:rsid w:val="005214BC"/>
    <w:rsid w:val="0053137B"/>
    <w:rsid w:val="0056153F"/>
    <w:rsid w:val="00562858"/>
    <w:rsid w:val="00564F47"/>
    <w:rsid w:val="00577073"/>
    <w:rsid w:val="005C70FD"/>
    <w:rsid w:val="005F314A"/>
    <w:rsid w:val="005F4888"/>
    <w:rsid w:val="006121C7"/>
    <w:rsid w:val="00616FFB"/>
    <w:rsid w:val="00633A64"/>
    <w:rsid w:val="006462A3"/>
    <w:rsid w:val="00656207"/>
    <w:rsid w:val="006A5C5E"/>
    <w:rsid w:val="006C2A42"/>
    <w:rsid w:val="006F4853"/>
    <w:rsid w:val="007124DA"/>
    <w:rsid w:val="0072066B"/>
    <w:rsid w:val="00721FA0"/>
    <w:rsid w:val="00741432"/>
    <w:rsid w:val="00746A52"/>
    <w:rsid w:val="00764032"/>
    <w:rsid w:val="0076708C"/>
    <w:rsid w:val="0078328F"/>
    <w:rsid w:val="0078379F"/>
    <w:rsid w:val="0078640C"/>
    <w:rsid w:val="007925C3"/>
    <w:rsid w:val="007A10CF"/>
    <w:rsid w:val="007C42E4"/>
    <w:rsid w:val="007E3601"/>
    <w:rsid w:val="007E3F7F"/>
    <w:rsid w:val="00813270"/>
    <w:rsid w:val="00813931"/>
    <w:rsid w:val="00821E74"/>
    <w:rsid w:val="00845DF2"/>
    <w:rsid w:val="00861F46"/>
    <w:rsid w:val="008873EF"/>
    <w:rsid w:val="0089310D"/>
    <w:rsid w:val="008A0792"/>
    <w:rsid w:val="008A1157"/>
    <w:rsid w:val="008A3E7E"/>
    <w:rsid w:val="008D137A"/>
    <w:rsid w:val="008D5F07"/>
    <w:rsid w:val="008E10BF"/>
    <w:rsid w:val="008F4769"/>
    <w:rsid w:val="00902F31"/>
    <w:rsid w:val="00925372"/>
    <w:rsid w:val="00930DB2"/>
    <w:rsid w:val="00940F54"/>
    <w:rsid w:val="00945586"/>
    <w:rsid w:val="00952D97"/>
    <w:rsid w:val="00961F8A"/>
    <w:rsid w:val="00975D7D"/>
    <w:rsid w:val="0098760D"/>
    <w:rsid w:val="009A04F7"/>
    <w:rsid w:val="009A6C16"/>
    <w:rsid w:val="009B1205"/>
    <w:rsid w:val="009B3676"/>
    <w:rsid w:val="009B524A"/>
    <w:rsid w:val="009F1C0C"/>
    <w:rsid w:val="009F7D49"/>
    <w:rsid w:val="00A0078A"/>
    <w:rsid w:val="00A139DD"/>
    <w:rsid w:val="00A24C4A"/>
    <w:rsid w:val="00A37365"/>
    <w:rsid w:val="00A6736D"/>
    <w:rsid w:val="00A778B2"/>
    <w:rsid w:val="00A81B2F"/>
    <w:rsid w:val="00A95FAF"/>
    <w:rsid w:val="00AC7A6A"/>
    <w:rsid w:val="00AD3129"/>
    <w:rsid w:val="00AD3187"/>
    <w:rsid w:val="00AD4599"/>
    <w:rsid w:val="00AF5624"/>
    <w:rsid w:val="00B127C1"/>
    <w:rsid w:val="00B23C50"/>
    <w:rsid w:val="00B82E06"/>
    <w:rsid w:val="00B877D9"/>
    <w:rsid w:val="00BD04D4"/>
    <w:rsid w:val="00BF11B0"/>
    <w:rsid w:val="00BF64AD"/>
    <w:rsid w:val="00C014D0"/>
    <w:rsid w:val="00C037B3"/>
    <w:rsid w:val="00C13172"/>
    <w:rsid w:val="00C22146"/>
    <w:rsid w:val="00C3627B"/>
    <w:rsid w:val="00C40FCA"/>
    <w:rsid w:val="00C46741"/>
    <w:rsid w:val="00C534C5"/>
    <w:rsid w:val="00C624D2"/>
    <w:rsid w:val="00C63FAF"/>
    <w:rsid w:val="00C7505B"/>
    <w:rsid w:val="00C800E0"/>
    <w:rsid w:val="00CB7D08"/>
    <w:rsid w:val="00CC1549"/>
    <w:rsid w:val="00CC7008"/>
    <w:rsid w:val="00CC72A8"/>
    <w:rsid w:val="00CD0CFF"/>
    <w:rsid w:val="00CD208D"/>
    <w:rsid w:val="00CE105C"/>
    <w:rsid w:val="00CE49D9"/>
    <w:rsid w:val="00CF5875"/>
    <w:rsid w:val="00CF73B7"/>
    <w:rsid w:val="00D03F61"/>
    <w:rsid w:val="00D04A86"/>
    <w:rsid w:val="00D06E34"/>
    <w:rsid w:val="00D17F3B"/>
    <w:rsid w:val="00D23000"/>
    <w:rsid w:val="00D40E5B"/>
    <w:rsid w:val="00D65589"/>
    <w:rsid w:val="00DC068B"/>
    <w:rsid w:val="00DD00FB"/>
    <w:rsid w:val="00DD125E"/>
    <w:rsid w:val="00DE7FF1"/>
    <w:rsid w:val="00DF4EF0"/>
    <w:rsid w:val="00E208D9"/>
    <w:rsid w:val="00E44C0C"/>
    <w:rsid w:val="00E61A05"/>
    <w:rsid w:val="00E6263A"/>
    <w:rsid w:val="00EB1F9B"/>
    <w:rsid w:val="00EC0A39"/>
    <w:rsid w:val="00EC2D7F"/>
    <w:rsid w:val="00EC3E37"/>
    <w:rsid w:val="00EC5C1F"/>
    <w:rsid w:val="00EC69FA"/>
    <w:rsid w:val="00ED05D6"/>
    <w:rsid w:val="00ED1E9D"/>
    <w:rsid w:val="00EF71A6"/>
    <w:rsid w:val="00F066F1"/>
    <w:rsid w:val="00F1036F"/>
    <w:rsid w:val="00F15C20"/>
    <w:rsid w:val="00F22AEC"/>
    <w:rsid w:val="00F5115A"/>
    <w:rsid w:val="00F607DC"/>
    <w:rsid w:val="00F615A3"/>
    <w:rsid w:val="00F72ED6"/>
    <w:rsid w:val="00F8790E"/>
    <w:rsid w:val="00F96C8E"/>
    <w:rsid w:val="00FB03A7"/>
    <w:rsid w:val="00FD3591"/>
    <w:rsid w:val="329CB06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B2F263"/>
  <w15:chartTrackingRefBased/>
  <w15:docId w15:val="{4C344332-B18E-45B9-B8AA-CE77B7FD5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rsid w:val="003018F2"/>
    <w:pPr>
      <w:bidi/>
      <w:spacing w:after="60"/>
      <w:jc w:val="right"/>
    </w:pPr>
    <w:rPr>
      <w:rFonts w:ascii="Calibri" w:hAnsi="Calibri"/>
      <w:sz w:val="22"/>
      <w:szCs w:val="24"/>
      <w:lang w:val="en-US" w:eastAsia="en-US"/>
    </w:rPr>
  </w:style>
  <w:style w:type="paragraph" w:styleId="Heading1">
    <w:name w:val="heading 1"/>
    <w:basedOn w:val="Normal"/>
    <w:next w:val="Normal"/>
    <w:autoRedefine/>
    <w:qFormat/>
    <w:rsid w:val="00A37365"/>
    <w:pPr>
      <w:keepNext/>
      <w:spacing w:before="240" w:after="240"/>
      <w:outlineLvl w:val="0"/>
    </w:pPr>
    <w:rPr>
      <w:rFonts w:cs="Arial"/>
      <w:b/>
      <w:bCs/>
      <w:kern w:val="32"/>
      <w:sz w:val="28"/>
      <w:szCs w:val="32"/>
      <w:lang w:val="en-GB"/>
    </w:rPr>
  </w:style>
  <w:style w:type="paragraph" w:styleId="Heading2">
    <w:name w:val="heading 2"/>
    <w:basedOn w:val="Normal"/>
    <w:next w:val="Normal"/>
    <w:autoRedefine/>
    <w:qFormat/>
    <w:rsid w:val="00A37365"/>
    <w:pPr>
      <w:keepNext/>
      <w:spacing w:before="240"/>
      <w:outlineLvl w:val="1"/>
    </w:pPr>
    <w:rPr>
      <w:rFonts w:cs="Arial"/>
      <w:b/>
      <w:bCs/>
      <w:iCs/>
      <w:sz w:val="24"/>
      <w:szCs w:val="28"/>
    </w:rPr>
  </w:style>
  <w:style w:type="paragraph" w:styleId="Heading3">
    <w:name w:val="heading 3"/>
    <w:basedOn w:val="Normal"/>
    <w:next w:val="Normal"/>
    <w:autoRedefine/>
    <w:qFormat/>
    <w:rsid w:val="00A37365"/>
    <w:pPr>
      <w:keepNext/>
      <w:spacing w:before="240"/>
      <w:outlineLvl w:val="2"/>
    </w:pPr>
    <w:rPr>
      <w:rFonts w:cs="Arial"/>
      <w:b/>
      <w:bCs/>
      <w:szCs w:val="26"/>
    </w:rPr>
  </w:style>
  <w:style w:type="paragraph" w:styleId="Heading4">
    <w:name w:val="heading 4"/>
    <w:basedOn w:val="Normal"/>
    <w:next w:val="Normal"/>
    <w:qFormat/>
    <w:rsid w:val="00A37365"/>
    <w:pPr>
      <w:keepNext/>
      <w:spacing w:before="240"/>
      <w:outlineLvl w:val="3"/>
    </w:pPr>
    <w:rPr>
      <w:rFonts w:ascii="Times New Roman" w:hAnsi="Times New Roman"/>
      <w:b/>
      <w:bCs/>
      <w:sz w:val="28"/>
      <w:szCs w:val="28"/>
    </w:rPr>
  </w:style>
  <w:style w:type="paragraph" w:styleId="Heading5">
    <w:name w:val="heading 5"/>
    <w:basedOn w:val="Normal"/>
    <w:next w:val="Normal"/>
    <w:qFormat/>
    <w:rsid w:val="00A37365"/>
    <w:pPr>
      <w:spacing w:before="240"/>
      <w:outlineLvl w:val="4"/>
    </w:pPr>
    <w:rPr>
      <w:b/>
      <w:bCs/>
      <w:i/>
      <w:iCs/>
      <w:sz w:val="26"/>
      <w:szCs w:val="26"/>
    </w:rPr>
  </w:style>
  <w:style w:type="paragraph" w:styleId="Heading6">
    <w:name w:val="heading 6"/>
    <w:basedOn w:val="Normal"/>
    <w:next w:val="Normal"/>
    <w:qFormat/>
    <w:rsid w:val="00A37365"/>
    <w:pPr>
      <w:spacing w:before="240"/>
      <w:outlineLvl w:val="5"/>
    </w:pPr>
    <w:rPr>
      <w:rFonts w:ascii="Times New Roman" w:hAnsi="Times New Roman"/>
      <w:b/>
      <w:bCs/>
      <w:szCs w:val="22"/>
    </w:rPr>
  </w:style>
  <w:style w:type="paragraph" w:styleId="Heading7">
    <w:name w:val="heading 7"/>
    <w:basedOn w:val="Normal"/>
    <w:next w:val="Normal"/>
    <w:qFormat/>
    <w:rsid w:val="00A37365"/>
    <w:pPr>
      <w:spacing w:before="240"/>
      <w:outlineLvl w:val="6"/>
    </w:pPr>
    <w:rPr>
      <w:rFonts w:ascii="Times New Roman" w:hAnsi="Times New Roman"/>
      <w:sz w:val="24"/>
    </w:rPr>
  </w:style>
  <w:style w:type="paragraph" w:styleId="Heading8">
    <w:name w:val="heading 8"/>
    <w:basedOn w:val="Normal"/>
    <w:next w:val="Normal"/>
    <w:qFormat/>
    <w:rsid w:val="00A37365"/>
    <w:pPr>
      <w:spacing w:before="240"/>
      <w:outlineLvl w:val="7"/>
    </w:pPr>
    <w:rPr>
      <w:rFonts w:ascii="Times New Roman" w:hAnsi="Times New Roman"/>
      <w:i/>
      <w:iCs/>
      <w:sz w:val="24"/>
    </w:rPr>
  </w:style>
  <w:style w:type="paragraph" w:styleId="Heading9">
    <w:name w:val="heading 9"/>
    <w:basedOn w:val="Normal"/>
    <w:next w:val="Normal"/>
    <w:qFormat/>
    <w:rsid w:val="00A37365"/>
    <w:pPr>
      <w:spacing w:before="24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37365"/>
    <w:rPr>
      <w:rFonts w:ascii="Tahoma" w:hAnsi="Tahoma" w:cs="Tahoma"/>
      <w:sz w:val="16"/>
      <w:szCs w:val="16"/>
    </w:rPr>
  </w:style>
  <w:style w:type="paragraph" w:styleId="Header">
    <w:name w:val="header"/>
    <w:basedOn w:val="Normal"/>
    <w:autoRedefine/>
    <w:rsid w:val="00A37365"/>
    <w:pPr>
      <w:tabs>
        <w:tab w:val="center" w:pos="4320"/>
        <w:tab w:val="right" w:pos="8640"/>
      </w:tabs>
    </w:pPr>
    <w:rPr>
      <w:i/>
    </w:rPr>
  </w:style>
  <w:style w:type="paragraph" w:styleId="Footer">
    <w:name w:val="footer"/>
    <w:basedOn w:val="Normal"/>
    <w:autoRedefine/>
    <w:rsid w:val="00A37365"/>
    <w:pPr>
      <w:tabs>
        <w:tab w:val="center" w:pos="4320"/>
        <w:tab w:val="right" w:pos="8640"/>
      </w:tabs>
      <w:jc w:val="center"/>
    </w:pPr>
    <w:rPr>
      <w:sz w:val="16"/>
    </w:rPr>
  </w:style>
  <w:style w:type="character" w:styleId="Hyperlink">
    <w:name w:val="Hyperlink"/>
    <w:semiHidden/>
    <w:rsid w:val="00A37365"/>
    <w:rPr>
      <w:color w:val="0000FF"/>
      <w:u w:val="single"/>
    </w:rPr>
  </w:style>
  <w:style w:type="paragraph" w:styleId="Title">
    <w:name w:val="Title"/>
    <w:basedOn w:val="Normal"/>
    <w:autoRedefine/>
    <w:qFormat/>
    <w:rsid w:val="00A37365"/>
    <w:pPr>
      <w:spacing w:before="240"/>
      <w:jc w:val="center"/>
      <w:outlineLvl w:val="0"/>
    </w:pPr>
    <w:rPr>
      <w:rFonts w:cs="Arial"/>
      <w:b/>
      <w:bCs/>
      <w:kern w:val="28"/>
      <w:sz w:val="36"/>
      <w:szCs w:val="32"/>
    </w:rPr>
  </w:style>
  <w:style w:type="table" w:styleId="TableGrid">
    <w:name w:val="Table Grid"/>
    <w:basedOn w:val="TableNormal"/>
    <w:semiHidden/>
    <w:rsid w:val="00A37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llnormal">
    <w:name w:val="cell_normal"/>
    <w:basedOn w:val="Normal"/>
    <w:semiHidden/>
    <w:rsid w:val="00A37365"/>
    <w:pPr>
      <w:spacing w:before="60"/>
    </w:pPr>
  </w:style>
  <w:style w:type="character" w:styleId="FollowedHyperlink">
    <w:name w:val="FollowedHyperlink"/>
    <w:semiHidden/>
    <w:rsid w:val="00A37365"/>
    <w:rPr>
      <w:color w:val="800080"/>
      <w:u w:val="single"/>
    </w:rPr>
  </w:style>
  <w:style w:type="paragraph" w:customStyle="1" w:styleId="cellbullet">
    <w:name w:val="cell_bullet"/>
    <w:basedOn w:val="cellnormal"/>
    <w:semiHidden/>
    <w:rsid w:val="00A37365"/>
  </w:style>
  <w:style w:type="paragraph" w:customStyle="1" w:styleId="normalbold">
    <w:name w:val="normal_bold"/>
    <w:basedOn w:val="cellnormal"/>
    <w:autoRedefine/>
    <w:semiHidden/>
    <w:rsid w:val="00A37365"/>
    <w:pPr>
      <w:framePr w:hSpace="180" w:wrap="around" w:vAnchor="text" w:hAnchor="margin" w:y="136"/>
    </w:pPr>
    <w:rPr>
      <w:b/>
    </w:rPr>
  </w:style>
  <w:style w:type="paragraph" w:customStyle="1" w:styleId="note">
    <w:name w:val="note"/>
    <w:basedOn w:val="Normal"/>
    <w:autoRedefine/>
    <w:semiHidden/>
    <w:rsid w:val="00A37365"/>
    <w:pPr>
      <w:framePr w:hSpace="180" w:wrap="around" w:vAnchor="text" w:hAnchor="margin" w:y="136"/>
    </w:pPr>
  </w:style>
  <w:style w:type="paragraph" w:customStyle="1" w:styleId="bulletarrow">
    <w:name w:val="bullet_arrow"/>
    <w:basedOn w:val="Normal"/>
    <w:autoRedefine/>
    <w:rsid w:val="007925C3"/>
    <w:pPr>
      <w:numPr>
        <w:numId w:val="45"/>
      </w:numPr>
      <w:spacing w:before="60"/>
    </w:pPr>
  </w:style>
  <w:style w:type="paragraph" w:customStyle="1" w:styleId="StylebulletarrowLeft0Firstline0">
    <w:name w:val="Style bullet_arrow + Left:  0&quot; First line:  0&quot;"/>
    <w:basedOn w:val="bulletarrow"/>
    <w:autoRedefine/>
    <w:semiHidden/>
    <w:rsid w:val="00A37365"/>
    <w:pPr>
      <w:numPr>
        <w:numId w:val="0"/>
      </w:numPr>
    </w:pPr>
    <w:rPr>
      <w:szCs w:val="20"/>
    </w:rPr>
  </w:style>
  <w:style w:type="paragraph" w:customStyle="1" w:styleId="normal9">
    <w:name w:val="normal_9"/>
    <w:basedOn w:val="Normal"/>
    <w:autoRedefine/>
    <w:semiHidden/>
    <w:rsid w:val="00A37365"/>
    <w:rPr>
      <w:sz w:val="18"/>
    </w:rPr>
  </w:style>
  <w:style w:type="paragraph" w:customStyle="1" w:styleId="Bold9">
    <w:name w:val="Bold_9"/>
    <w:basedOn w:val="Normal"/>
    <w:autoRedefine/>
    <w:semiHidden/>
    <w:rsid w:val="00A37365"/>
    <w:rPr>
      <w:b/>
      <w:bCs/>
      <w:sz w:val="18"/>
    </w:rPr>
  </w:style>
  <w:style w:type="paragraph" w:customStyle="1" w:styleId="italic9">
    <w:name w:val="italic_9"/>
    <w:basedOn w:val="Normal"/>
    <w:autoRedefine/>
    <w:semiHidden/>
    <w:rsid w:val="00A37365"/>
    <w:rPr>
      <w:i/>
      <w:sz w:val="18"/>
    </w:rPr>
  </w:style>
  <w:style w:type="paragraph" w:customStyle="1" w:styleId="foootnotespecial">
    <w:name w:val="foootnote_special"/>
    <w:basedOn w:val="Normal"/>
    <w:autoRedefine/>
    <w:semiHidden/>
    <w:rsid w:val="00A37365"/>
    <w:pPr>
      <w:widowControl w:val="0"/>
      <w:autoSpaceDE w:val="0"/>
      <w:autoSpaceDN w:val="0"/>
      <w:adjustRightInd w:val="0"/>
      <w:spacing w:line="180" w:lineRule="atLeast"/>
      <w:ind w:left="-900" w:right="-1080"/>
      <w:jc w:val="both"/>
    </w:pPr>
    <w:rPr>
      <w:sz w:val="12"/>
      <w:szCs w:val="11"/>
    </w:rPr>
  </w:style>
  <w:style w:type="paragraph" w:customStyle="1" w:styleId="cell9">
    <w:name w:val="cell_9"/>
    <w:basedOn w:val="cellnormal"/>
    <w:autoRedefine/>
    <w:semiHidden/>
    <w:rsid w:val="00A37365"/>
    <w:rPr>
      <w:sz w:val="18"/>
    </w:rPr>
  </w:style>
  <w:style w:type="paragraph" w:customStyle="1" w:styleId="heading3numbered">
    <w:name w:val="heading3 numbered"/>
    <w:basedOn w:val="Heading3"/>
    <w:autoRedefine/>
    <w:rsid w:val="00AF5624"/>
    <w:pPr>
      <w:numPr>
        <w:numId w:val="24"/>
      </w:numPr>
    </w:pPr>
    <w:rPr>
      <w:b w:val="0"/>
    </w:rPr>
  </w:style>
  <w:style w:type="paragraph" w:customStyle="1" w:styleId="numberedbulletlist">
    <w:name w:val="numbered bullet list"/>
    <w:basedOn w:val="cellbullet"/>
    <w:autoRedefine/>
    <w:semiHidden/>
    <w:rsid w:val="00A37365"/>
    <w:pPr>
      <w:numPr>
        <w:numId w:val="43"/>
      </w:numPr>
    </w:pPr>
  </w:style>
  <w:style w:type="paragraph" w:customStyle="1" w:styleId="normallistbullet">
    <w:name w:val="normal list bullet"/>
    <w:basedOn w:val="cellbullet"/>
    <w:autoRedefine/>
    <w:semiHidden/>
    <w:rsid w:val="00A37365"/>
    <w:pPr>
      <w:ind w:left="288"/>
    </w:pPr>
  </w:style>
  <w:style w:type="numbering" w:styleId="111111">
    <w:name w:val="Outline List 2"/>
    <w:basedOn w:val="NoList"/>
    <w:semiHidden/>
    <w:rsid w:val="00A37365"/>
    <w:pPr>
      <w:numPr>
        <w:numId w:val="27"/>
      </w:numPr>
    </w:pPr>
  </w:style>
  <w:style w:type="numbering" w:styleId="1ai">
    <w:name w:val="Outline List 1"/>
    <w:basedOn w:val="NoList"/>
    <w:semiHidden/>
    <w:rsid w:val="00A37365"/>
    <w:pPr>
      <w:numPr>
        <w:numId w:val="29"/>
      </w:numPr>
    </w:pPr>
  </w:style>
  <w:style w:type="numbering" w:styleId="ArticleSection">
    <w:name w:val="Outline List 3"/>
    <w:basedOn w:val="NoList"/>
    <w:semiHidden/>
    <w:rsid w:val="00A37365"/>
    <w:pPr>
      <w:numPr>
        <w:numId w:val="30"/>
      </w:numPr>
    </w:pPr>
  </w:style>
  <w:style w:type="paragraph" w:styleId="BlockText">
    <w:name w:val="Block Text"/>
    <w:basedOn w:val="Normal"/>
    <w:semiHidden/>
    <w:rsid w:val="00A37365"/>
    <w:pPr>
      <w:spacing w:after="120"/>
      <w:ind w:left="1440" w:right="1440"/>
    </w:pPr>
  </w:style>
  <w:style w:type="paragraph" w:styleId="BodyText">
    <w:name w:val="Body Text"/>
    <w:basedOn w:val="Normal"/>
    <w:semiHidden/>
    <w:rsid w:val="00A37365"/>
    <w:pPr>
      <w:spacing w:after="120"/>
    </w:pPr>
  </w:style>
  <w:style w:type="paragraph" w:styleId="BodyText2">
    <w:name w:val="Body Text 2"/>
    <w:basedOn w:val="Normal"/>
    <w:semiHidden/>
    <w:rsid w:val="00A37365"/>
    <w:pPr>
      <w:spacing w:after="120" w:line="480" w:lineRule="auto"/>
    </w:pPr>
  </w:style>
  <w:style w:type="paragraph" w:styleId="BodyText3">
    <w:name w:val="Body Text 3"/>
    <w:basedOn w:val="Normal"/>
    <w:semiHidden/>
    <w:rsid w:val="00A37365"/>
    <w:pPr>
      <w:spacing w:after="120"/>
    </w:pPr>
    <w:rPr>
      <w:sz w:val="16"/>
      <w:szCs w:val="16"/>
    </w:rPr>
  </w:style>
  <w:style w:type="paragraph" w:styleId="BodyTextFirstIndent">
    <w:name w:val="Body Text First Indent"/>
    <w:basedOn w:val="BodyText"/>
    <w:semiHidden/>
    <w:rsid w:val="00A37365"/>
    <w:pPr>
      <w:ind w:firstLine="210"/>
    </w:pPr>
  </w:style>
  <w:style w:type="paragraph" w:styleId="BodyTextIndent">
    <w:name w:val="Body Text Indent"/>
    <w:basedOn w:val="Normal"/>
    <w:semiHidden/>
    <w:rsid w:val="00A37365"/>
    <w:pPr>
      <w:spacing w:after="120"/>
      <w:ind w:left="283"/>
    </w:pPr>
  </w:style>
  <w:style w:type="paragraph" w:styleId="BodyTextFirstIndent2">
    <w:name w:val="Body Text First Indent 2"/>
    <w:basedOn w:val="BodyTextIndent"/>
    <w:semiHidden/>
    <w:rsid w:val="00A37365"/>
    <w:pPr>
      <w:ind w:firstLine="210"/>
    </w:pPr>
  </w:style>
  <w:style w:type="paragraph" w:styleId="BodyTextIndent2">
    <w:name w:val="Body Text Indent 2"/>
    <w:basedOn w:val="Normal"/>
    <w:semiHidden/>
    <w:rsid w:val="00A37365"/>
    <w:pPr>
      <w:spacing w:after="120" w:line="480" w:lineRule="auto"/>
      <w:ind w:left="283"/>
    </w:pPr>
  </w:style>
  <w:style w:type="paragraph" w:styleId="BodyTextIndent3">
    <w:name w:val="Body Text Indent 3"/>
    <w:basedOn w:val="Normal"/>
    <w:semiHidden/>
    <w:rsid w:val="00A37365"/>
    <w:pPr>
      <w:spacing w:after="120"/>
      <w:ind w:left="283"/>
    </w:pPr>
    <w:rPr>
      <w:sz w:val="16"/>
      <w:szCs w:val="16"/>
    </w:rPr>
  </w:style>
  <w:style w:type="paragraph" w:styleId="Closing">
    <w:name w:val="Closing"/>
    <w:basedOn w:val="Normal"/>
    <w:semiHidden/>
    <w:rsid w:val="00A37365"/>
    <w:pPr>
      <w:ind w:left="4252"/>
    </w:pPr>
  </w:style>
  <w:style w:type="paragraph" w:styleId="Date">
    <w:name w:val="Date"/>
    <w:basedOn w:val="Normal"/>
    <w:next w:val="Normal"/>
    <w:semiHidden/>
    <w:rsid w:val="00A37365"/>
  </w:style>
  <w:style w:type="paragraph" w:styleId="E-mailSignature">
    <w:name w:val="E-mail Signature"/>
    <w:basedOn w:val="Normal"/>
    <w:semiHidden/>
    <w:rsid w:val="00A37365"/>
  </w:style>
  <w:style w:type="character" w:styleId="Emphasis">
    <w:name w:val="Emphasis"/>
    <w:qFormat/>
    <w:rsid w:val="00A37365"/>
    <w:rPr>
      <w:i/>
      <w:iCs/>
    </w:rPr>
  </w:style>
  <w:style w:type="paragraph" w:styleId="EnvelopeAddress">
    <w:name w:val="envelope address"/>
    <w:basedOn w:val="Normal"/>
    <w:semiHidden/>
    <w:rsid w:val="00A37365"/>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A37365"/>
    <w:rPr>
      <w:rFonts w:cs="Arial"/>
      <w:szCs w:val="20"/>
    </w:rPr>
  </w:style>
  <w:style w:type="character" w:styleId="HTMLAcronym">
    <w:name w:val="HTML Acronym"/>
    <w:basedOn w:val="DefaultParagraphFont"/>
    <w:semiHidden/>
    <w:rsid w:val="00A37365"/>
  </w:style>
  <w:style w:type="paragraph" w:styleId="HTMLAddress">
    <w:name w:val="HTML Address"/>
    <w:basedOn w:val="Normal"/>
    <w:semiHidden/>
    <w:rsid w:val="00A37365"/>
    <w:rPr>
      <w:i/>
      <w:iCs/>
    </w:rPr>
  </w:style>
  <w:style w:type="character" w:styleId="HTMLCite">
    <w:name w:val="HTML Cite"/>
    <w:semiHidden/>
    <w:rsid w:val="00A37365"/>
    <w:rPr>
      <w:i/>
      <w:iCs/>
    </w:rPr>
  </w:style>
  <w:style w:type="character" w:styleId="HTMLCode">
    <w:name w:val="HTML Code"/>
    <w:semiHidden/>
    <w:rsid w:val="00A37365"/>
    <w:rPr>
      <w:rFonts w:ascii="Courier New" w:hAnsi="Courier New" w:cs="Courier New"/>
      <w:sz w:val="20"/>
      <w:szCs w:val="20"/>
    </w:rPr>
  </w:style>
  <w:style w:type="character" w:styleId="HTMLDefinition">
    <w:name w:val="HTML Definition"/>
    <w:semiHidden/>
    <w:rsid w:val="00A37365"/>
    <w:rPr>
      <w:i/>
      <w:iCs/>
    </w:rPr>
  </w:style>
  <w:style w:type="character" w:styleId="HTMLKeyboard">
    <w:name w:val="HTML Keyboard"/>
    <w:semiHidden/>
    <w:rsid w:val="00A37365"/>
    <w:rPr>
      <w:rFonts w:ascii="Courier New" w:hAnsi="Courier New" w:cs="Courier New"/>
      <w:sz w:val="20"/>
      <w:szCs w:val="20"/>
    </w:rPr>
  </w:style>
  <w:style w:type="paragraph" w:styleId="HTMLPreformatted">
    <w:name w:val="HTML Preformatted"/>
    <w:basedOn w:val="Normal"/>
    <w:semiHidden/>
    <w:rsid w:val="00A37365"/>
    <w:rPr>
      <w:rFonts w:ascii="Courier New" w:hAnsi="Courier New" w:cs="Courier New"/>
      <w:szCs w:val="20"/>
    </w:rPr>
  </w:style>
  <w:style w:type="character" w:styleId="HTMLSample">
    <w:name w:val="HTML Sample"/>
    <w:semiHidden/>
    <w:rsid w:val="00A37365"/>
    <w:rPr>
      <w:rFonts w:ascii="Courier New" w:hAnsi="Courier New" w:cs="Courier New"/>
    </w:rPr>
  </w:style>
  <w:style w:type="character" w:styleId="HTMLTypewriter">
    <w:name w:val="HTML Typewriter"/>
    <w:semiHidden/>
    <w:rsid w:val="00A37365"/>
    <w:rPr>
      <w:rFonts w:ascii="Courier New" w:hAnsi="Courier New" w:cs="Courier New"/>
      <w:sz w:val="20"/>
      <w:szCs w:val="20"/>
    </w:rPr>
  </w:style>
  <w:style w:type="character" w:styleId="HTMLVariable">
    <w:name w:val="HTML Variable"/>
    <w:semiHidden/>
    <w:rsid w:val="00A37365"/>
    <w:rPr>
      <w:i/>
      <w:iCs/>
    </w:rPr>
  </w:style>
  <w:style w:type="character" w:styleId="LineNumber">
    <w:name w:val="line number"/>
    <w:basedOn w:val="DefaultParagraphFont"/>
    <w:semiHidden/>
    <w:rsid w:val="00A37365"/>
  </w:style>
  <w:style w:type="paragraph" w:styleId="List">
    <w:name w:val="List"/>
    <w:basedOn w:val="Normal"/>
    <w:semiHidden/>
    <w:rsid w:val="00A37365"/>
    <w:pPr>
      <w:ind w:left="283" w:hanging="283"/>
    </w:pPr>
  </w:style>
  <w:style w:type="paragraph" w:styleId="List2">
    <w:name w:val="List 2"/>
    <w:basedOn w:val="Normal"/>
    <w:semiHidden/>
    <w:rsid w:val="00A37365"/>
    <w:pPr>
      <w:ind w:left="566" w:hanging="283"/>
    </w:pPr>
  </w:style>
  <w:style w:type="paragraph" w:styleId="List3">
    <w:name w:val="List 3"/>
    <w:basedOn w:val="Normal"/>
    <w:semiHidden/>
    <w:rsid w:val="00A37365"/>
    <w:pPr>
      <w:ind w:left="849" w:hanging="283"/>
    </w:pPr>
  </w:style>
  <w:style w:type="paragraph" w:styleId="List4">
    <w:name w:val="List 4"/>
    <w:basedOn w:val="Normal"/>
    <w:semiHidden/>
    <w:rsid w:val="00A37365"/>
    <w:pPr>
      <w:ind w:left="1132" w:hanging="283"/>
    </w:pPr>
  </w:style>
  <w:style w:type="paragraph" w:styleId="List5">
    <w:name w:val="List 5"/>
    <w:basedOn w:val="Normal"/>
    <w:semiHidden/>
    <w:rsid w:val="00A37365"/>
    <w:pPr>
      <w:ind w:left="1415" w:hanging="283"/>
    </w:pPr>
  </w:style>
  <w:style w:type="paragraph" w:styleId="ListBullet">
    <w:name w:val="List Bullet"/>
    <w:basedOn w:val="Normal"/>
    <w:semiHidden/>
    <w:rsid w:val="00A37365"/>
    <w:pPr>
      <w:numPr>
        <w:numId w:val="33"/>
      </w:numPr>
    </w:pPr>
  </w:style>
  <w:style w:type="paragraph" w:styleId="ListBullet2">
    <w:name w:val="List Bullet 2"/>
    <w:basedOn w:val="Normal"/>
    <w:semiHidden/>
    <w:rsid w:val="00A37365"/>
    <w:pPr>
      <w:numPr>
        <w:numId w:val="34"/>
      </w:numPr>
    </w:pPr>
  </w:style>
  <w:style w:type="paragraph" w:styleId="ListBullet3">
    <w:name w:val="List Bullet 3"/>
    <w:basedOn w:val="Normal"/>
    <w:semiHidden/>
    <w:rsid w:val="00A37365"/>
    <w:pPr>
      <w:numPr>
        <w:numId w:val="35"/>
      </w:numPr>
    </w:pPr>
  </w:style>
  <w:style w:type="paragraph" w:styleId="ListBullet4">
    <w:name w:val="List Bullet 4"/>
    <w:basedOn w:val="Normal"/>
    <w:semiHidden/>
    <w:rsid w:val="00A37365"/>
    <w:pPr>
      <w:numPr>
        <w:numId w:val="36"/>
      </w:numPr>
    </w:pPr>
  </w:style>
  <w:style w:type="paragraph" w:styleId="ListBullet5">
    <w:name w:val="List Bullet 5"/>
    <w:basedOn w:val="Normal"/>
    <w:semiHidden/>
    <w:rsid w:val="00A37365"/>
    <w:pPr>
      <w:numPr>
        <w:numId w:val="37"/>
      </w:numPr>
    </w:pPr>
  </w:style>
  <w:style w:type="paragraph" w:styleId="ListContinue">
    <w:name w:val="List Continue"/>
    <w:basedOn w:val="Normal"/>
    <w:semiHidden/>
    <w:rsid w:val="00A37365"/>
    <w:pPr>
      <w:spacing w:after="120"/>
      <w:ind w:left="283"/>
    </w:pPr>
  </w:style>
  <w:style w:type="paragraph" w:styleId="ListContinue2">
    <w:name w:val="List Continue 2"/>
    <w:basedOn w:val="Normal"/>
    <w:semiHidden/>
    <w:rsid w:val="00A37365"/>
    <w:pPr>
      <w:spacing w:after="120"/>
      <w:ind w:left="566"/>
    </w:pPr>
  </w:style>
  <w:style w:type="paragraph" w:styleId="ListContinue3">
    <w:name w:val="List Continue 3"/>
    <w:basedOn w:val="Normal"/>
    <w:semiHidden/>
    <w:rsid w:val="00A37365"/>
    <w:pPr>
      <w:spacing w:after="120"/>
      <w:ind w:left="849"/>
    </w:pPr>
  </w:style>
  <w:style w:type="paragraph" w:styleId="ListContinue4">
    <w:name w:val="List Continue 4"/>
    <w:basedOn w:val="Normal"/>
    <w:semiHidden/>
    <w:rsid w:val="00A37365"/>
    <w:pPr>
      <w:spacing w:after="120"/>
      <w:ind w:left="1132"/>
    </w:pPr>
  </w:style>
  <w:style w:type="paragraph" w:styleId="ListContinue5">
    <w:name w:val="List Continue 5"/>
    <w:basedOn w:val="Normal"/>
    <w:semiHidden/>
    <w:rsid w:val="00A37365"/>
    <w:pPr>
      <w:spacing w:after="120"/>
      <w:ind w:left="1415"/>
    </w:pPr>
  </w:style>
  <w:style w:type="paragraph" w:styleId="ListNumber">
    <w:name w:val="List Number"/>
    <w:basedOn w:val="Normal"/>
    <w:semiHidden/>
    <w:rsid w:val="00A37365"/>
    <w:pPr>
      <w:numPr>
        <w:numId w:val="38"/>
      </w:numPr>
    </w:pPr>
  </w:style>
  <w:style w:type="paragraph" w:styleId="ListNumber2">
    <w:name w:val="List Number 2"/>
    <w:basedOn w:val="Normal"/>
    <w:semiHidden/>
    <w:rsid w:val="00A37365"/>
    <w:pPr>
      <w:numPr>
        <w:numId w:val="39"/>
      </w:numPr>
    </w:pPr>
  </w:style>
  <w:style w:type="paragraph" w:styleId="ListNumber3">
    <w:name w:val="List Number 3"/>
    <w:basedOn w:val="Normal"/>
    <w:semiHidden/>
    <w:rsid w:val="00A37365"/>
    <w:pPr>
      <w:numPr>
        <w:numId w:val="40"/>
      </w:numPr>
    </w:pPr>
  </w:style>
  <w:style w:type="paragraph" w:styleId="ListNumber4">
    <w:name w:val="List Number 4"/>
    <w:basedOn w:val="Normal"/>
    <w:semiHidden/>
    <w:rsid w:val="00A37365"/>
    <w:pPr>
      <w:numPr>
        <w:numId w:val="41"/>
      </w:numPr>
    </w:pPr>
  </w:style>
  <w:style w:type="paragraph" w:styleId="ListNumber5">
    <w:name w:val="List Number 5"/>
    <w:basedOn w:val="Normal"/>
    <w:semiHidden/>
    <w:rsid w:val="00A37365"/>
    <w:pPr>
      <w:numPr>
        <w:numId w:val="42"/>
      </w:numPr>
    </w:pPr>
  </w:style>
  <w:style w:type="paragraph" w:styleId="MessageHeader">
    <w:name w:val="Message Header"/>
    <w:basedOn w:val="Normal"/>
    <w:semiHidden/>
    <w:rsid w:val="00A37365"/>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A37365"/>
    <w:rPr>
      <w:rFonts w:ascii="Times New Roman" w:hAnsi="Times New Roman"/>
      <w:sz w:val="24"/>
    </w:rPr>
  </w:style>
  <w:style w:type="paragraph" w:styleId="NormalIndent">
    <w:name w:val="Normal Indent"/>
    <w:basedOn w:val="Normal"/>
    <w:semiHidden/>
    <w:rsid w:val="00A37365"/>
    <w:pPr>
      <w:ind w:left="720"/>
    </w:pPr>
  </w:style>
  <w:style w:type="paragraph" w:styleId="NoteHeading">
    <w:name w:val="Note Heading"/>
    <w:basedOn w:val="Normal"/>
    <w:next w:val="Normal"/>
    <w:semiHidden/>
    <w:rsid w:val="00A37365"/>
  </w:style>
  <w:style w:type="character" w:styleId="PageNumber">
    <w:name w:val="page number"/>
    <w:basedOn w:val="DefaultParagraphFont"/>
    <w:semiHidden/>
    <w:rsid w:val="00A37365"/>
  </w:style>
  <w:style w:type="paragraph" w:styleId="PlainText">
    <w:name w:val="Plain Text"/>
    <w:basedOn w:val="Normal"/>
    <w:semiHidden/>
    <w:rsid w:val="00A37365"/>
    <w:rPr>
      <w:rFonts w:ascii="Courier New" w:hAnsi="Courier New" w:cs="Courier New"/>
      <w:szCs w:val="20"/>
    </w:rPr>
  </w:style>
  <w:style w:type="paragraph" w:styleId="Salutation">
    <w:name w:val="Salutation"/>
    <w:basedOn w:val="Normal"/>
    <w:next w:val="Normal"/>
    <w:semiHidden/>
    <w:rsid w:val="00A37365"/>
  </w:style>
  <w:style w:type="paragraph" w:styleId="Signature">
    <w:name w:val="Signature"/>
    <w:basedOn w:val="Normal"/>
    <w:semiHidden/>
    <w:rsid w:val="00A37365"/>
    <w:pPr>
      <w:ind w:left="4252"/>
    </w:pPr>
  </w:style>
  <w:style w:type="character" w:styleId="Strong">
    <w:name w:val="Strong"/>
    <w:qFormat/>
    <w:rsid w:val="00A37365"/>
    <w:rPr>
      <w:b/>
      <w:bCs/>
    </w:rPr>
  </w:style>
  <w:style w:type="paragraph" w:styleId="Subtitle">
    <w:name w:val="Subtitle"/>
    <w:basedOn w:val="Normal"/>
    <w:qFormat/>
    <w:rsid w:val="00A37365"/>
    <w:pPr>
      <w:jc w:val="center"/>
      <w:outlineLvl w:val="1"/>
    </w:pPr>
    <w:rPr>
      <w:rFonts w:cs="Arial"/>
      <w:sz w:val="24"/>
    </w:rPr>
  </w:style>
  <w:style w:type="table" w:styleId="Table3Deffects1">
    <w:name w:val="Table 3D effects 1"/>
    <w:basedOn w:val="TableNormal"/>
    <w:semiHidden/>
    <w:rsid w:val="00A3736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3736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3736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3736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3736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3736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3736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3736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3736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3736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3736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3736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3736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3736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3736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3736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3736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373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3736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3736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3736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3736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3736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3736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3736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3736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3736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3736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3736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3736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3736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3736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3736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3736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3736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3736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3736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3736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3736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373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3736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3736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3736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NormalWebAfterAuto">
    <w:name w:val="Style Normal (Web) + After:  Auto"/>
    <w:basedOn w:val="NormalWeb"/>
    <w:autoRedefine/>
    <w:rsid w:val="00EC69FA"/>
    <w:pPr>
      <w:spacing w:before="100" w:beforeAutospacing="1" w:after="240" w:afterAutospacing="1"/>
      <w:ind w:right="44"/>
    </w:pPr>
    <w:rPr>
      <w:rFonts w:ascii="Arial" w:hAnsi="Arial"/>
      <w:snapToGrid w:val="0"/>
      <w:color w:val="000000"/>
      <w:sz w:val="20"/>
      <w:szCs w:val="20"/>
      <w:lang w:val="fr-CH" w:eastAsia="en-GB"/>
    </w:rPr>
  </w:style>
  <w:style w:type="paragraph" w:customStyle="1" w:styleId="Normalarial10">
    <w:name w:val="Normal_arial10"/>
    <w:basedOn w:val="bulletarrow"/>
    <w:rsid w:val="00616FFB"/>
    <w:pPr>
      <w:numPr>
        <w:numId w:val="0"/>
      </w:numPr>
    </w:pPr>
  </w:style>
  <w:style w:type="paragraph" w:customStyle="1" w:styleId="Celltitle">
    <w:name w:val="Cell title"/>
    <w:basedOn w:val="Normal"/>
    <w:autoRedefine/>
    <w:rsid w:val="007925C3"/>
    <w:pPr>
      <w:spacing w:before="60"/>
    </w:pPr>
    <w:rPr>
      <w:b/>
      <w:bCs/>
      <w:iCs/>
      <w:szCs w:val="20"/>
    </w:rPr>
  </w:style>
  <w:style w:type="paragraph" w:customStyle="1" w:styleId="StyleBefore6ptAfter3pt">
    <w:name w:val="Style Before:  6 pt After:  3 pt"/>
    <w:basedOn w:val="Normal"/>
    <w:rsid w:val="005214BC"/>
    <w:pPr>
      <w:spacing w:before="120" w:line="276" w:lineRule="auto"/>
      <w:jc w:val="both"/>
    </w:pPr>
    <w:rPr>
      <w:rFonts w:cs="Arial"/>
      <w:szCs w:val="20"/>
    </w:rPr>
  </w:style>
  <w:style w:type="paragraph" w:customStyle="1" w:styleId="bulletarrow9">
    <w:name w:val="bullet arrow 9"/>
    <w:basedOn w:val="bulletarrow"/>
    <w:autoRedefine/>
    <w:rsid w:val="007925C3"/>
    <w:pPr>
      <w:numPr>
        <w:numId w:val="0"/>
      </w:numPr>
    </w:pPr>
    <w:rPr>
      <w:sz w:val="18"/>
    </w:rPr>
  </w:style>
  <w:style w:type="paragraph" w:customStyle="1" w:styleId="StyleTimesNewRomanAfter24pt1">
    <w:name w:val="Style Times New Roman After:  2.4 pt1"/>
    <w:basedOn w:val="Normal"/>
    <w:autoRedefine/>
    <w:rsid w:val="007925C3"/>
    <w:pPr>
      <w:spacing w:before="60" w:after="0"/>
    </w:pPr>
    <w:rPr>
      <w:sz w:val="18"/>
      <w:szCs w:val="20"/>
    </w:rPr>
  </w:style>
  <w:style w:type="paragraph" w:customStyle="1" w:styleId="cellarial9">
    <w:name w:val="cell arial 9"/>
    <w:basedOn w:val="Normalarial10"/>
    <w:rsid w:val="007925C3"/>
    <w:pPr>
      <w:spacing w:after="0"/>
    </w:pPr>
    <w:rPr>
      <w:sz w:val="18"/>
    </w:rPr>
  </w:style>
  <w:style w:type="paragraph" w:customStyle="1" w:styleId="cellarial9bold">
    <w:name w:val="cell arial 9 bold"/>
    <w:basedOn w:val="cellarial9"/>
    <w:rsid w:val="007925C3"/>
    <w:rPr>
      <w:b/>
    </w:rPr>
  </w:style>
  <w:style w:type="character" w:styleId="UnresolvedMention">
    <w:name w:val="Unresolved Mention"/>
    <w:uiPriority w:val="99"/>
    <w:semiHidden/>
    <w:unhideWhenUsed/>
    <w:rsid w:val="00BF64AD"/>
    <w:rPr>
      <w:color w:val="605E5C"/>
      <w:shd w:val="clear" w:color="auto" w:fill="E1DFDD"/>
    </w:rPr>
  </w:style>
  <w:style w:type="paragraph" w:styleId="ListParagraph">
    <w:name w:val="List Paragraph"/>
    <w:basedOn w:val="Normal"/>
    <w:uiPriority w:val="34"/>
    <w:qFormat/>
    <w:rsid w:val="00B23C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edair.org/wp-content/uploads/2022/01/Medair-Code-of-Ethics.pdf" TargetMode="External"/><Relationship Id="rId13" Type="http://schemas.openxmlformats.org/officeDocument/2006/relationships/hyperlink" Target="https://www.medair.org/wp-content/uploads/2022/01/Medair-Code-of-Ethics.pdf" TargetMode="Externa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medair.org/wp-content/uploads/2022/01/Medair-Code-of-Ethics.pdf" TargetMode="Externa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oe100230k\Local%20Settings\Temporary%20Internet%20Files\OLK3C\Policy%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F7848FAAD0F42953AFFD2701D2BA5" ma:contentTypeVersion="15" ma:contentTypeDescription="Create a new document." ma:contentTypeScope="" ma:versionID="8a3c817634e934c36784bd93aba97d90">
  <xsd:schema xmlns:xsd="http://www.w3.org/2001/XMLSchema" xmlns:xs="http://www.w3.org/2001/XMLSchema" xmlns:p="http://schemas.microsoft.com/office/2006/metadata/properties" xmlns:ns2="e253c12a-f187-43cf-85e5-0e09a672cb81" xmlns:ns3="eaa58f23-f169-464c-abb2-f7678fa31016" targetNamespace="http://schemas.microsoft.com/office/2006/metadata/properties" ma:root="true" ma:fieldsID="640a5238f6eeffeefcd1b591906ef8c9" ns2:_="" ns3:_="">
    <xsd:import namespace="e253c12a-f187-43cf-85e5-0e09a672cb81"/>
    <xsd:import namespace="eaa58f23-f169-464c-abb2-f7678fa3101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53c12a-f187-43cf-85e5-0e09a672c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a58f23-f169-464c-abb2-f7678fa3101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18627f0-f533-44d8-bc81-68271eab252d}" ma:internalName="TaxCatchAll" ma:showField="CatchAllData" ma:web="eaa58f23-f169-464c-abb2-f7678fa3101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aa58f23-f169-464c-abb2-f7678fa31016" xsi:nil="true"/>
    <lcf76f155ced4ddcb4097134ff3c332f xmlns="e253c12a-f187-43cf-85e5-0e09a672cb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153ADE2-D9C3-4423-977E-5B99D6B65D63}"/>
</file>

<file path=customXml/itemProps2.xml><?xml version="1.0" encoding="utf-8"?>
<ds:datastoreItem xmlns:ds="http://schemas.openxmlformats.org/officeDocument/2006/customXml" ds:itemID="{06BC2534-AF85-48DF-8E5D-003284053950}"/>
</file>

<file path=customXml/itemProps3.xml><?xml version="1.0" encoding="utf-8"?>
<ds:datastoreItem xmlns:ds="http://schemas.openxmlformats.org/officeDocument/2006/customXml" ds:itemID="{139B77F5-0424-41B0-B90C-4C9020A5A186}"/>
</file>

<file path=docProps/app.xml><?xml version="1.0" encoding="utf-8"?>
<Properties xmlns="http://schemas.openxmlformats.org/officeDocument/2006/extended-properties" xmlns:vt="http://schemas.openxmlformats.org/officeDocument/2006/docPropsVTypes">
  <Template>Policy template</Template>
  <TotalTime>57</TotalTime>
  <Pages>7</Pages>
  <Words>1602</Words>
  <Characters>9132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Policy template</vt:lpstr>
    </vt:vector>
  </TitlesOfParts>
  <Company>Medair</Company>
  <LinksUpToDate>false</LinksUpToDate>
  <CharactersWithSpaces>10713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Klasien Hoeve</dc:creator>
  <cp:keywords/>
  <cp:lastModifiedBy>Abdullah  Mohammed  Aqlan</cp:lastModifiedBy>
  <cp:revision>6</cp:revision>
  <cp:lastPrinted>2009-03-10T08:46:00Z</cp:lastPrinted>
  <dcterms:created xsi:type="dcterms:W3CDTF">2022-07-13T08:20:00Z</dcterms:created>
  <dcterms:modified xsi:type="dcterms:W3CDTF">2024-02-02T22:04:00Z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0x010100260F7848FAAD0F42953AFFD2701D2BA5</vt:lpwstr>
  </property>
</Properties>
</file>